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7" w:type="dxa"/>
        <w:jc w:val="center"/>
        <w:tblCellMar>
          <w:left w:w="0" w:type="dxa"/>
          <w:right w:w="0" w:type="dxa"/>
        </w:tblCellMar>
        <w:tblLook w:val="0000"/>
      </w:tblPr>
      <w:tblGrid>
        <w:gridCol w:w="382"/>
        <w:gridCol w:w="870"/>
        <w:gridCol w:w="572"/>
        <w:gridCol w:w="569"/>
        <w:gridCol w:w="568"/>
        <w:gridCol w:w="730"/>
        <w:gridCol w:w="780"/>
        <w:gridCol w:w="750"/>
        <w:gridCol w:w="30"/>
        <w:gridCol w:w="780"/>
        <w:gridCol w:w="730"/>
        <w:gridCol w:w="733"/>
        <w:gridCol w:w="532"/>
        <w:gridCol w:w="582"/>
        <w:gridCol w:w="689"/>
      </w:tblGrid>
      <w:tr w:rsidR="009C4296" w:rsidRPr="00062D08" w:rsidTr="00803257">
        <w:trPr>
          <w:trHeight w:val="510"/>
          <w:jc w:val="center"/>
        </w:trPr>
        <w:tc>
          <w:tcPr>
            <w:tcW w:w="929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C4296" w:rsidRPr="00062D08" w:rsidRDefault="009C4296" w:rsidP="00062D08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臺南市○○國民小學</w:t>
            </w:r>
            <w:r w:rsidRPr="00062D08">
              <w:rPr>
                <w:rFonts w:ascii="標楷體" w:eastAsia="標楷體" w:hAnsi="標楷體"/>
                <w:color w:val="000000"/>
                <w:sz w:val="28"/>
                <w:szCs w:val="28"/>
              </w:rPr>
              <w:t>102</w:t>
            </w:r>
            <w:r w:rsidRPr="00062D0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學年度第</w:t>
            </w:r>
            <w:r w:rsidRPr="00062D08">
              <w:rPr>
                <w:rFonts w:ascii="標楷體" w:eastAsia="標楷體" w:hAnsi="標楷體"/>
                <w:color w:val="000000"/>
                <w:sz w:val="28"/>
                <w:szCs w:val="28"/>
              </w:rPr>
              <w:t>1</w:t>
            </w:r>
            <w:r w:rsidRPr="00062D0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學期各年級學習總節數彙整表</w:t>
            </w:r>
          </w:p>
          <w:p w:rsidR="009C4296" w:rsidRPr="00062D08" w:rsidRDefault="009C4296" w:rsidP="00C17D38">
            <w:pPr>
              <w:spacing w:line="240" w:lineRule="atLeast"/>
              <w:rPr>
                <w:rFonts w:ascii="標楷體" w:eastAsia="標楷體" w:hAnsi="標楷體" w:cs="Arial Unicode MS"/>
                <w:color w:val="000000"/>
                <w:sz w:val="21"/>
                <w:szCs w:val="21"/>
              </w:rPr>
            </w:pPr>
            <w:r w:rsidRPr="00062D08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                                                    </w:t>
            </w:r>
            <w:r w:rsidRPr="00062D08">
              <w:rPr>
                <w:rFonts w:ascii="標楷體" w:eastAsia="標楷體" w:hAnsi="標楷體"/>
                <w:color w:val="000000"/>
                <w:sz w:val="21"/>
                <w:szCs w:val="21"/>
              </w:rPr>
              <w:t>102</w:t>
            </w:r>
            <w:r w:rsidRPr="00062D08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年</w:t>
            </w:r>
            <w:r w:rsidRPr="00062D08">
              <w:rPr>
                <w:rFonts w:ascii="標楷體" w:eastAsia="標楷體" w:hAnsi="標楷體"/>
                <w:color w:val="000000"/>
                <w:sz w:val="21"/>
                <w:szCs w:val="21"/>
              </w:rPr>
              <w:t>6</w:t>
            </w:r>
            <w:r w:rsidRPr="00062D08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月修正</w:t>
            </w:r>
          </w:p>
        </w:tc>
      </w:tr>
      <w:tr w:rsidR="009C4296" w:rsidRPr="00062D08" w:rsidTr="009A67E7">
        <w:trPr>
          <w:cantSplit/>
          <w:trHeight w:val="407"/>
          <w:jc w:val="center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7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領域學習節數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彈性學習節數</w:t>
            </w: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總計</w:t>
            </w:r>
          </w:p>
        </w:tc>
      </w:tr>
      <w:tr w:rsidR="009C4296" w:rsidRPr="00062D08" w:rsidTr="009A67E7">
        <w:trPr>
          <w:cantSplit/>
          <w:trHeight w:val="685"/>
          <w:jc w:val="center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C4296" w:rsidRPr="00062D08" w:rsidRDefault="009C4296" w:rsidP="00C03517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領域名稱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語文領域</w:t>
            </w:r>
          </w:p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20%~30%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數學</w:t>
            </w:r>
          </w:p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</w:t>
            </w:r>
          </w:p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10%~15%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生活領域</w:t>
            </w: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30%~45%</w:t>
            </w:r>
          </w:p>
        </w:tc>
        <w:tc>
          <w:tcPr>
            <w:tcW w:w="730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10%~15%</w:t>
            </w:r>
          </w:p>
        </w:tc>
        <w:tc>
          <w:tcPr>
            <w:tcW w:w="73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10%~15%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CC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34D41">
            <w:pPr>
              <w:spacing w:line="26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1440"/>
          <w:jc w:val="center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C4296" w:rsidRPr="00062D08" w:rsidRDefault="009C4296" w:rsidP="00C03517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國語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本土語言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英語</w:t>
            </w:r>
          </w:p>
        </w:tc>
        <w:tc>
          <w:tcPr>
            <w:tcW w:w="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C4296" w:rsidRPr="00062D08" w:rsidRDefault="009C4296" w:rsidP="00934D41">
            <w:pPr>
              <w:spacing w:line="26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</w:t>
            </w:r>
          </w:p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</w:t>
            </w: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10%~15%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藝術與人文</w:t>
            </w: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10%~15%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spacing w:line="26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自然與生活</w:t>
            </w: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10%~15%</w:t>
            </w:r>
          </w:p>
        </w:tc>
        <w:tc>
          <w:tcPr>
            <w:tcW w:w="7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C4296" w:rsidRPr="00062D08" w:rsidRDefault="009C4296" w:rsidP="00934D41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C4296" w:rsidRPr="00062D08" w:rsidRDefault="009C4296" w:rsidP="00934D41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4296" w:rsidRPr="00062D08" w:rsidRDefault="009C4296" w:rsidP="00934D41">
            <w:pPr>
              <w:spacing w:line="26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9C4296" w:rsidRPr="00062D08" w:rsidRDefault="009C4296" w:rsidP="00934D41">
            <w:pPr>
              <w:spacing w:line="26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532"/>
          <w:jc w:val="center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學習節數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低年級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4-6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6-9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2-4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22-24</w:t>
            </w:r>
          </w:p>
        </w:tc>
      </w:tr>
      <w:tr w:rsidR="009C4296" w:rsidRPr="00062D08" w:rsidTr="009A67E7">
        <w:trPr>
          <w:cantSplit/>
          <w:trHeight w:val="532"/>
          <w:jc w:val="center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中年級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5-7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3-6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28-31</w:t>
            </w:r>
          </w:p>
        </w:tc>
      </w:tr>
      <w:tr w:rsidR="009C4296" w:rsidRPr="00062D08" w:rsidTr="009A67E7">
        <w:trPr>
          <w:cantSplit/>
          <w:trHeight w:val="532"/>
          <w:jc w:val="center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高年級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5-8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3-4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3-4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3-4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3-4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3-4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3-4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3-6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/>
                <w:color w:val="000000"/>
                <w:sz w:val="20"/>
                <w:szCs w:val="20"/>
              </w:rPr>
              <w:t>30-33</w:t>
            </w:r>
          </w:p>
        </w:tc>
      </w:tr>
      <w:tr w:rsidR="009C4296" w:rsidRPr="00062D08" w:rsidTr="009A67E7">
        <w:trPr>
          <w:cantSplit/>
          <w:trHeight w:val="532"/>
          <w:jc w:val="center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每週節數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學期節數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562"/>
          <w:jc w:val="center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二年級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每週節數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學期節數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578"/>
          <w:jc w:val="center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三年級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每週節數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學期節數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608"/>
          <w:jc w:val="center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四年級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每週節數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學期節數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405"/>
          <w:jc w:val="center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五年級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每週節數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學期節數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512"/>
          <w:jc w:val="center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六年級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每週節數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9A67E7">
        <w:trPr>
          <w:cantSplit/>
          <w:trHeight w:val="38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9A67E7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062D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學期節數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3057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4296" w:rsidRPr="00062D08" w:rsidRDefault="009C4296" w:rsidP="00C0351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C4296" w:rsidRPr="00062D08" w:rsidTr="00803257">
        <w:trPr>
          <w:trHeight w:val="285"/>
          <w:jc w:val="center"/>
        </w:trPr>
        <w:tc>
          <w:tcPr>
            <w:tcW w:w="9297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C4296" w:rsidRPr="00062D08" w:rsidRDefault="009C4296" w:rsidP="00C03517">
            <w:pPr>
              <w:ind w:firstLineChars="200" w:firstLine="40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</w:tr>
    </w:tbl>
    <w:p w:rsidR="009C4296" w:rsidRPr="00062D08" w:rsidRDefault="009C4296">
      <w:pPr>
        <w:rPr>
          <w:color w:val="000000"/>
        </w:rPr>
      </w:pPr>
    </w:p>
    <w:p w:rsidR="009C4296" w:rsidRPr="00062D08" w:rsidRDefault="009C4296" w:rsidP="008333DD">
      <w:pPr>
        <w:rPr>
          <w:rFonts w:ascii="標楷體" w:eastAsia="標楷體" w:hAnsi="標楷體"/>
          <w:color w:val="000000"/>
          <w:sz w:val="28"/>
          <w:szCs w:val="28"/>
        </w:rPr>
      </w:pPr>
      <w:r w:rsidRPr="00062D08">
        <w:rPr>
          <w:rFonts w:eastAsia="標楷體" w:hint="eastAsia"/>
          <w:color w:val="000000"/>
        </w:rPr>
        <w:t>承辦人：（核章）</w:t>
      </w:r>
      <w:r w:rsidRPr="00062D08">
        <w:rPr>
          <w:rFonts w:eastAsia="標楷體"/>
          <w:color w:val="000000"/>
        </w:rPr>
        <w:t xml:space="preserve">              </w:t>
      </w:r>
      <w:r w:rsidRPr="00062D08">
        <w:rPr>
          <w:rFonts w:eastAsia="標楷體" w:hint="eastAsia"/>
          <w:color w:val="000000"/>
        </w:rPr>
        <w:t>主任：（核章）</w:t>
      </w:r>
      <w:r w:rsidRPr="00062D08">
        <w:rPr>
          <w:rFonts w:eastAsia="標楷體"/>
          <w:color w:val="000000"/>
        </w:rPr>
        <w:t xml:space="preserve">                </w:t>
      </w:r>
      <w:r w:rsidRPr="00062D08">
        <w:rPr>
          <w:rFonts w:eastAsia="標楷體" w:hint="eastAsia"/>
          <w:color w:val="000000"/>
        </w:rPr>
        <w:t>校長：（核章）</w:t>
      </w:r>
    </w:p>
    <w:p w:rsidR="009C4296" w:rsidRPr="00062D08" w:rsidRDefault="009C4296">
      <w:pPr>
        <w:rPr>
          <w:color w:val="000000"/>
        </w:rPr>
      </w:pPr>
    </w:p>
    <w:sectPr w:rsidR="009C4296" w:rsidRPr="00062D08" w:rsidSect="00934D41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296" w:rsidRDefault="009C4296" w:rsidP="00876B42">
      <w:r>
        <w:separator/>
      </w:r>
    </w:p>
  </w:endnote>
  <w:endnote w:type="continuationSeparator" w:id="0">
    <w:p w:rsidR="009C4296" w:rsidRDefault="009C4296" w:rsidP="00876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296" w:rsidRDefault="009C4296" w:rsidP="00876B42">
      <w:r>
        <w:separator/>
      </w:r>
    </w:p>
  </w:footnote>
  <w:footnote w:type="continuationSeparator" w:id="0">
    <w:p w:rsidR="009C4296" w:rsidRDefault="009C4296" w:rsidP="00876B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296" w:rsidRPr="00062D08" w:rsidRDefault="009C4296">
    <w:pPr>
      <w:pStyle w:val="Header"/>
    </w:pPr>
    <w:r w:rsidRPr="00062D08">
      <w:t>C18</w:t>
    </w:r>
    <w:r w:rsidRPr="00062D08">
      <w:rPr>
        <w:rFonts w:hint="eastAsia"/>
      </w:rPr>
      <w:t>各年級學習總節數彙整表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D41"/>
    <w:rsid w:val="00001244"/>
    <w:rsid w:val="00001AF9"/>
    <w:rsid w:val="00013CBE"/>
    <w:rsid w:val="00020ACA"/>
    <w:rsid w:val="00021644"/>
    <w:rsid w:val="000229D3"/>
    <w:rsid w:val="00030AB8"/>
    <w:rsid w:val="0003260F"/>
    <w:rsid w:val="0003670F"/>
    <w:rsid w:val="000436CF"/>
    <w:rsid w:val="00045B6C"/>
    <w:rsid w:val="00047582"/>
    <w:rsid w:val="00051A35"/>
    <w:rsid w:val="000539EE"/>
    <w:rsid w:val="0005437A"/>
    <w:rsid w:val="00054E06"/>
    <w:rsid w:val="00055F05"/>
    <w:rsid w:val="00060D6E"/>
    <w:rsid w:val="00062D08"/>
    <w:rsid w:val="00071488"/>
    <w:rsid w:val="00072981"/>
    <w:rsid w:val="0007514F"/>
    <w:rsid w:val="0009042E"/>
    <w:rsid w:val="000A1967"/>
    <w:rsid w:val="000A7FC9"/>
    <w:rsid w:val="000B0DE6"/>
    <w:rsid w:val="000B5C61"/>
    <w:rsid w:val="000C4025"/>
    <w:rsid w:val="000D0B09"/>
    <w:rsid w:val="000D342A"/>
    <w:rsid w:val="000D37AA"/>
    <w:rsid w:val="000E67DC"/>
    <w:rsid w:val="000F595D"/>
    <w:rsid w:val="000F63F3"/>
    <w:rsid w:val="000F6653"/>
    <w:rsid w:val="00101FDB"/>
    <w:rsid w:val="001054E6"/>
    <w:rsid w:val="00105651"/>
    <w:rsid w:val="00110AAA"/>
    <w:rsid w:val="001159BF"/>
    <w:rsid w:val="001175BA"/>
    <w:rsid w:val="001255B5"/>
    <w:rsid w:val="00127058"/>
    <w:rsid w:val="0013405D"/>
    <w:rsid w:val="001400DB"/>
    <w:rsid w:val="001507C4"/>
    <w:rsid w:val="00152137"/>
    <w:rsid w:val="00163B11"/>
    <w:rsid w:val="0017086E"/>
    <w:rsid w:val="00182732"/>
    <w:rsid w:val="00191073"/>
    <w:rsid w:val="00191158"/>
    <w:rsid w:val="0019271D"/>
    <w:rsid w:val="001A078C"/>
    <w:rsid w:val="001A7199"/>
    <w:rsid w:val="001B0C19"/>
    <w:rsid w:val="001B434A"/>
    <w:rsid w:val="001C16E9"/>
    <w:rsid w:val="001D009D"/>
    <w:rsid w:val="001D2246"/>
    <w:rsid w:val="001D2724"/>
    <w:rsid w:val="001D5DCC"/>
    <w:rsid w:val="001E5C67"/>
    <w:rsid w:val="001F065C"/>
    <w:rsid w:val="001F2833"/>
    <w:rsid w:val="00203820"/>
    <w:rsid w:val="0021206E"/>
    <w:rsid w:val="002333E7"/>
    <w:rsid w:val="0025180D"/>
    <w:rsid w:val="002748A2"/>
    <w:rsid w:val="00274ACA"/>
    <w:rsid w:val="00277565"/>
    <w:rsid w:val="00284843"/>
    <w:rsid w:val="00286BA9"/>
    <w:rsid w:val="00295D9D"/>
    <w:rsid w:val="002A006E"/>
    <w:rsid w:val="002A0C08"/>
    <w:rsid w:val="002A59EA"/>
    <w:rsid w:val="002A6CCA"/>
    <w:rsid w:val="002B1734"/>
    <w:rsid w:val="002C1799"/>
    <w:rsid w:val="002C3A38"/>
    <w:rsid w:val="002C63BA"/>
    <w:rsid w:val="002C643E"/>
    <w:rsid w:val="002E0507"/>
    <w:rsid w:val="002E3EB9"/>
    <w:rsid w:val="002E4C3C"/>
    <w:rsid w:val="002F22D7"/>
    <w:rsid w:val="002F449D"/>
    <w:rsid w:val="002F50A7"/>
    <w:rsid w:val="0030189A"/>
    <w:rsid w:val="0030570A"/>
    <w:rsid w:val="00310E28"/>
    <w:rsid w:val="00321E77"/>
    <w:rsid w:val="003225CC"/>
    <w:rsid w:val="0032290B"/>
    <w:rsid w:val="00323A87"/>
    <w:rsid w:val="003363F3"/>
    <w:rsid w:val="003457E9"/>
    <w:rsid w:val="00345F5E"/>
    <w:rsid w:val="00352A9D"/>
    <w:rsid w:val="00354446"/>
    <w:rsid w:val="003621BF"/>
    <w:rsid w:val="0037162D"/>
    <w:rsid w:val="003817F1"/>
    <w:rsid w:val="00383B93"/>
    <w:rsid w:val="003A598F"/>
    <w:rsid w:val="003B2F65"/>
    <w:rsid w:val="003C4131"/>
    <w:rsid w:val="003C6987"/>
    <w:rsid w:val="003C7F4A"/>
    <w:rsid w:val="003D3EDF"/>
    <w:rsid w:val="003D3FCC"/>
    <w:rsid w:val="003E6A56"/>
    <w:rsid w:val="003F0C32"/>
    <w:rsid w:val="003F28ED"/>
    <w:rsid w:val="003F7343"/>
    <w:rsid w:val="004036FA"/>
    <w:rsid w:val="004222AD"/>
    <w:rsid w:val="004333B2"/>
    <w:rsid w:val="00435A94"/>
    <w:rsid w:val="004360F5"/>
    <w:rsid w:val="004435D2"/>
    <w:rsid w:val="0045250B"/>
    <w:rsid w:val="00461EAD"/>
    <w:rsid w:val="004630E3"/>
    <w:rsid w:val="00475308"/>
    <w:rsid w:val="004773BC"/>
    <w:rsid w:val="004828C7"/>
    <w:rsid w:val="00482EB8"/>
    <w:rsid w:val="00483A3A"/>
    <w:rsid w:val="00485DE9"/>
    <w:rsid w:val="00487CDE"/>
    <w:rsid w:val="00492617"/>
    <w:rsid w:val="0049405D"/>
    <w:rsid w:val="0049416A"/>
    <w:rsid w:val="004943B3"/>
    <w:rsid w:val="004A16F8"/>
    <w:rsid w:val="004A2A1A"/>
    <w:rsid w:val="004C5DF5"/>
    <w:rsid w:val="004C7CB2"/>
    <w:rsid w:val="004D1159"/>
    <w:rsid w:val="004E244D"/>
    <w:rsid w:val="004E2643"/>
    <w:rsid w:val="004E3E21"/>
    <w:rsid w:val="004E4595"/>
    <w:rsid w:val="004E6172"/>
    <w:rsid w:val="004F64C0"/>
    <w:rsid w:val="004F65F1"/>
    <w:rsid w:val="004F6D37"/>
    <w:rsid w:val="004F7139"/>
    <w:rsid w:val="004F7598"/>
    <w:rsid w:val="004F782B"/>
    <w:rsid w:val="00501C49"/>
    <w:rsid w:val="00513455"/>
    <w:rsid w:val="00516D40"/>
    <w:rsid w:val="00521657"/>
    <w:rsid w:val="00522B72"/>
    <w:rsid w:val="005238E1"/>
    <w:rsid w:val="00527B28"/>
    <w:rsid w:val="00543CC0"/>
    <w:rsid w:val="00545983"/>
    <w:rsid w:val="00546AE6"/>
    <w:rsid w:val="00550E57"/>
    <w:rsid w:val="00565C45"/>
    <w:rsid w:val="005665C0"/>
    <w:rsid w:val="005678F3"/>
    <w:rsid w:val="00580670"/>
    <w:rsid w:val="00582CA0"/>
    <w:rsid w:val="0059791F"/>
    <w:rsid w:val="005A5F76"/>
    <w:rsid w:val="005A6EC8"/>
    <w:rsid w:val="005A7E9F"/>
    <w:rsid w:val="005B035C"/>
    <w:rsid w:val="005B4DCC"/>
    <w:rsid w:val="005C409A"/>
    <w:rsid w:val="005C7330"/>
    <w:rsid w:val="005D442A"/>
    <w:rsid w:val="005E1256"/>
    <w:rsid w:val="005E43DC"/>
    <w:rsid w:val="005E7A66"/>
    <w:rsid w:val="005F6B55"/>
    <w:rsid w:val="0060212E"/>
    <w:rsid w:val="00610F22"/>
    <w:rsid w:val="006126DF"/>
    <w:rsid w:val="0062044F"/>
    <w:rsid w:val="00621DE9"/>
    <w:rsid w:val="00645A6C"/>
    <w:rsid w:val="0065556C"/>
    <w:rsid w:val="00666421"/>
    <w:rsid w:val="00672A8C"/>
    <w:rsid w:val="00681D47"/>
    <w:rsid w:val="0068526B"/>
    <w:rsid w:val="00685DE7"/>
    <w:rsid w:val="00687CD7"/>
    <w:rsid w:val="006B1484"/>
    <w:rsid w:val="006B31FA"/>
    <w:rsid w:val="006B3C9C"/>
    <w:rsid w:val="006B76C3"/>
    <w:rsid w:val="006C2D26"/>
    <w:rsid w:val="006C2D8A"/>
    <w:rsid w:val="006C4C52"/>
    <w:rsid w:val="006D0D3D"/>
    <w:rsid w:val="006D1A9E"/>
    <w:rsid w:val="006E334D"/>
    <w:rsid w:val="006E3E70"/>
    <w:rsid w:val="006E3F93"/>
    <w:rsid w:val="006E5144"/>
    <w:rsid w:val="006E6C67"/>
    <w:rsid w:val="006F3262"/>
    <w:rsid w:val="006F5E03"/>
    <w:rsid w:val="00700682"/>
    <w:rsid w:val="0070263F"/>
    <w:rsid w:val="00710564"/>
    <w:rsid w:val="007231EE"/>
    <w:rsid w:val="00733CCC"/>
    <w:rsid w:val="00750C5B"/>
    <w:rsid w:val="00753092"/>
    <w:rsid w:val="00753D43"/>
    <w:rsid w:val="007609CE"/>
    <w:rsid w:val="00763F41"/>
    <w:rsid w:val="00774E4E"/>
    <w:rsid w:val="0078685F"/>
    <w:rsid w:val="0079237D"/>
    <w:rsid w:val="007960E0"/>
    <w:rsid w:val="007A3312"/>
    <w:rsid w:val="007A5024"/>
    <w:rsid w:val="007A6FFD"/>
    <w:rsid w:val="007A742B"/>
    <w:rsid w:val="007A7C4C"/>
    <w:rsid w:val="007B2B38"/>
    <w:rsid w:val="007B50F9"/>
    <w:rsid w:val="007B739A"/>
    <w:rsid w:val="007E238E"/>
    <w:rsid w:val="007E2D5F"/>
    <w:rsid w:val="007E6DA9"/>
    <w:rsid w:val="007F64A8"/>
    <w:rsid w:val="0080232F"/>
    <w:rsid w:val="00803257"/>
    <w:rsid w:val="00805AFB"/>
    <w:rsid w:val="00811D4D"/>
    <w:rsid w:val="00820F17"/>
    <w:rsid w:val="00823829"/>
    <w:rsid w:val="00826848"/>
    <w:rsid w:val="00827DAF"/>
    <w:rsid w:val="008333DD"/>
    <w:rsid w:val="00835CEB"/>
    <w:rsid w:val="00850DB4"/>
    <w:rsid w:val="00865F22"/>
    <w:rsid w:val="00874366"/>
    <w:rsid w:val="00875745"/>
    <w:rsid w:val="00876B42"/>
    <w:rsid w:val="008904CA"/>
    <w:rsid w:val="00896125"/>
    <w:rsid w:val="008A568D"/>
    <w:rsid w:val="008B1A51"/>
    <w:rsid w:val="008B2D57"/>
    <w:rsid w:val="008B3F7B"/>
    <w:rsid w:val="008B7324"/>
    <w:rsid w:val="008C46AA"/>
    <w:rsid w:val="008C5F5E"/>
    <w:rsid w:val="008C74EC"/>
    <w:rsid w:val="008C7ADD"/>
    <w:rsid w:val="008D31A3"/>
    <w:rsid w:val="008D346A"/>
    <w:rsid w:val="008D432E"/>
    <w:rsid w:val="008D4656"/>
    <w:rsid w:val="008D5940"/>
    <w:rsid w:val="008F1A34"/>
    <w:rsid w:val="009000D2"/>
    <w:rsid w:val="00903D22"/>
    <w:rsid w:val="00920823"/>
    <w:rsid w:val="00920890"/>
    <w:rsid w:val="009250C6"/>
    <w:rsid w:val="00925BFC"/>
    <w:rsid w:val="00927AFC"/>
    <w:rsid w:val="00932623"/>
    <w:rsid w:val="00933BD9"/>
    <w:rsid w:val="00934D41"/>
    <w:rsid w:val="0094035F"/>
    <w:rsid w:val="00943E93"/>
    <w:rsid w:val="00944258"/>
    <w:rsid w:val="00947556"/>
    <w:rsid w:val="00961344"/>
    <w:rsid w:val="00966F12"/>
    <w:rsid w:val="00967184"/>
    <w:rsid w:val="009761E4"/>
    <w:rsid w:val="00976F6F"/>
    <w:rsid w:val="00977EEF"/>
    <w:rsid w:val="0098557F"/>
    <w:rsid w:val="00985CB4"/>
    <w:rsid w:val="0099185D"/>
    <w:rsid w:val="00992214"/>
    <w:rsid w:val="00992A73"/>
    <w:rsid w:val="00993AC4"/>
    <w:rsid w:val="009965C3"/>
    <w:rsid w:val="009A059F"/>
    <w:rsid w:val="009A5996"/>
    <w:rsid w:val="009A67E7"/>
    <w:rsid w:val="009B524C"/>
    <w:rsid w:val="009C4296"/>
    <w:rsid w:val="009C5944"/>
    <w:rsid w:val="009D0AFF"/>
    <w:rsid w:val="009D0DD5"/>
    <w:rsid w:val="009D353C"/>
    <w:rsid w:val="009E2C49"/>
    <w:rsid w:val="009E3BE6"/>
    <w:rsid w:val="009F0D5B"/>
    <w:rsid w:val="009F5C79"/>
    <w:rsid w:val="00A00C7C"/>
    <w:rsid w:val="00A043F2"/>
    <w:rsid w:val="00A04DDD"/>
    <w:rsid w:val="00A1174E"/>
    <w:rsid w:val="00A16E47"/>
    <w:rsid w:val="00A35DF3"/>
    <w:rsid w:val="00A37FDB"/>
    <w:rsid w:val="00A46539"/>
    <w:rsid w:val="00A52B3E"/>
    <w:rsid w:val="00A553F6"/>
    <w:rsid w:val="00A57DAD"/>
    <w:rsid w:val="00A60871"/>
    <w:rsid w:val="00A664B9"/>
    <w:rsid w:val="00A702F1"/>
    <w:rsid w:val="00A75EDD"/>
    <w:rsid w:val="00A7603D"/>
    <w:rsid w:val="00A77519"/>
    <w:rsid w:val="00A86179"/>
    <w:rsid w:val="00A86AC3"/>
    <w:rsid w:val="00A91670"/>
    <w:rsid w:val="00A94839"/>
    <w:rsid w:val="00AA0382"/>
    <w:rsid w:val="00AA050B"/>
    <w:rsid w:val="00AB00C2"/>
    <w:rsid w:val="00AB1504"/>
    <w:rsid w:val="00AB2CDA"/>
    <w:rsid w:val="00AB5DBB"/>
    <w:rsid w:val="00AB63A6"/>
    <w:rsid w:val="00AD4B5C"/>
    <w:rsid w:val="00AE5656"/>
    <w:rsid w:val="00AF3629"/>
    <w:rsid w:val="00B236A6"/>
    <w:rsid w:val="00B26B98"/>
    <w:rsid w:val="00B35215"/>
    <w:rsid w:val="00B4101B"/>
    <w:rsid w:val="00B425D8"/>
    <w:rsid w:val="00B42CB7"/>
    <w:rsid w:val="00B556D3"/>
    <w:rsid w:val="00B602A0"/>
    <w:rsid w:val="00B6053D"/>
    <w:rsid w:val="00B631B5"/>
    <w:rsid w:val="00B63FCF"/>
    <w:rsid w:val="00B64782"/>
    <w:rsid w:val="00B67521"/>
    <w:rsid w:val="00B71B08"/>
    <w:rsid w:val="00B725E4"/>
    <w:rsid w:val="00B72AD9"/>
    <w:rsid w:val="00B77ACA"/>
    <w:rsid w:val="00B820D7"/>
    <w:rsid w:val="00B82260"/>
    <w:rsid w:val="00B83F67"/>
    <w:rsid w:val="00B8598B"/>
    <w:rsid w:val="00B90FBA"/>
    <w:rsid w:val="00B9274D"/>
    <w:rsid w:val="00B9313F"/>
    <w:rsid w:val="00B93C5B"/>
    <w:rsid w:val="00B96182"/>
    <w:rsid w:val="00BA2D1A"/>
    <w:rsid w:val="00BB01D3"/>
    <w:rsid w:val="00BB4F7B"/>
    <w:rsid w:val="00BC01A4"/>
    <w:rsid w:val="00BC1B71"/>
    <w:rsid w:val="00BD129D"/>
    <w:rsid w:val="00BD60FA"/>
    <w:rsid w:val="00BE260B"/>
    <w:rsid w:val="00BE5426"/>
    <w:rsid w:val="00BF3B9F"/>
    <w:rsid w:val="00BF6B37"/>
    <w:rsid w:val="00BF7F5E"/>
    <w:rsid w:val="00C02917"/>
    <w:rsid w:val="00C03517"/>
    <w:rsid w:val="00C03A3E"/>
    <w:rsid w:val="00C14EC0"/>
    <w:rsid w:val="00C162A9"/>
    <w:rsid w:val="00C17D38"/>
    <w:rsid w:val="00C20420"/>
    <w:rsid w:val="00C306FA"/>
    <w:rsid w:val="00C30B5A"/>
    <w:rsid w:val="00C37076"/>
    <w:rsid w:val="00C40A2F"/>
    <w:rsid w:val="00C50957"/>
    <w:rsid w:val="00C57852"/>
    <w:rsid w:val="00C632AA"/>
    <w:rsid w:val="00C63550"/>
    <w:rsid w:val="00C647BB"/>
    <w:rsid w:val="00C64C9D"/>
    <w:rsid w:val="00C65613"/>
    <w:rsid w:val="00C65C78"/>
    <w:rsid w:val="00C765C5"/>
    <w:rsid w:val="00C77BFB"/>
    <w:rsid w:val="00C925FF"/>
    <w:rsid w:val="00C971E7"/>
    <w:rsid w:val="00CA4556"/>
    <w:rsid w:val="00CA6A90"/>
    <w:rsid w:val="00CA7662"/>
    <w:rsid w:val="00CB0755"/>
    <w:rsid w:val="00CC1953"/>
    <w:rsid w:val="00CC2E34"/>
    <w:rsid w:val="00CD6D87"/>
    <w:rsid w:val="00CE4419"/>
    <w:rsid w:val="00D00971"/>
    <w:rsid w:val="00D025C3"/>
    <w:rsid w:val="00D1097C"/>
    <w:rsid w:val="00D21B7F"/>
    <w:rsid w:val="00D21C9A"/>
    <w:rsid w:val="00D24465"/>
    <w:rsid w:val="00D41CD1"/>
    <w:rsid w:val="00D430B6"/>
    <w:rsid w:val="00D45738"/>
    <w:rsid w:val="00D46CC1"/>
    <w:rsid w:val="00D473F7"/>
    <w:rsid w:val="00D53174"/>
    <w:rsid w:val="00D61552"/>
    <w:rsid w:val="00D64DF6"/>
    <w:rsid w:val="00D64E6D"/>
    <w:rsid w:val="00D653DE"/>
    <w:rsid w:val="00D671DA"/>
    <w:rsid w:val="00D76192"/>
    <w:rsid w:val="00D83280"/>
    <w:rsid w:val="00D86B27"/>
    <w:rsid w:val="00D87D2C"/>
    <w:rsid w:val="00D92EBA"/>
    <w:rsid w:val="00D94C1D"/>
    <w:rsid w:val="00D95E8B"/>
    <w:rsid w:val="00DB3A09"/>
    <w:rsid w:val="00DB4502"/>
    <w:rsid w:val="00DC001A"/>
    <w:rsid w:val="00DC2E79"/>
    <w:rsid w:val="00DC3F45"/>
    <w:rsid w:val="00DD1EA0"/>
    <w:rsid w:val="00DD5F13"/>
    <w:rsid w:val="00DE081D"/>
    <w:rsid w:val="00DE2844"/>
    <w:rsid w:val="00DE33AE"/>
    <w:rsid w:val="00DF2DD0"/>
    <w:rsid w:val="00DF7D0A"/>
    <w:rsid w:val="00E0586B"/>
    <w:rsid w:val="00E16B4A"/>
    <w:rsid w:val="00E20739"/>
    <w:rsid w:val="00E22575"/>
    <w:rsid w:val="00E226F5"/>
    <w:rsid w:val="00E2795C"/>
    <w:rsid w:val="00E40264"/>
    <w:rsid w:val="00E42949"/>
    <w:rsid w:val="00E44576"/>
    <w:rsid w:val="00E448B8"/>
    <w:rsid w:val="00E45DFE"/>
    <w:rsid w:val="00E53BCA"/>
    <w:rsid w:val="00E57966"/>
    <w:rsid w:val="00E579C8"/>
    <w:rsid w:val="00E73560"/>
    <w:rsid w:val="00E74801"/>
    <w:rsid w:val="00E753ED"/>
    <w:rsid w:val="00E76E63"/>
    <w:rsid w:val="00E77A5C"/>
    <w:rsid w:val="00E77DF9"/>
    <w:rsid w:val="00E920F7"/>
    <w:rsid w:val="00EA0716"/>
    <w:rsid w:val="00EA170A"/>
    <w:rsid w:val="00EB06B5"/>
    <w:rsid w:val="00EB388D"/>
    <w:rsid w:val="00EC49E3"/>
    <w:rsid w:val="00EC641B"/>
    <w:rsid w:val="00ED395C"/>
    <w:rsid w:val="00EE133E"/>
    <w:rsid w:val="00EE27D9"/>
    <w:rsid w:val="00EE41B0"/>
    <w:rsid w:val="00EF7407"/>
    <w:rsid w:val="00EF7AAC"/>
    <w:rsid w:val="00F02011"/>
    <w:rsid w:val="00F0236B"/>
    <w:rsid w:val="00F04865"/>
    <w:rsid w:val="00F12176"/>
    <w:rsid w:val="00F1242F"/>
    <w:rsid w:val="00F156BD"/>
    <w:rsid w:val="00F251B5"/>
    <w:rsid w:val="00F31D92"/>
    <w:rsid w:val="00F34D15"/>
    <w:rsid w:val="00F434FE"/>
    <w:rsid w:val="00F43CA9"/>
    <w:rsid w:val="00F468FE"/>
    <w:rsid w:val="00F52008"/>
    <w:rsid w:val="00F53D1B"/>
    <w:rsid w:val="00F60208"/>
    <w:rsid w:val="00F61E2D"/>
    <w:rsid w:val="00F6541A"/>
    <w:rsid w:val="00F65A0C"/>
    <w:rsid w:val="00F80848"/>
    <w:rsid w:val="00F86F62"/>
    <w:rsid w:val="00F87FA0"/>
    <w:rsid w:val="00F94D1F"/>
    <w:rsid w:val="00F97CAD"/>
    <w:rsid w:val="00FA22BB"/>
    <w:rsid w:val="00FA27DF"/>
    <w:rsid w:val="00FA4675"/>
    <w:rsid w:val="00FD0229"/>
    <w:rsid w:val="00FD5C4C"/>
    <w:rsid w:val="00FE1598"/>
    <w:rsid w:val="00FE27ED"/>
    <w:rsid w:val="00FE673A"/>
    <w:rsid w:val="00FF0C02"/>
    <w:rsid w:val="00FF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D41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字元 字元 字元 字元 字元 字元"/>
    <w:basedOn w:val="Normal"/>
    <w:uiPriority w:val="99"/>
    <w:semiHidden/>
    <w:rsid w:val="00934D41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876B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6B42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876B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6B42"/>
    <w:rPr>
      <w:rFonts w:ascii="Times New Roman" w:eastAsia="新細明體" w:hAnsi="Times New Roman" w:cs="Times New Roman"/>
      <w:sz w:val="20"/>
      <w:szCs w:val="20"/>
    </w:rPr>
  </w:style>
  <w:style w:type="paragraph" w:customStyle="1" w:styleId="1">
    <w:name w:val="字元 字元 字元 字元 字元 字元1"/>
    <w:basedOn w:val="Normal"/>
    <w:uiPriority w:val="99"/>
    <w:semiHidden/>
    <w:rsid w:val="008333DD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101</Words>
  <Characters>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王念湘</cp:lastModifiedBy>
  <cp:revision>19</cp:revision>
  <dcterms:created xsi:type="dcterms:W3CDTF">2011-06-17T05:37:00Z</dcterms:created>
  <dcterms:modified xsi:type="dcterms:W3CDTF">2013-06-26T12:34:00Z</dcterms:modified>
</cp:coreProperties>
</file>