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320" w:rsidRPr="007706BB" w:rsidRDefault="00FD2320" w:rsidP="007706BB">
      <w:pPr>
        <w:spacing w:line="400" w:lineRule="exact"/>
        <w:ind w:rightChars="50" w:right="120"/>
        <w:jc w:val="center"/>
        <w:rPr>
          <w:rFonts w:ascii="標楷體" w:eastAsia="標楷體" w:hAnsi="標楷體"/>
          <w:b/>
          <w:w w:val="95"/>
          <w:sz w:val="32"/>
          <w:szCs w:val="32"/>
        </w:rPr>
      </w:pPr>
      <w:r w:rsidRPr="007706BB">
        <w:rPr>
          <w:rFonts w:ascii="標楷體" w:eastAsia="標楷體" w:hAnsi="標楷體" w:hint="eastAsia"/>
          <w:b/>
          <w:w w:val="95"/>
          <w:sz w:val="32"/>
          <w:szCs w:val="32"/>
        </w:rPr>
        <w:t>國立教育廣播電臺「特別的愛」節目</w:t>
      </w:r>
      <w:r w:rsidRPr="007706BB">
        <w:rPr>
          <w:rFonts w:ascii="標楷體" w:eastAsia="標楷體" w:hAnsi="標楷體"/>
          <w:b/>
          <w:w w:val="95"/>
          <w:sz w:val="32"/>
          <w:szCs w:val="32"/>
        </w:rPr>
        <w:t>106</w:t>
      </w:r>
      <w:r w:rsidRPr="007706BB">
        <w:rPr>
          <w:rFonts w:ascii="標楷體" w:eastAsia="標楷體" w:hAnsi="標楷體" w:hint="eastAsia"/>
          <w:b/>
          <w:w w:val="95"/>
          <w:sz w:val="32"/>
          <w:szCs w:val="32"/>
        </w:rPr>
        <w:t>年</w:t>
      </w:r>
      <w:r w:rsidRPr="007706BB">
        <w:rPr>
          <w:rFonts w:ascii="標楷體" w:eastAsia="標楷體" w:hAnsi="標楷體"/>
          <w:b/>
          <w:w w:val="95"/>
          <w:sz w:val="32"/>
          <w:szCs w:val="32"/>
        </w:rPr>
        <w:t>10-12</w:t>
      </w:r>
      <w:r w:rsidRPr="007706BB">
        <w:rPr>
          <w:rFonts w:ascii="標楷體" w:eastAsia="標楷體" w:hAnsi="標楷體" w:hint="eastAsia"/>
          <w:b/>
          <w:w w:val="95"/>
          <w:sz w:val="32"/>
          <w:szCs w:val="32"/>
        </w:rPr>
        <w:t>月製播主題及日期表</w:t>
      </w:r>
      <w:r w:rsidRPr="00952821">
        <w:rPr>
          <w:rFonts w:ascii="標楷體" w:eastAsia="標楷體" w:hAnsi="標楷體"/>
          <w:b/>
          <w:sz w:val="32"/>
          <w:szCs w:val="32"/>
        </w:rPr>
        <w:t xml:space="preserve">            </w:t>
      </w:r>
      <w:r w:rsidRPr="007706BB">
        <w:rPr>
          <w:rFonts w:ascii="標楷體" w:eastAsia="標楷體" w:hAnsi="標楷體" w:hint="eastAsia"/>
          <w:b/>
          <w:w w:val="95"/>
          <w:sz w:val="32"/>
          <w:szCs w:val="32"/>
        </w:rPr>
        <w:t>播出時間：每週六、日下午</w:t>
      </w:r>
      <w:r w:rsidRPr="007706BB">
        <w:rPr>
          <w:rFonts w:ascii="標楷體" w:eastAsia="標楷體" w:hAnsi="標楷體"/>
          <w:b/>
          <w:w w:val="95"/>
          <w:sz w:val="32"/>
          <w:szCs w:val="32"/>
        </w:rPr>
        <w:t>4</w:t>
      </w:r>
      <w:r w:rsidRPr="007706BB">
        <w:rPr>
          <w:rFonts w:ascii="標楷體" w:eastAsia="標楷體" w:hAnsi="標楷體" w:hint="eastAsia"/>
          <w:b/>
          <w:w w:val="95"/>
          <w:sz w:val="32"/>
          <w:szCs w:val="32"/>
        </w:rPr>
        <w:t>時</w:t>
      </w:r>
      <w:r w:rsidRPr="007706BB">
        <w:rPr>
          <w:rFonts w:ascii="標楷體" w:eastAsia="標楷體" w:hAnsi="標楷體"/>
          <w:b/>
          <w:w w:val="95"/>
          <w:sz w:val="32"/>
          <w:szCs w:val="32"/>
        </w:rPr>
        <w:t>5</w:t>
      </w:r>
      <w:r w:rsidRPr="007706BB">
        <w:rPr>
          <w:rFonts w:ascii="標楷體" w:eastAsia="標楷體" w:hAnsi="標楷體" w:hint="eastAsia"/>
          <w:b/>
          <w:w w:val="95"/>
          <w:sz w:val="32"/>
          <w:szCs w:val="32"/>
        </w:rPr>
        <w:t>分至</w:t>
      </w:r>
      <w:r w:rsidRPr="007706BB">
        <w:rPr>
          <w:rFonts w:ascii="標楷體" w:eastAsia="標楷體" w:hAnsi="標楷體"/>
          <w:b/>
          <w:w w:val="95"/>
          <w:sz w:val="32"/>
          <w:szCs w:val="32"/>
        </w:rPr>
        <w:t>5</w:t>
      </w:r>
      <w:r w:rsidRPr="007706BB">
        <w:rPr>
          <w:rFonts w:ascii="標楷體" w:eastAsia="標楷體" w:hAnsi="標楷體" w:hint="eastAsia"/>
          <w:b/>
          <w:w w:val="95"/>
          <w:sz w:val="32"/>
          <w:szCs w:val="32"/>
        </w:rPr>
        <w:t>時</w:t>
      </w:r>
    </w:p>
    <w:tbl>
      <w:tblPr>
        <w:tblpPr w:leftFromText="180" w:rightFromText="180" w:vertAnchor="text" w:horzAnchor="margin" w:tblpXSpec="center" w:tblpY="234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276"/>
        <w:gridCol w:w="3827"/>
        <w:gridCol w:w="3969"/>
        <w:gridCol w:w="486"/>
      </w:tblGrid>
      <w:tr w:rsidR="00FD2320" w:rsidRPr="00952821" w:rsidTr="005F6344">
        <w:trPr>
          <w:trHeight w:val="705"/>
        </w:trPr>
        <w:tc>
          <w:tcPr>
            <w:tcW w:w="1242" w:type="dxa"/>
            <w:vAlign w:val="center"/>
          </w:tcPr>
          <w:p w:rsidR="00FD2320" w:rsidRPr="00952821" w:rsidRDefault="00FD2320" w:rsidP="007706BB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播出</w:t>
            </w:r>
          </w:p>
          <w:p w:rsidR="00FD2320" w:rsidRPr="00952821" w:rsidRDefault="00FD2320" w:rsidP="007706BB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7706BB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分類</w:t>
            </w:r>
          </w:p>
        </w:tc>
        <w:tc>
          <w:tcPr>
            <w:tcW w:w="3827" w:type="dxa"/>
            <w:vAlign w:val="center"/>
          </w:tcPr>
          <w:p w:rsidR="00FD2320" w:rsidRPr="00952821" w:rsidRDefault="00FD2320" w:rsidP="007706BB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主　　　　　　題</w:t>
            </w:r>
          </w:p>
        </w:tc>
        <w:tc>
          <w:tcPr>
            <w:tcW w:w="3969" w:type="dxa"/>
            <w:vAlign w:val="center"/>
          </w:tcPr>
          <w:p w:rsidR="00FD2320" w:rsidRPr="00952821" w:rsidRDefault="00FD2320" w:rsidP="007706BB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建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 xml:space="preserve">  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議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 xml:space="preserve">  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邀　訪　來　賓</w:t>
            </w:r>
          </w:p>
        </w:tc>
        <w:tc>
          <w:tcPr>
            <w:tcW w:w="486" w:type="dxa"/>
            <w:vAlign w:val="center"/>
          </w:tcPr>
          <w:p w:rsidR="00FD2320" w:rsidRPr="00952821" w:rsidRDefault="00FD2320" w:rsidP="007706BB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備註</w:t>
            </w:r>
          </w:p>
        </w:tc>
      </w:tr>
      <w:tr w:rsidR="00FD2320" w:rsidRPr="00952821" w:rsidTr="005F6344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10/07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7706BB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腦性麻痺</w:t>
            </w:r>
          </w:p>
        </w:tc>
        <w:tc>
          <w:tcPr>
            <w:tcW w:w="3827" w:type="dxa"/>
            <w:vAlign w:val="center"/>
          </w:tcPr>
          <w:p w:rsidR="00FD2320" w:rsidRPr="00952821" w:rsidRDefault="00FD2320" w:rsidP="007706BB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針對特性予以適切的介入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7706BB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各教育階段腦性麻痺學生教學輔導策略及注意事項</w:t>
            </w:r>
          </w:p>
        </w:tc>
        <w:tc>
          <w:tcPr>
            <w:tcW w:w="3969" w:type="dxa"/>
            <w:vAlign w:val="center"/>
          </w:tcPr>
          <w:p w:rsidR="00FD2320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屏東大學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系</w:t>
            </w:r>
            <w:r w:rsidRPr="00952821"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  <w:t xml:space="preserve">  </w:t>
            </w:r>
            <w:r w:rsidRPr="00952821">
              <w:rPr>
                <w:rFonts w:ascii="標楷體" w:eastAsia="標楷體" w:hAnsi="標楷體" w:cs="Arial" w:hint="eastAsia"/>
                <w:b/>
                <w:kern w:val="0"/>
                <w:sz w:val="28"/>
                <w:szCs w:val="28"/>
              </w:rPr>
              <w:t>陳麗圓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教授</w:t>
            </w: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D2320" w:rsidRPr="00952821" w:rsidTr="005F6344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10/08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腦性麻痺（大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學）</w:t>
            </w:r>
          </w:p>
        </w:tc>
        <w:tc>
          <w:tcPr>
            <w:tcW w:w="3827" w:type="dxa"/>
          </w:tcPr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我也可以展現最好的面向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高等教育階段腦性麻痺學生學習及輔導支持服務經驗分享</w:t>
            </w:r>
          </w:p>
        </w:tc>
        <w:tc>
          <w:tcPr>
            <w:tcW w:w="3969" w:type="dxa"/>
            <w:vAlign w:val="center"/>
          </w:tcPr>
          <w:p w:rsidR="00FD2320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樹德科技大學資源教室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劉羿佳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輔導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老師</w:t>
            </w: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FD2320" w:rsidRPr="00952821" w:rsidTr="005F6344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10/14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視覺障礙</w:t>
            </w:r>
          </w:p>
        </w:tc>
        <w:tc>
          <w:tcPr>
            <w:tcW w:w="3827" w:type="dxa"/>
          </w:tcPr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陪在你左右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各教育階段視覺障礙學生教學輔導策略及注意事項（融合教育）</w:t>
            </w:r>
          </w:p>
        </w:tc>
        <w:tc>
          <w:tcPr>
            <w:tcW w:w="3969" w:type="dxa"/>
            <w:vAlign w:val="center"/>
          </w:tcPr>
          <w:p w:rsidR="00FD2320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高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雄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師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範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</w:p>
          <w:p w:rsidR="00FD2320" w:rsidRPr="00234D9E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系</w:t>
            </w:r>
            <w:r w:rsidRPr="00952821"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  <w:t xml:space="preserve">   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李永昌教授</w:t>
            </w:r>
          </w:p>
          <w:p w:rsidR="00FD2320" w:rsidRPr="00952821" w:rsidRDefault="00FD2320" w:rsidP="005F6344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D2320" w:rsidRPr="00952821" w:rsidTr="005F6344">
        <w:trPr>
          <w:trHeight w:val="1417"/>
        </w:trPr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10/15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視覺障礙（大學）</w:t>
            </w:r>
          </w:p>
        </w:tc>
        <w:tc>
          <w:tcPr>
            <w:tcW w:w="3827" w:type="dxa"/>
          </w:tcPr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開啟其他學習能力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--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高等教育階段視覺障礙學生輔導及支持服務經驗分享</w:t>
            </w:r>
          </w:p>
        </w:tc>
        <w:tc>
          <w:tcPr>
            <w:tcW w:w="3969" w:type="dxa"/>
            <w:vAlign w:val="center"/>
          </w:tcPr>
          <w:p w:rsidR="00FD2320" w:rsidRDefault="00FD2320" w:rsidP="005F6344">
            <w:pPr>
              <w:widowControl/>
              <w:spacing w:line="40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高苑科技大學諮商輔導中心</w:t>
            </w:r>
          </w:p>
          <w:p w:rsidR="00FD2320" w:rsidRPr="00952821" w:rsidRDefault="00FD2320" w:rsidP="005F6344">
            <w:pPr>
              <w:widowControl/>
              <w:spacing w:line="400" w:lineRule="exact"/>
              <w:jc w:val="both"/>
              <w:rPr>
                <w:rFonts w:ascii="標楷體" w:eastAsia="標楷體" w:hAnsi="標楷體" w:cs="Arial"/>
                <w:b/>
                <w:bCs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鄭淑芬主任</w:t>
            </w:r>
          </w:p>
        </w:tc>
        <w:tc>
          <w:tcPr>
            <w:tcW w:w="486" w:type="dxa"/>
          </w:tcPr>
          <w:p w:rsidR="00FD2320" w:rsidRPr="00952821" w:rsidRDefault="00FD2320" w:rsidP="006E55E9">
            <w:pPr>
              <w:widowControl/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D2320" w:rsidRPr="00952821" w:rsidTr="005F6344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10/21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自閉症</w:t>
            </w:r>
          </w:p>
        </w:tc>
        <w:tc>
          <w:tcPr>
            <w:tcW w:w="3827" w:type="dxa"/>
          </w:tcPr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不喜歡和人互動的孩子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 xml:space="preserve"> —</w:t>
            </w:r>
          </w:p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各教育階段自閉症學生教學輔導策略及注意事項</w:t>
            </w:r>
          </w:p>
        </w:tc>
        <w:tc>
          <w:tcPr>
            <w:tcW w:w="3969" w:type="dxa"/>
            <w:vAlign w:val="center"/>
          </w:tcPr>
          <w:p w:rsidR="00FD2320" w:rsidRDefault="00FD2320" w:rsidP="005F6344">
            <w:pPr>
              <w:pStyle w:val="NormalWeb"/>
              <w:spacing w:before="0" w:beforeAutospacing="0" w:after="0" w:afterAutospacing="0" w:line="38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臺南大學</w:t>
            </w:r>
          </w:p>
          <w:p w:rsidR="00FD2320" w:rsidRPr="00952821" w:rsidRDefault="00FD2320" w:rsidP="005F6344">
            <w:pPr>
              <w:pStyle w:val="NormalWeb"/>
              <w:spacing w:before="0" w:beforeAutospacing="0" w:after="0" w:afterAutospacing="0" w:line="38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特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殊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教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育學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系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何美慧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系主任</w:t>
            </w: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D2320" w:rsidRPr="00952821" w:rsidTr="005F6344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10/22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自閉症（大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</w:tc>
        <w:tc>
          <w:tcPr>
            <w:tcW w:w="3827" w:type="dxa"/>
          </w:tcPr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星空的孩子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 xml:space="preserve"> —</w:t>
            </w:r>
          </w:p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高等教育階段自閉症學生輔導及支持服務經驗分享</w:t>
            </w:r>
          </w:p>
        </w:tc>
        <w:tc>
          <w:tcPr>
            <w:tcW w:w="3969" w:type="dxa"/>
            <w:vAlign w:val="center"/>
          </w:tcPr>
          <w:p w:rsidR="00FD2320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大仁科技大學資源教室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謝文芳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輔導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老師</w:t>
            </w: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</w:rPr>
            </w:pPr>
          </w:p>
        </w:tc>
      </w:tr>
      <w:tr w:rsidR="00FD2320" w:rsidRPr="00952821" w:rsidTr="005F6344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10/28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學障</w:t>
            </w:r>
          </w:p>
        </w:tc>
        <w:tc>
          <w:tcPr>
            <w:tcW w:w="3827" w:type="dxa"/>
          </w:tcPr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自轉、公轉、翻轉，你我他人生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各教育階段學習障礙學生教學輔導策略及注意事項</w:t>
            </w:r>
          </w:p>
        </w:tc>
        <w:tc>
          <w:tcPr>
            <w:tcW w:w="3969" w:type="dxa"/>
            <w:vAlign w:val="center"/>
          </w:tcPr>
          <w:p w:rsidR="00FD2320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屏東大學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系</w:t>
            </w:r>
            <w:r w:rsidRPr="00952821"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  <w:t xml:space="preserve">  </w:t>
            </w:r>
            <w:r w:rsidRPr="00952821">
              <w:rPr>
                <w:rFonts w:ascii="標楷體" w:eastAsia="標楷體" w:hAnsi="標楷體" w:cs="Arial" w:hint="eastAsia"/>
                <w:b/>
                <w:kern w:val="0"/>
                <w:sz w:val="28"/>
                <w:szCs w:val="28"/>
              </w:rPr>
              <w:t>黃秋霞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教授</w:t>
            </w:r>
          </w:p>
          <w:p w:rsidR="00FD2320" w:rsidRPr="00952821" w:rsidRDefault="00FD2320" w:rsidP="005F6344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D2320" w:rsidRPr="00952821" w:rsidTr="005F6344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10/29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學障（大學）</w:t>
            </w:r>
          </w:p>
        </w:tc>
        <w:tc>
          <w:tcPr>
            <w:tcW w:w="3827" w:type="dxa"/>
          </w:tcPr>
          <w:p w:rsidR="00FD2320" w:rsidRPr="00826267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26267">
              <w:rPr>
                <w:rFonts w:ascii="標楷體" w:eastAsia="標楷體" w:hAnsi="標楷體" w:hint="eastAsia"/>
                <w:b/>
                <w:sz w:val="28"/>
                <w:szCs w:val="28"/>
              </w:rPr>
              <w:t>換一種學習策略及方法</w:t>
            </w:r>
            <w:r w:rsidRPr="00826267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826267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高等教育階段學習障礙學生學習及輔導支持服務經驗分享</w:t>
            </w:r>
          </w:p>
        </w:tc>
        <w:tc>
          <w:tcPr>
            <w:tcW w:w="3969" w:type="dxa"/>
            <w:vAlign w:val="center"/>
          </w:tcPr>
          <w:p w:rsidR="00FD2320" w:rsidRPr="00952821" w:rsidRDefault="00FD2320" w:rsidP="005F6344">
            <w:pPr>
              <w:spacing w:line="4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新生醫護管理專校資源教室</w:t>
            </w:r>
          </w:p>
          <w:p w:rsidR="00FD2320" w:rsidRPr="00952821" w:rsidRDefault="00FD2320" w:rsidP="005F6344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2821"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張敬莆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輔導老師</w:t>
            </w: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FD2320" w:rsidRPr="00952821" w:rsidTr="005F6344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11/04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資優</w:t>
            </w:r>
          </w:p>
        </w:tc>
        <w:tc>
          <w:tcPr>
            <w:tcW w:w="3827" w:type="dxa"/>
          </w:tcPr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資優之外該注意的面向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各教育階段資優學生融合教育教學策略及重點</w:t>
            </w:r>
          </w:p>
        </w:tc>
        <w:tc>
          <w:tcPr>
            <w:tcW w:w="3969" w:type="dxa"/>
          </w:tcPr>
          <w:p w:rsidR="00FD2320" w:rsidRDefault="00FD2320" w:rsidP="006E55E9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國立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臺南大學</w:t>
            </w:r>
          </w:p>
          <w:p w:rsidR="00FD2320" w:rsidRPr="00952821" w:rsidRDefault="00FD2320" w:rsidP="006E55E9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特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殊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教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育學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系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    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吳昆壽教授</w:t>
            </w:r>
          </w:p>
          <w:p w:rsidR="00FD2320" w:rsidRPr="00952821" w:rsidRDefault="00FD2320" w:rsidP="006E55E9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D2320" w:rsidRPr="00952821" w:rsidTr="005F6344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11/05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資優（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國小）</w:t>
            </w:r>
          </w:p>
        </w:tc>
        <w:tc>
          <w:tcPr>
            <w:tcW w:w="3827" w:type="dxa"/>
            <w:vAlign w:val="center"/>
          </w:tcPr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優秀能力的型塑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國小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教育階段資優學生教學及輔導經驗分享</w:t>
            </w:r>
          </w:p>
        </w:tc>
        <w:tc>
          <w:tcPr>
            <w:tcW w:w="3969" w:type="dxa"/>
            <w:vAlign w:val="center"/>
          </w:tcPr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高雄市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愛國國小資優班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曹秀美老師</w:t>
            </w: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FD2320" w:rsidRPr="00952821" w:rsidTr="005F6344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11/11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聽覺障礙</w:t>
            </w:r>
          </w:p>
        </w:tc>
        <w:tc>
          <w:tcPr>
            <w:tcW w:w="3827" w:type="dxa"/>
            <w:vAlign w:val="center"/>
          </w:tcPr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善用輔具建構正確學習環境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--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各教育階段聽覺障礙學生融合教育教學策略及重點</w:t>
            </w:r>
          </w:p>
        </w:tc>
        <w:tc>
          <w:tcPr>
            <w:tcW w:w="3969" w:type="dxa"/>
            <w:vAlign w:val="center"/>
          </w:tcPr>
          <w:p w:rsidR="00FD2320" w:rsidRPr="004C13DE" w:rsidRDefault="00FD2320" w:rsidP="005F6344">
            <w:pPr>
              <w:pStyle w:val="NormalWeb"/>
              <w:spacing w:before="0" w:beforeAutospacing="0" w:after="0" w:afterAutospacing="0" w:line="38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高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雄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師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範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學特殊教育學系</w:t>
            </w:r>
            <w:r w:rsidRPr="004C13DE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聽力學與語言治碩士班</w:t>
            </w:r>
          </w:p>
          <w:p w:rsidR="00FD2320" w:rsidRPr="00952821" w:rsidRDefault="00FD2320" w:rsidP="005F6344">
            <w:pPr>
              <w:pStyle w:val="NormalWeb"/>
              <w:spacing w:before="0" w:beforeAutospacing="0" w:after="0" w:afterAutospacing="0" w:line="38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hyperlink r:id="rId7" w:history="1">
              <w:r w:rsidRPr="00952821">
                <w:rPr>
                  <w:rFonts w:ascii="標楷體" w:eastAsia="標楷體" w:hAnsi="標楷體" w:cs="Arial" w:hint="eastAsia"/>
                  <w:b/>
                  <w:bCs/>
                  <w:sz w:val="28"/>
                  <w:szCs w:val="28"/>
                </w:rPr>
                <w:t>陳小娟</w:t>
              </w:r>
            </w:hyperlink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教授</w:t>
            </w: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D2320" w:rsidRPr="00952821" w:rsidTr="005F6344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11/12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聽覺障礙（大學）</w:t>
            </w:r>
          </w:p>
        </w:tc>
        <w:tc>
          <w:tcPr>
            <w:tcW w:w="3827" w:type="dxa"/>
            <w:vAlign w:val="center"/>
          </w:tcPr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善用其他感官能力優遊學習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--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高等教育教育階段聽覺障礙學生學習及輔導支持服務經驗分享</w:t>
            </w:r>
          </w:p>
        </w:tc>
        <w:tc>
          <w:tcPr>
            <w:tcW w:w="3969" w:type="dxa"/>
            <w:vAlign w:val="center"/>
          </w:tcPr>
          <w:p w:rsidR="00FD2320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高雄大學資源教室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方韻惇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輔導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老師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FD2320" w:rsidRPr="00952821" w:rsidTr="005F6344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11/18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情緒行為障礙</w:t>
            </w:r>
          </w:p>
        </w:tc>
        <w:tc>
          <w:tcPr>
            <w:tcW w:w="3827" w:type="dxa"/>
            <w:vAlign w:val="center"/>
          </w:tcPr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找出情緒的抒通管道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各教育階段情緒行為障礙學生輔導策略</w:t>
            </w:r>
          </w:p>
        </w:tc>
        <w:tc>
          <w:tcPr>
            <w:tcW w:w="3969" w:type="dxa"/>
            <w:vAlign w:val="center"/>
          </w:tcPr>
          <w:p w:rsidR="00FD2320" w:rsidRDefault="00FD2320" w:rsidP="005F6344">
            <w:pPr>
              <w:pStyle w:val="NormalWeb"/>
              <w:spacing w:before="0" w:beforeAutospacing="0" w:after="0" w:afterAutospacing="0" w:line="38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高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雄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師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範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</w:p>
          <w:p w:rsidR="00FD2320" w:rsidRDefault="00FD2320" w:rsidP="005F6344">
            <w:pPr>
              <w:pStyle w:val="NormalWeb"/>
              <w:spacing w:before="0" w:beforeAutospacing="0" w:after="0" w:afterAutospacing="0" w:line="38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特殊教育學系</w:t>
            </w:r>
          </w:p>
          <w:p w:rsidR="00FD2320" w:rsidRDefault="00FD2320" w:rsidP="005F6344">
            <w:pPr>
              <w:pStyle w:val="NormalWeb"/>
              <w:spacing w:before="0" w:beforeAutospacing="0" w:after="0" w:afterAutospacing="0" w:line="38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教授兼特教中心主任</w:t>
            </w:r>
          </w:p>
          <w:p w:rsidR="00FD2320" w:rsidRPr="00952821" w:rsidRDefault="00FD2320" w:rsidP="005F6344">
            <w:pPr>
              <w:pStyle w:val="NormalWeb"/>
              <w:spacing w:before="0" w:beforeAutospacing="0" w:after="0" w:afterAutospacing="0" w:line="38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蔡明富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主任</w:t>
            </w:r>
          </w:p>
          <w:p w:rsidR="00FD2320" w:rsidRPr="00952821" w:rsidRDefault="00FD2320" w:rsidP="005F6344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D2320" w:rsidRPr="00952821" w:rsidTr="005F6344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11/19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情緒行為障礙（大學）</w:t>
            </w:r>
          </w:p>
        </w:tc>
        <w:tc>
          <w:tcPr>
            <w:tcW w:w="3827" w:type="dxa"/>
            <w:vAlign w:val="center"/>
          </w:tcPr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陪伴他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.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關懷他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高等教育階段情緒行為障礙學生輔導及支持服務經驗</w:t>
            </w:r>
          </w:p>
        </w:tc>
        <w:tc>
          <w:tcPr>
            <w:tcW w:w="3969" w:type="dxa"/>
            <w:vAlign w:val="center"/>
          </w:tcPr>
          <w:p w:rsidR="00FD2320" w:rsidRDefault="00FD2320" w:rsidP="005F6344">
            <w:pPr>
              <w:widowControl/>
              <w:spacing w:line="40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高雄第一科技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大學諮商輔導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組</w:t>
            </w:r>
          </w:p>
          <w:p w:rsidR="00FD2320" w:rsidRPr="00952821" w:rsidRDefault="00FD2320" w:rsidP="005F6344">
            <w:pPr>
              <w:widowControl/>
              <w:spacing w:line="40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邱淑卿組長</w:t>
            </w:r>
          </w:p>
          <w:p w:rsidR="00FD2320" w:rsidRPr="00952821" w:rsidRDefault="00FD2320" w:rsidP="005F6344">
            <w:pPr>
              <w:widowControl/>
              <w:spacing w:line="400" w:lineRule="exact"/>
              <w:jc w:val="both"/>
              <w:rPr>
                <w:rFonts w:ascii="標楷體" w:eastAsia="標楷體" w:hAnsi="標楷體" w:cs="Arial"/>
                <w:b/>
                <w:bCs/>
              </w:rPr>
            </w:pP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D2320" w:rsidRPr="00952821" w:rsidTr="005F6344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11/25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其他（大專甄試）</w:t>
            </w:r>
          </w:p>
        </w:tc>
        <w:tc>
          <w:tcPr>
            <w:tcW w:w="3827" w:type="dxa"/>
            <w:vAlign w:val="center"/>
          </w:tcPr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多元學習管道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5F6344">
            <w:pPr>
              <w:spacing w:line="400" w:lineRule="exact"/>
              <w:ind w:right="5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105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年身心障礙學生大專甄試相關說明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D2320" w:rsidRDefault="00FD2320" w:rsidP="005F6344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身心障礙學生大專甄試負責學校國立中央大學</w:t>
            </w:r>
            <w:r w:rsidRPr="00775CDA">
              <w:rPr>
                <w:rFonts w:ascii="標楷體" w:eastAsia="標楷體" w:hAnsi="標楷體" w:hint="eastAsia"/>
                <w:b/>
                <w:sz w:val="28"/>
                <w:szCs w:val="28"/>
              </w:rPr>
              <w:t>教務處招生組</w:t>
            </w:r>
          </w:p>
          <w:p w:rsidR="00FD2320" w:rsidRPr="00952821" w:rsidRDefault="00FD2320" w:rsidP="005F6344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75CDA">
              <w:rPr>
                <w:rFonts w:ascii="標楷體" w:eastAsia="標楷體" w:hAnsi="標楷體" w:hint="eastAsia"/>
                <w:b/>
                <w:sz w:val="28"/>
                <w:szCs w:val="28"/>
              </w:rPr>
              <w:t>周弘偉組長</w:t>
            </w:r>
          </w:p>
        </w:tc>
        <w:tc>
          <w:tcPr>
            <w:tcW w:w="48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專題</w:t>
            </w:r>
          </w:p>
        </w:tc>
      </w:tr>
      <w:tr w:rsidR="00FD2320" w:rsidRPr="00952821" w:rsidTr="005F6344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11/26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其他（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12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年適性輔導安置）</w:t>
            </w:r>
          </w:p>
        </w:tc>
        <w:tc>
          <w:tcPr>
            <w:tcW w:w="3827" w:type="dxa"/>
            <w:vAlign w:val="center"/>
          </w:tcPr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最適性的安排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12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年適性輔導安置相關說明及注意事項</w:t>
            </w:r>
          </w:p>
        </w:tc>
        <w:tc>
          <w:tcPr>
            <w:tcW w:w="3969" w:type="dxa"/>
            <w:vAlign w:val="center"/>
          </w:tcPr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105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年身心障礙學生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12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年適性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安置專案負責學校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國立二林高級工商職業學校</w:t>
            </w:r>
          </w:p>
          <w:p w:rsidR="00FD2320" w:rsidRPr="00952821" w:rsidRDefault="00FD2320" w:rsidP="005F6344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75CDA">
              <w:rPr>
                <w:rFonts w:ascii="標楷體" w:eastAsia="標楷體" w:hAnsi="標楷體" w:hint="eastAsia"/>
                <w:b/>
                <w:sz w:val="28"/>
                <w:szCs w:val="28"/>
              </w:rPr>
              <w:t>鄭玉珠校長</w:t>
            </w:r>
          </w:p>
        </w:tc>
        <w:tc>
          <w:tcPr>
            <w:tcW w:w="48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專題</w:t>
            </w:r>
          </w:p>
        </w:tc>
      </w:tr>
      <w:tr w:rsidR="00FD2320" w:rsidRPr="00952821" w:rsidTr="005F6344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12/02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人權</w:t>
            </w:r>
          </w:p>
        </w:tc>
        <w:tc>
          <w:tcPr>
            <w:tcW w:w="3827" w:type="dxa"/>
            <w:vAlign w:val="center"/>
          </w:tcPr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發揮人道精神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身心障礙人士人權議題探討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（或家暴）</w:t>
            </w:r>
          </w:p>
        </w:tc>
        <w:tc>
          <w:tcPr>
            <w:tcW w:w="3969" w:type="dxa"/>
            <w:vAlign w:val="center"/>
          </w:tcPr>
          <w:p w:rsidR="00FD2320" w:rsidRDefault="00FD2320" w:rsidP="005F6344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國立中正大學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shd w:val="clear" w:color="auto" w:fill="FFFFFF"/>
              </w:rPr>
              <w:t>犯罪防治學</w:t>
            </w:r>
          </w:p>
          <w:p w:rsidR="00FD2320" w:rsidRPr="00952821" w:rsidRDefault="00FD2320" w:rsidP="005F6344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515F4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shd w:val="clear" w:color="auto" w:fill="FFFFFF"/>
              </w:rPr>
              <w:t>教授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shd w:val="clear" w:color="auto" w:fill="FFFFFF"/>
              </w:rPr>
              <w:t>兼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學務長</w:t>
            </w:r>
            <w:r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鄭瑞隆學務長</w:t>
            </w:r>
          </w:p>
        </w:tc>
        <w:tc>
          <w:tcPr>
            <w:tcW w:w="486" w:type="dxa"/>
            <w:vAlign w:val="center"/>
          </w:tcPr>
          <w:p w:rsidR="00FD2320" w:rsidRDefault="00FD2320" w:rsidP="005F6344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專</w:t>
            </w:r>
          </w:p>
          <w:p w:rsidR="00FD2320" w:rsidRPr="00952821" w:rsidRDefault="00FD2320" w:rsidP="005F6344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題</w:t>
            </w:r>
          </w:p>
        </w:tc>
      </w:tr>
      <w:tr w:rsidR="00FD2320" w:rsidRPr="00952821" w:rsidTr="000D5635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12/03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其他（生命教育）</w:t>
            </w:r>
          </w:p>
        </w:tc>
        <w:tc>
          <w:tcPr>
            <w:tcW w:w="3827" w:type="dxa"/>
          </w:tcPr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生命的風華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特教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學生生命教育的教學及重點方向</w:t>
            </w:r>
          </w:p>
        </w:tc>
        <w:tc>
          <w:tcPr>
            <w:tcW w:w="3969" w:type="dxa"/>
            <w:vAlign w:val="center"/>
          </w:tcPr>
          <w:p w:rsidR="00FD2320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環球科技大學中小企業經營策略管理碩士班</w:t>
            </w:r>
          </w:p>
          <w:p w:rsidR="00FD2320" w:rsidRPr="00952821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陳彥廷同學</w:t>
            </w: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</w:rPr>
            </w:pPr>
          </w:p>
        </w:tc>
      </w:tr>
      <w:tr w:rsidR="00FD2320" w:rsidRPr="00952821" w:rsidTr="000D5635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12/09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性別平等</w:t>
            </w:r>
          </w:p>
        </w:tc>
        <w:tc>
          <w:tcPr>
            <w:tcW w:w="3827" w:type="dxa"/>
          </w:tcPr>
          <w:p w:rsidR="00FD2320" w:rsidRPr="00952821" w:rsidRDefault="00FD2320" w:rsidP="006E55E9">
            <w:pPr>
              <w:spacing w:line="400" w:lineRule="exact"/>
              <w:ind w:rightChars="-64" w:right="-154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好奇的領域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--</w:t>
            </w:r>
          </w:p>
          <w:p w:rsidR="00FD2320" w:rsidRPr="00952821" w:rsidRDefault="00FD2320" w:rsidP="006E55E9">
            <w:pPr>
              <w:spacing w:line="400" w:lineRule="exact"/>
              <w:ind w:rightChars="-64" w:right="-154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身心障礙學生性別平等教育的教學重點及防患未然之道</w:t>
            </w:r>
          </w:p>
        </w:tc>
        <w:tc>
          <w:tcPr>
            <w:tcW w:w="3969" w:type="dxa"/>
            <w:vAlign w:val="center"/>
          </w:tcPr>
          <w:p w:rsidR="00FD2320" w:rsidRPr="0086441E" w:rsidRDefault="00FD2320" w:rsidP="000D5635">
            <w:pPr>
              <w:pStyle w:val="NormalWeb"/>
              <w:spacing w:before="0" w:beforeAutospacing="0" w:after="0" w:afterAutospacing="0" w:line="40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高雄市立中正高級工業職業學校</w:t>
            </w:r>
            <w:r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卓耕宇輔導老師</w:t>
            </w:r>
          </w:p>
        </w:tc>
        <w:tc>
          <w:tcPr>
            <w:tcW w:w="486" w:type="dxa"/>
          </w:tcPr>
          <w:p w:rsidR="00FD2320" w:rsidRPr="00952821" w:rsidRDefault="00FD2320" w:rsidP="005F6344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專題</w:t>
            </w:r>
          </w:p>
        </w:tc>
      </w:tr>
      <w:tr w:rsidR="00FD2320" w:rsidRPr="00952821" w:rsidTr="000D5635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12/10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肢障（大學</w:t>
            </w:r>
          </w:p>
        </w:tc>
        <w:tc>
          <w:tcPr>
            <w:tcW w:w="3827" w:type="dxa"/>
          </w:tcPr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建構有愛無礙的環境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高等教育階段肢體障礙學生學習及輔導支持服務經驗分享</w:t>
            </w:r>
          </w:p>
        </w:tc>
        <w:tc>
          <w:tcPr>
            <w:tcW w:w="3969" w:type="dxa"/>
            <w:vAlign w:val="center"/>
          </w:tcPr>
          <w:p w:rsidR="00FD2320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DE3FA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屏東大學資源教室</w:t>
            </w:r>
          </w:p>
          <w:p w:rsidR="00FD2320" w:rsidRPr="00DE3FAA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DE3FA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溫明俊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輔導</w:t>
            </w:r>
            <w:r w:rsidRPr="00DE3FA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老師</w:t>
            </w:r>
          </w:p>
          <w:p w:rsidR="00FD2320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775CD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資訊管理系四年級</w:t>
            </w:r>
          </w:p>
          <w:p w:rsidR="00FD2320" w:rsidRPr="00775CDA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775CD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吳孟莼同學</w:t>
            </w: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D2320" w:rsidRPr="00952821" w:rsidTr="000D5635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12/16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智障</w:t>
            </w:r>
          </w:p>
        </w:tc>
        <w:tc>
          <w:tcPr>
            <w:tcW w:w="3827" w:type="dxa"/>
          </w:tcPr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多元的啟發試探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各教育階段智能障礙學生教學輔導策略及注意事項</w:t>
            </w:r>
          </w:p>
        </w:tc>
        <w:tc>
          <w:tcPr>
            <w:tcW w:w="3969" w:type="dxa"/>
            <w:vAlign w:val="center"/>
          </w:tcPr>
          <w:p w:rsidR="00FD2320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屏東大學特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系</w:t>
            </w:r>
            <w:r w:rsidRPr="00775CD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系主任兼特教中心主任</w:t>
            </w:r>
          </w:p>
          <w:p w:rsidR="00FD2320" w:rsidRPr="00775CDA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775CD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黃玉枝主任</w:t>
            </w:r>
          </w:p>
          <w:p w:rsidR="00FD2320" w:rsidRPr="00952821" w:rsidRDefault="00FD2320" w:rsidP="000D5635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D2320" w:rsidRPr="00952821" w:rsidTr="000D5635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12/17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智障（學前早療或國小）</w:t>
            </w:r>
          </w:p>
        </w:tc>
        <w:tc>
          <w:tcPr>
            <w:tcW w:w="3827" w:type="dxa"/>
          </w:tcPr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生活的能力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B96165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國小教育階段智能障礙學生教學經驗分享</w:t>
            </w:r>
          </w:p>
        </w:tc>
        <w:tc>
          <w:tcPr>
            <w:tcW w:w="3969" w:type="dxa"/>
            <w:vAlign w:val="center"/>
          </w:tcPr>
          <w:p w:rsidR="00FD2320" w:rsidRPr="00782B01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2B01">
              <w:rPr>
                <w:rFonts w:ascii="標楷體" w:eastAsia="標楷體" w:hAnsi="標楷體" w:hint="eastAsia"/>
                <w:b/>
                <w:sz w:val="28"/>
                <w:szCs w:val="28"/>
              </w:rPr>
              <w:t>臺南市</w:t>
            </w:r>
            <w:r w:rsidRPr="00782B0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大灣國小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特教班</w:t>
            </w:r>
          </w:p>
          <w:p w:rsidR="00FD2320" w:rsidRPr="00782B01" w:rsidRDefault="00FD2320" w:rsidP="000D5635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782B01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康琮富老師</w:t>
            </w:r>
          </w:p>
          <w:p w:rsidR="00FD2320" w:rsidRPr="00952821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D2320" w:rsidRPr="00952821" w:rsidTr="000D5635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12/23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職業（大學）</w:t>
            </w:r>
          </w:p>
        </w:tc>
        <w:tc>
          <w:tcPr>
            <w:tcW w:w="3827" w:type="dxa"/>
          </w:tcPr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職場停看聽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574933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身心障礙學生職業教育的</w:t>
            </w:r>
            <w:r w:rsidRPr="00574933">
              <w:rPr>
                <w:rFonts w:ascii="標楷體" w:eastAsia="標楷體" w:hAnsi="標楷體" w:hint="eastAsia"/>
                <w:b/>
                <w:sz w:val="28"/>
                <w:szCs w:val="28"/>
              </w:rPr>
              <w:t>職涯探索及能力評估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注意事項（大學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</w:tc>
        <w:tc>
          <w:tcPr>
            <w:tcW w:w="3969" w:type="dxa"/>
            <w:vAlign w:val="center"/>
          </w:tcPr>
          <w:p w:rsidR="00FD2320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國立</w:t>
            </w:r>
            <w:r w:rsidRPr="003A42E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高</w:t>
            </w:r>
            <w:r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雄</w:t>
            </w:r>
            <w:r w:rsidRPr="003A42E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師</w:t>
            </w:r>
            <w:r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範</w:t>
            </w:r>
            <w:r w:rsidRPr="003A42E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學</w:t>
            </w:r>
            <w:r w:rsidRPr="003A42E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諮商心理與復健諮商</w:t>
            </w:r>
            <w:r w:rsidRPr="0095282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研究所</w:t>
            </w:r>
            <w:r w:rsidRPr="00952821">
              <w:rPr>
                <w:rFonts w:ascii="標楷體" w:eastAsia="標楷體" w:hAnsi="標楷體" w:cs="Arial"/>
                <w:b/>
                <w:sz w:val="28"/>
                <w:szCs w:val="28"/>
              </w:rPr>
              <w:t xml:space="preserve">  </w:t>
            </w:r>
          </w:p>
          <w:p w:rsidR="00FD2320" w:rsidRPr="00952821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吳明宜教授</w:t>
            </w: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D2320" w:rsidRPr="00952821" w:rsidTr="000D5635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12/24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發展遲緩</w:t>
            </w:r>
          </w:p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（學前）</w:t>
            </w:r>
          </w:p>
        </w:tc>
        <w:tc>
          <w:tcPr>
            <w:tcW w:w="3827" w:type="dxa"/>
          </w:tcPr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提升觀察力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提早發現問題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發展遲緩孩童早期療育的重要性及經驗分享</w:t>
            </w:r>
          </w:p>
        </w:tc>
        <w:tc>
          <w:tcPr>
            <w:tcW w:w="3969" w:type="dxa"/>
            <w:vAlign w:val="center"/>
          </w:tcPr>
          <w:p w:rsidR="00FD2320" w:rsidRDefault="00FD2320" w:rsidP="000D5635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E66C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屏東縣立仁愛國民小學</w:t>
            </w:r>
          </w:p>
          <w:p w:rsidR="00FD2320" w:rsidRPr="002E66CA" w:rsidRDefault="00FD2320" w:rsidP="000D5635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學前特教巡迴輔導</w:t>
            </w:r>
          </w:p>
          <w:p w:rsidR="00FD2320" w:rsidRPr="002E66CA" w:rsidRDefault="00FD2320" w:rsidP="000D5635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黃惠萍</w:t>
            </w:r>
            <w:r w:rsidRPr="002E66C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老師</w:t>
            </w:r>
          </w:p>
          <w:p w:rsidR="00FD2320" w:rsidRPr="00952821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D2320" w:rsidRPr="00952821" w:rsidTr="000D5635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12/30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（六）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語障</w:t>
            </w:r>
          </w:p>
        </w:tc>
        <w:tc>
          <w:tcPr>
            <w:tcW w:w="3827" w:type="dxa"/>
          </w:tcPr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對症下藥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各教育階段語言障礙學生教學輔導策略及注意事項（包括輔具的正確使用）</w:t>
            </w:r>
          </w:p>
        </w:tc>
        <w:tc>
          <w:tcPr>
            <w:tcW w:w="3969" w:type="dxa"/>
            <w:vAlign w:val="center"/>
          </w:tcPr>
          <w:p w:rsidR="00FD2320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高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雄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師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範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</w:p>
          <w:p w:rsidR="00FD2320" w:rsidRPr="00952821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系</w:t>
            </w:r>
            <w:r w:rsidRPr="00952821"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鄭臻貞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教授</w:t>
            </w:r>
          </w:p>
          <w:p w:rsidR="00FD2320" w:rsidRPr="00952821" w:rsidRDefault="00FD2320" w:rsidP="000D5635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</w:p>
        </w:tc>
        <w:tc>
          <w:tcPr>
            <w:tcW w:w="486" w:type="dxa"/>
          </w:tcPr>
          <w:p w:rsidR="00FD2320" w:rsidRPr="00952821" w:rsidRDefault="00FD2320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D2320" w:rsidRPr="00952821" w:rsidTr="000D5635">
        <w:tc>
          <w:tcPr>
            <w:tcW w:w="1242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12/31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（日）</w:t>
            </w:r>
          </w:p>
        </w:tc>
        <w:tc>
          <w:tcPr>
            <w:tcW w:w="1276" w:type="dxa"/>
            <w:vAlign w:val="center"/>
          </w:tcPr>
          <w:p w:rsidR="00FD2320" w:rsidRPr="00952821" w:rsidRDefault="00FD2320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語障（學前早療）</w:t>
            </w:r>
          </w:p>
        </w:tc>
        <w:tc>
          <w:tcPr>
            <w:tcW w:w="3827" w:type="dxa"/>
          </w:tcPr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請聽我說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</w:p>
          <w:p w:rsidR="00FD2320" w:rsidRPr="00952821" w:rsidRDefault="00FD2320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學前教育階段語言障礙學童早期療育重點及注意事項</w:t>
            </w:r>
          </w:p>
        </w:tc>
        <w:tc>
          <w:tcPr>
            <w:tcW w:w="3969" w:type="dxa"/>
            <w:vAlign w:val="center"/>
          </w:tcPr>
          <w:p w:rsidR="00FD2320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高雄市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鳳西國小</w:t>
            </w:r>
          </w:p>
          <w:p w:rsidR="00FD2320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學前語障巡迴輔導</w:t>
            </w:r>
          </w:p>
          <w:p w:rsidR="00FD2320" w:rsidRPr="00326D63" w:rsidRDefault="00FD2320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洪書嫻老師</w:t>
            </w:r>
          </w:p>
        </w:tc>
        <w:tc>
          <w:tcPr>
            <w:tcW w:w="486" w:type="dxa"/>
          </w:tcPr>
          <w:p w:rsidR="00FD2320" w:rsidRPr="00952821" w:rsidRDefault="00FD2320" w:rsidP="0033288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</w:tbl>
    <w:p w:rsidR="00FD2320" w:rsidRPr="00C431CF" w:rsidRDefault="00FD2320" w:rsidP="001E7A75">
      <w:pPr>
        <w:rPr>
          <w:b/>
          <w:sz w:val="28"/>
          <w:szCs w:val="28"/>
        </w:rPr>
      </w:pPr>
      <w:r w:rsidRPr="00C431CF">
        <w:rPr>
          <w:rFonts w:ascii="新細明體" w:hAnsi="新細明體"/>
          <w:b/>
          <w:sz w:val="44"/>
          <w:szCs w:val="44"/>
        </w:rPr>
        <w:t>*</w:t>
      </w:r>
      <w:r w:rsidRPr="00C431CF">
        <w:rPr>
          <w:rFonts w:ascii="新細明體" w:hAnsi="新細明體" w:hint="eastAsia"/>
          <w:b/>
          <w:sz w:val="28"/>
          <w:szCs w:val="28"/>
        </w:rPr>
        <w:t>請</w:t>
      </w:r>
      <w:r>
        <w:rPr>
          <w:rFonts w:ascii="新細明體" w:hAnsi="新細明體" w:hint="eastAsia"/>
          <w:b/>
          <w:sz w:val="28"/>
          <w:szCs w:val="28"/>
        </w:rPr>
        <w:t>協助公告</w:t>
      </w:r>
    </w:p>
    <w:p w:rsidR="00FD2320" w:rsidRPr="00955746" w:rsidRDefault="00FD2320" w:rsidP="001E7A75">
      <w:pPr>
        <w:spacing w:line="420" w:lineRule="exact"/>
        <w:rPr>
          <w:b/>
          <w:sz w:val="28"/>
          <w:szCs w:val="28"/>
        </w:rPr>
      </w:pPr>
      <w:r w:rsidRPr="00955746">
        <w:rPr>
          <w:rFonts w:hint="eastAsia"/>
          <w:b/>
          <w:sz w:val="28"/>
          <w:szCs w:val="28"/>
        </w:rPr>
        <w:t>國立教育廣播電台「特別的愛」節目收聽資訊</w:t>
      </w:r>
    </w:p>
    <w:p w:rsidR="00FD2320" w:rsidRDefault="00FD2320" w:rsidP="001E7A75">
      <w:pPr>
        <w:spacing w:line="420" w:lineRule="exact"/>
      </w:pPr>
      <w:r w:rsidRPr="00955746">
        <w:rPr>
          <w:rFonts w:hint="eastAsia"/>
          <w:b/>
        </w:rPr>
        <w:t>壹、首頁網址：</w:t>
      </w:r>
      <w:hyperlink r:id="rId8" w:history="1">
        <w:r w:rsidRPr="00E0255B">
          <w:rPr>
            <w:rStyle w:val="Hyperlink"/>
          </w:rPr>
          <w:t>http://news.ner.gov.tw/</w:t>
        </w:r>
      </w:hyperlink>
    </w:p>
    <w:p w:rsidR="00FD2320" w:rsidRPr="0014793E" w:rsidRDefault="00FD2320" w:rsidP="001E7A75">
      <w:pPr>
        <w:spacing w:line="420" w:lineRule="exact"/>
      </w:pPr>
    </w:p>
    <w:p w:rsidR="00FD2320" w:rsidRPr="00806CC9" w:rsidRDefault="00FD2320" w:rsidP="001E7A75">
      <w:pPr>
        <w:spacing w:line="420" w:lineRule="exact"/>
        <w:rPr>
          <w:rFonts w:ascii="新細明體"/>
          <w:b/>
        </w:rPr>
      </w:pPr>
      <w:r w:rsidRPr="00955746">
        <w:rPr>
          <w:rFonts w:hint="eastAsia"/>
          <w:b/>
        </w:rPr>
        <w:t>貳、</w:t>
      </w:r>
      <w:r w:rsidRPr="00955746">
        <w:rPr>
          <w:rFonts w:ascii="新細明體" w:hAnsi="新細明體" w:hint="eastAsia"/>
          <w:b/>
        </w:rPr>
        <w:t>播岀時間：</w:t>
      </w:r>
      <w:r w:rsidRPr="00806CC9">
        <w:rPr>
          <w:rFonts w:ascii="新細明體" w:hAnsi="新細明體" w:hint="eastAsia"/>
          <w:b/>
        </w:rPr>
        <w:t>每週六、日</w:t>
      </w:r>
      <w:r w:rsidRPr="00806CC9">
        <w:rPr>
          <w:rFonts w:ascii="新細明體" w:hAnsi="新細明體"/>
          <w:b/>
        </w:rPr>
        <w:t>16</w:t>
      </w:r>
      <w:r w:rsidRPr="00806CC9">
        <w:rPr>
          <w:rFonts w:ascii="新細明體" w:hAnsi="新細明體" w:hint="eastAsia"/>
          <w:b/>
        </w:rPr>
        <w:t>：</w:t>
      </w:r>
      <w:r w:rsidRPr="00806CC9">
        <w:rPr>
          <w:rFonts w:ascii="新細明體" w:hAnsi="新細明體"/>
          <w:b/>
        </w:rPr>
        <w:t>05</w:t>
      </w:r>
      <w:r w:rsidRPr="00806CC9">
        <w:rPr>
          <w:rFonts w:ascii="新細明體" w:hAnsi="新細明體" w:hint="eastAsia"/>
          <w:b/>
        </w:rPr>
        <w:t>～</w:t>
      </w:r>
      <w:r w:rsidRPr="00806CC9">
        <w:rPr>
          <w:rFonts w:ascii="新細明體" w:hAnsi="新細明體"/>
          <w:b/>
        </w:rPr>
        <w:t>17</w:t>
      </w:r>
      <w:r w:rsidRPr="00806CC9">
        <w:rPr>
          <w:rFonts w:ascii="新細明體" w:hAnsi="新細明體" w:hint="eastAsia"/>
          <w:b/>
        </w:rPr>
        <w:t>：</w:t>
      </w:r>
      <w:r w:rsidRPr="00806CC9">
        <w:rPr>
          <w:rFonts w:ascii="新細明體"/>
          <w:b/>
        </w:rPr>
        <w:t>00</w:t>
      </w:r>
    </w:p>
    <w:p w:rsidR="00FD2320" w:rsidRPr="00580B8C" w:rsidRDefault="00FD2320" w:rsidP="001E7A75">
      <w:pPr>
        <w:spacing w:line="420" w:lineRule="exact"/>
        <w:rPr>
          <w:rFonts w:ascii="新細明體"/>
        </w:rPr>
      </w:pPr>
    </w:p>
    <w:p w:rsidR="00FD2320" w:rsidRDefault="00FD2320" w:rsidP="001E7A75">
      <w:pPr>
        <w:spacing w:line="420" w:lineRule="exact"/>
        <w:ind w:left="480" w:hangingChars="200" w:hanging="480"/>
        <w:rPr>
          <w:rFonts w:ascii="新細明體"/>
        </w:rPr>
      </w:pPr>
      <w:r w:rsidRPr="00955746">
        <w:rPr>
          <w:rFonts w:ascii="新細明體" w:hAnsi="新細明體" w:hint="eastAsia"/>
          <w:b/>
        </w:rPr>
        <w:t>參、典藏資料庫：</w:t>
      </w:r>
      <w:r w:rsidRPr="00337F34">
        <w:rPr>
          <w:rFonts w:ascii="新細明體" w:hAnsi="新細明體" w:hint="eastAsia"/>
          <w:b/>
        </w:rPr>
        <w:t>網路收藏節目自</w:t>
      </w:r>
      <w:r w:rsidRPr="00337F34">
        <w:rPr>
          <w:rFonts w:ascii="新細明體" w:hAnsi="新細明體"/>
          <w:b/>
        </w:rPr>
        <w:t>94</w:t>
      </w:r>
      <w:r w:rsidRPr="00337F34">
        <w:rPr>
          <w:rFonts w:ascii="新細明體" w:hAnsi="新細明體" w:hint="eastAsia"/>
          <w:b/>
        </w:rPr>
        <w:t>年</w:t>
      </w:r>
      <w:r w:rsidRPr="00337F34">
        <w:rPr>
          <w:rFonts w:ascii="新細明體" w:hAnsi="新細明體"/>
          <w:b/>
        </w:rPr>
        <w:t>10</w:t>
      </w:r>
      <w:r w:rsidRPr="00337F34">
        <w:rPr>
          <w:rFonts w:ascii="新細明體" w:hAnsi="新細明體" w:hint="eastAsia"/>
          <w:b/>
        </w:rPr>
        <w:t>月</w:t>
      </w:r>
      <w:r w:rsidRPr="00337F34">
        <w:rPr>
          <w:rFonts w:ascii="新細明體" w:hAnsi="新細明體"/>
          <w:b/>
        </w:rPr>
        <w:t>1</w:t>
      </w:r>
      <w:r w:rsidRPr="00337F34">
        <w:rPr>
          <w:rFonts w:ascii="新細明體" w:hAnsi="新細明體" w:hint="eastAsia"/>
          <w:b/>
        </w:rPr>
        <w:t>日起迄今</w:t>
      </w:r>
      <w:r>
        <w:rPr>
          <w:rFonts w:ascii="新細明體" w:hAnsi="新細明體" w:hint="eastAsia"/>
          <w:b/>
        </w:rPr>
        <w:t>（按障礙別分類）</w:t>
      </w:r>
    </w:p>
    <w:p w:rsidR="00FD2320" w:rsidRPr="00955746" w:rsidRDefault="00FD2320" w:rsidP="001E7A75">
      <w:pPr>
        <w:spacing w:line="420" w:lineRule="exact"/>
        <w:ind w:leftChars="200" w:left="480"/>
      </w:pPr>
      <w:hyperlink r:id="rId9" w:history="1">
        <w:r w:rsidRPr="00955746">
          <w:rPr>
            <w:rStyle w:val="Hyperlink"/>
          </w:rPr>
          <w:t>http://digitweb.ner.gov.tw/bin/home.php</w:t>
        </w:r>
      </w:hyperlink>
    </w:p>
    <w:p w:rsidR="00FD2320" w:rsidRDefault="00FD2320" w:rsidP="001E7A75">
      <w:pPr>
        <w:spacing w:line="420" w:lineRule="exact"/>
        <w:rPr>
          <w:rFonts w:ascii="新細明體"/>
        </w:rPr>
      </w:pPr>
    </w:p>
    <w:p w:rsidR="00FD2320" w:rsidRPr="00955746" w:rsidRDefault="00FD2320" w:rsidP="001E7A75">
      <w:pPr>
        <w:spacing w:line="420" w:lineRule="exact"/>
        <w:ind w:left="480" w:hangingChars="200" w:hanging="480"/>
        <w:rPr>
          <w:b/>
        </w:rPr>
      </w:pPr>
      <w:r w:rsidRPr="00955746">
        <w:rPr>
          <w:rFonts w:hint="eastAsia"/>
          <w:b/>
        </w:rPr>
        <w:t>肆、收聽頻道：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638"/>
      </w:tblGrid>
      <w:tr w:rsidR="00FD2320" w:rsidRPr="00580B8C" w:rsidTr="00761214">
        <w:trPr>
          <w:tblCellSpacing w:w="0" w:type="dxa"/>
        </w:trPr>
        <w:tc>
          <w:tcPr>
            <w:tcW w:w="0" w:type="auto"/>
            <w:vAlign w:val="center"/>
          </w:tcPr>
          <w:p w:rsidR="00FD2320" w:rsidRPr="00580B8C" w:rsidRDefault="00FD2320" w:rsidP="00761214">
            <w:pPr>
              <w:pStyle w:val="NormalWeb"/>
              <w:spacing w:line="420" w:lineRule="exact"/>
            </w:pPr>
            <w:r w:rsidRPr="00580B8C">
              <w:rPr>
                <w:rFonts w:hint="eastAsia"/>
              </w:rPr>
              <w:t>※全國調頻網</w:t>
            </w:r>
            <w:r w:rsidRPr="00580B8C">
              <w:t>(</w:t>
            </w:r>
            <w:r w:rsidRPr="00580B8C">
              <w:rPr>
                <w:rFonts w:hint="eastAsia"/>
              </w:rPr>
              <w:t>收聽地區涵蓋全國各縣市，包括臺灣本島、澎湖、金門及馬祖</w:t>
            </w:r>
            <w:r w:rsidRPr="00580B8C">
              <w:t>) </w:t>
            </w:r>
          </w:p>
        </w:tc>
      </w:tr>
      <w:tr w:rsidR="00FD2320" w:rsidRPr="00580B8C" w:rsidTr="00761214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627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740"/>
              <w:gridCol w:w="4179"/>
            </w:tblGrid>
            <w:tr w:rsidR="00FD2320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0" w:history="1">
                    <w:r w:rsidRPr="00580B8C">
                      <w:rPr>
                        <w:rStyle w:val="Hyperlink"/>
                        <w:rFonts w:hint="eastAsia"/>
                      </w:rPr>
                      <w:t>台北總臺</w:t>
                    </w:r>
                    <w:r w:rsidRPr="00580B8C">
                      <w:rPr>
                        <w:rStyle w:val="Hyperlink"/>
                      </w:rPr>
                      <w:t>FM101.7MHz</w:t>
                    </w:r>
                  </w:hyperlink>
                </w:p>
              </w:tc>
              <w:tc>
                <w:tcPr>
                  <w:tcW w:w="2313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1" w:anchor="2" w:history="1">
                    <w:r w:rsidRPr="00580B8C">
                      <w:rPr>
                        <w:rStyle w:val="Hyperlink"/>
                        <w:rFonts w:hint="eastAsia"/>
                      </w:rPr>
                      <w:t>苗栗轉播站</w:t>
                    </w:r>
                    <w:r w:rsidRPr="00580B8C">
                      <w:rPr>
                        <w:rStyle w:val="Hyperlink"/>
                      </w:rPr>
                      <w:t>FM103.9MHz</w:t>
                    </w:r>
                  </w:hyperlink>
                </w:p>
              </w:tc>
            </w:tr>
            <w:tr w:rsidR="00FD2320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2" w:history="1">
                    <w:r w:rsidRPr="00580B8C">
                      <w:rPr>
                        <w:rStyle w:val="Hyperlink"/>
                        <w:rFonts w:hint="eastAsia"/>
                      </w:rPr>
                      <w:t>彰化分臺</w:t>
                    </w:r>
                    <w:r w:rsidRPr="00580B8C">
                      <w:rPr>
                        <w:rStyle w:val="Hyperlink"/>
                      </w:rPr>
                      <w:t>FM103.5MHz</w:t>
                    </w:r>
                  </w:hyperlink>
                </w:p>
              </w:tc>
              <w:tc>
                <w:tcPr>
                  <w:tcW w:w="2313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3" w:anchor="2" w:history="1">
                    <w:r w:rsidRPr="00580B8C">
                      <w:rPr>
                        <w:rStyle w:val="Hyperlink"/>
                        <w:rFonts w:hint="eastAsia"/>
                      </w:rPr>
                      <w:t>澎湖轉播站</w:t>
                    </w:r>
                    <w:r w:rsidRPr="00580B8C">
                      <w:rPr>
                        <w:rStyle w:val="Hyperlink"/>
                      </w:rPr>
                      <w:t>FM99.1MHz</w:t>
                    </w:r>
                  </w:hyperlink>
                </w:p>
              </w:tc>
            </w:tr>
            <w:tr w:rsidR="00FD2320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4" w:history="1">
                    <w:r w:rsidRPr="00580B8C">
                      <w:rPr>
                        <w:rStyle w:val="Hyperlink"/>
                        <w:rFonts w:hint="eastAsia"/>
                      </w:rPr>
                      <w:t>高雄分臺</w:t>
                    </w:r>
                    <w:r w:rsidRPr="00580B8C">
                      <w:rPr>
                        <w:rStyle w:val="Hyperlink"/>
                      </w:rPr>
                      <w:t>FM101.7MHz</w:t>
                    </w:r>
                  </w:hyperlink>
                </w:p>
              </w:tc>
              <w:tc>
                <w:tcPr>
                  <w:tcW w:w="2313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5" w:anchor="1" w:history="1">
                    <w:r w:rsidRPr="00580B8C">
                      <w:rPr>
                        <w:rStyle w:val="Hyperlink"/>
                        <w:rFonts w:hint="eastAsia"/>
                      </w:rPr>
                      <w:t>玉里轉播站學習網</w:t>
                    </w:r>
                    <w:r w:rsidRPr="00580B8C">
                      <w:rPr>
                        <w:rStyle w:val="Hyperlink"/>
                      </w:rPr>
                      <w:t>FM100.3MHz</w:t>
                    </w:r>
                  </w:hyperlink>
                </w:p>
              </w:tc>
            </w:tr>
            <w:tr w:rsidR="00FD2320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6" w:history="1">
                    <w:r w:rsidRPr="00580B8C">
                      <w:rPr>
                        <w:rStyle w:val="Hyperlink"/>
                        <w:rFonts w:hint="eastAsia"/>
                      </w:rPr>
                      <w:t>台東分臺學習網</w:t>
                    </w:r>
                    <w:r w:rsidRPr="00580B8C">
                      <w:rPr>
                        <w:rStyle w:val="Hyperlink"/>
                      </w:rPr>
                      <w:t>FM102.9MHz</w:t>
                    </w:r>
                  </w:hyperlink>
                </w:p>
              </w:tc>
              <w:tc>
                <w:tcPr>
                  <w:tcW w:w="2313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7" w:anchor="2" w:history="1">
                    <w:r w:rsidRPr="00580B8C">
                      <w:rPr>
                        <w:rStyle w:val="Hyperlink"/>
                        <w:rFonts w:hint="eastAsia"/>
                      </w:rPr>
                      <w:t>宜蘭轉播站</w:t>
                    </w:r>
                    <w:r w:rsidRPr="00580B8C">
                      <w:rPr>
                        <w:rStyle w:val="Hyperlink"/>
                      </w:rPr>
                      <w:t>FM103.5MHz</w:t>
                    </w:r>
                  </w:hyperlink>
                </w:p>
              </w:tc>
            </w:tr>
            <w:tr w:rsidR="00FD2320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8" w:history="1">
                    <w:r w:rsidRPr="00580B8C">
                      <w:rPr>
                        <w:rStyle w:val="Hyperlink"/>
                        <w:rFonts w:hint="eastAsia"/>
                      </w:rPr>
                      <w:t>花蓮分臺學習網</w:t>
                    </w:r>
                    <w:r w:rsidRPr="00580B8C">
                      <w:rPr>
                        <w:rStyle w:val="Hyperlink"/>
                      </w:rPr>
                      <w:t>FM103.7MHz</w:t>
                    </w:r>
                  </w:hyperlink>
                </w:p>
              </w:tc>
              <w:tc>
                <w:tcPr>
                  <w:tcW w:w="2313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9" w:tgtFrame="_self" w:history="1">
                    <w:r w:rsidRPr="00580B8C">
                      <w:rPr>
                        <w:rStyle w:val="Hyperlink"/>
                        <w:rFonts w:hint="eastAsia"/>
                      </w:rPr>
                      <w:t>基隆轉播站</w:t>
                    </w:r>
                    <w:r w:rsidRPr="00580B8C">
                      <w:rPr>
                        <w:rStyle w:val="Hyperlink"/>
                      </w:rPr>
                      <w:t>FM100.1MHz</w:t>
                    </w:r>
                  </w:hyperlink>
                </w:p>
              </w:tc>
            </w:tr>
            <w:tr w:rsidR="00FD2320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0" w:anchor="3" w:history="1">
                    <w:r w:rsidRPr="00580B8C">
                      <w:rPr>
                        <w:rStyle w:val="Hyperlink"/>
                        <w:rFonts w:hint="eastAsia"/>
                      </w:rPr>
                      <w:t>南投轉播站</w:t>
                    </w:r>
                    <w:r w:rsidRPr="00580B8C">
                      <w:rPr>
                        <w:rStyle w:val="Hyperlink"/>
                      </w:rPr>
                      <w:t>FM98.1MHz</w:t>
                    </w:r>
                  </w:hyperlink>
                </w:p>
              </w:tc>
              <w:tc>
                <w:tcPr>
                  <w:tcW w:w="2313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1" w:anchor="1" w:history="1">
                    <w:r w:rsidRPr="00580B8C">
                      <w:rPr>
                        <w:rStyle w:val="Hyperlink"/>
                        <w:rFonts w:hint="eastAsia"/>
                      </w:rPr>
                      <w:t>枕頭山轉播站</w:t>
                    </w:r>
                    <w:r w:rsidRPr="00580B8C">
                      <w:rPr>
                        <w:rStyle w:val="Hyperlink"/>
                      </w:rPr>
                      <w:t>FM107.7MHz</w:t>
                    </w:r>
                  </w:hyperlink>
                </w:p>
              </w:tc>
            </w:tr>
            <w:tr w:rsidR="00FD2320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2" w:anchor="3" w:history="1">
                    <w:r w:rsidRPr="00580B8C">
                      <w:rPr>
                        <w:rStyle w:val="Hyperlink"/>
                        <w:rFonts w:hint="eastAsia"/>
                      </w:rPr>
                      <w:t>金門轉播站</w:t>
                    </w:r>
                    <w:r w:rsidRPr="00580B8C">
                      <w:rPr>
                        <w:rStyle w:val="Hyperlink"/>
                      </w:rPr>
                      <w:t>FM88.9MHz</w:t>
                    </w:r>
                  </w:hyperlink>
                </w:p>
              </w:tc>
              <w:tc>
                <w:tcPr>
                  <w:tcW w:w="2313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3" w:anchor="3" w:history="1">
                    <w:r w:rsidRPr="00580B8C">
                      <w:rPr>
                        <w:rStyle w:val="Hyperlink"/>
                        <w:rFonts w:hint="eastAsia"/>
                      </w:rPr>
                      <w:t>恆春轉播站</w:t>
                    </w:r>
                    <w:r w:rsidRPr="00580B8C">
                      <w:rPr>
                        <w:rStyle w:val="Hyperlink"/>
                      </w:rPr>
                      <w:t>FM99.3MHz</w:t>
                    </w:r>
                  </w:hyperlink>
                </w:p>
              </w:tc>
            </w:tr>
            <w:tr w:rsidR="00FD2320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4" w:anchor="4" w:history="1">
                    <w:r w:rsidRPr="00580B8C">
                      <w:rPr>
                        <w:rStyle w:val="Hyperlink"/>
                        <w:rFonts w:hint="eastAsia"/>
                      </w:rPr>
                      <w:t>馬祖轉播站</w:t>
                    </w:r>
                    <w:r w:rsidRPr="00580B8C">
                      <w:rPr>
                        <w:rStyle w:val="Hyperlink"/>
                      </w:rPr>
                      <w:t>FM91.5MHz</w:t>
                    </w:r>
                  </w:hyperlink>
                </w:p>
              </w:tc>
              <w:tc>
                <w:tcPr>
                  <w:tcW w:w="2313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r w:rsidRPr="00580B8C">
                    <w:rPr>
                      <w:rFonts w:hint="eastAsia"/>
                    </w:rPr>
                    <w:t>南澳同頻轉播站</w:t>
                  </w:r>
                  <w:r>
                    <w:t>FM103.5MHz</w:t>
                  </w:r>
                </w:p>
              </w:tc>
            </w:tr>
            <w:tr w:rsidR="00FD2320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FD2320" w:rsidRPr="00580B8C" w:rsidRDefault="00FD2320" w:rsidP="00761214">
                  <w:pPr>
                    <w:spacing w:line="420" w:lineRule="exact"/>
                  </w:pPr>
                </w:p>
              </w:tc>
              <w:tc>
                <w:tcPr>
                  <w:tcW w:w="2313" w:type="pct"/>
                </w:tcPr>
                <w:p w:rsidR="00FD2320" w:rsidRPr="00580B8C" w:rsidRDefault="00FD2320" w:rsidP="00761214">
                  <w:pPr>
                    <w:spacing w:line="420" w:lineRule="exact"/>
                  </w:pPr>
                </w:p>
              </w:tc>
            </w:tr>
          </w:tbl>
          <w:p w:rsidR="00FD2320" w:rsidRPr="00580B8C" w:rsidRDefault="00FD2320" w:rsidP="00761214">
            <w:pPr>
              <w:spacing w:line="420" w:lineRule="exact"/>
              <w:rPr>
                <w:rFonts w:ascii="新細明體" w:cs="新細明體"/>
              </w:rPr>
            </w:pPr>
            <w:r w:rsidRPr="00580B8C">
              <w:rPr>
                <w:rFonts w:ascii="新細明體" w:hAnsi="新細明體" w:cs="新細明體" w:hint="eastAsia"/>
              </w:rPr>
              <w:t>※</w:t>
            </w:r>
            <w:r w:rsidRPr="00580B8C">
              <w:rPr>
                <w:rFonts w:hint="eastAsia"/>
              </w:rPr>
              <w:t>花蓮地方調頻網</w:t>
            </w:r>
            <w:r w:rsidRPr="00580B8C">
              <w:t>(</w:t>
            </w:r>
            <w:r w:rsidRPr="00580B8C">
              <w:rPr>
                <w:rFonts w:hint="eastAsia"/>
              </w:rPr>
              <w:t>收聽地區涵蓋花蓮縣</w:t>
            </w:r>
            <w:r w:rsidRPr="00580B8C">
              <w:t>)</w:t>
            </w:r>
          </w:p>
        </w:tc>
      </w:tr>
      <w:tr w:rsidR="00FD2320" w:rsidRPr="00580B8C" w:rsidTr="00761214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575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600"/>
              <w:gridCol w:w="4219"/>
            </w:tblGrid>
            <w:tr w:rsidR="00FD2320" w:rsidRPr="00580B8C" w:rsidTr="00761214">
              <w:trPr>
                <w:tblCellSpacing w:w="15" w:type="dxa"/>
                <w:jc w:val="center"/>
              </w:trPr>
              <w:tc>
                <w:tcPr>
                  <w:tcW w:w="2578" w:type="pct"/>
                </w:tcPr>
                <w:p w:rsidR="00FD2320" w:rsidRDefault="00FD2320" w:rsidP="00761214">
                  <w:pPr>
                    <w:spacing w:line="420" w:lineRule="exact"/>
                  </w:pPr>
                  <w:hyperlink r:id="rId25" w:history="1">
                    <w:r w:rsidRPr="00580B8C">
                      <w:rPr>
                        <w:rStyle w:val="Hyperlink"/>
                        <w:rFonts w:hint="eastAsia"/>
                      </w:rPr>
                      <w:t>花蓮分臺地方網</w:t>
                    </w:r>
                    <w:r w:rsidRPr="00580B8C">
                      <w:rPr>
                        <w:rStyle w:val="Hyperlink"/>
                      </w:rPr>
                      <w:t>FM97.3MHz</w:t>
                    </w:r>
                  </w:hyperlink>
                </w:p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</w:p>
              </w:tc>
              <w:tc>
                <w:tcPr>
                  <w:tcW w:w="2363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6" w:anchor="1" w:history="1">
                    <w:r w:rsidRPr="00580B8C">
                      <w:rPr>
                        <w:rStyle w:val="Hyperlink"/>
                        <w:rFonts w:hint="eastAsia"/>
                      </w:rPr>
                      <w:t>玉里轉播站地方網</w:t>
                    </w:r>
                    <w:r w:rsidRPr="00580B8C">
                      <w:rPr>
                        <w:rStyle w:val="Hyperlink"/>
                      </w:rPr>
                      <w:t>FM88.9MHz</w:t>
                    </w:r>
                  </w:hyperlink>
                </w:p>
              </w:tc>
            </w:tr>
          </w:tbl>
          <w:p w:rsidR="00FD2320" w:rsidRPr="00580B8C" w:rsidRDefault="00FD2320" w:rsidP="00761214">
            <w:pPr>
              <w:spacing w:line="420" w:lineRule="exact"/>
              <w:rPr>
                <w:rFonts w:ascii="新細明體" w:cs="新細明體"/>
              </w:rPr>
            </w:pPr>
            <w:r w:rsidRPr="00580B8C">
              <w:rPr>
                <w:rFonts w:ascii="新細明體" w:hAnsi="新細明體" w:cs="新細明體" w:hint="eastAsia"/>
              </w:rPr>
              <w:t>※</w:t>
            </w:r>
            <w:r w:rsidRPr="00580B8C">
              <w:rPr>
                <w:rFonts w:hint="eastAsia"/>
              </w:rPr>
              <w:t>台東地方調頻網</w:t>
            </w:r>
            <w:r w:rsidRPr="00580B8C">
              <w:t>(</w:t>
            </w:r>
            <w:r w:rsidRPr="00580B8C">
              <w:rPr>
                <w:rFonts w:hint="eastAsia"/>
              </w:rPr>
              <w:t>收聽地區涵蓋台東縣</w:t>
            </w:r>
            <w:r w:rsidRPr="00580B8C">
              <w:t>)</w:t>
            </w:r>
          </w:p>
        </w:tc>
      </w:tr>
      <w:tr w:rsidR="00FD2320" w:rsidRPr="00580B8C" w:rsidTr="00761214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482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202"/>
              <w:gridCol w:w="4204"/>
              <w:gridCol w:w="234"/>
            </w:tblGrid>
            <w:tr w:rsidR="00FD2320" w:rsidRPr="00580B8C" w:rsidTr="00761214">
              <w:trPr>
                <w:tblCellSpacing w:w="15" w:type="dxa"/>
                <w:jc w:val="center"/>
              </w:trPr>
              <w:tc>
                <w:tcPr>
                  <w:tcW w:w="2400" w:type="pct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7" w:history="1">
                    <w:r w:rsidRPr="00580B8C">
                      <w:rPr>
                        <w:rStyle w:val="Hyperlink"/>
                        <w:rFonts w:hint="eastAsia"/>
                      </w:rPr>
                      <w:t>台東分臺地方網</w:t>
                    </w:r>
                    <w:r w:rsidRPr="00580B8C">
                      <w:rPr>
                        <w:rStyle w:val="Hyperlink"/>
                      </w:rPr>
                      <w:t>FM100.5MHz</w:t>
                    </w:r>
                  </w:hyperlink>
                </w:p>
              </w:tc>
              <w:tc>
                <w:tcPr>
                  <w:tcW w:w="2410" w:type="pct"/>
                </w:tcPr>
                <w:p w:rsidR="00FD2320" w:rsidRDefault="00FD2320" w:rsidP="00761214">
                  <w:pPr>
                    <w:spacing w:line="420" w:lineRule="exact"/>
                  </w:pPr>
                </w:p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</w:p>
              </w:tc>
              <w:tc>
                <w:tcPr>
                  <w:tcW w:w="109" w:type="pct"/>
                  <w:vAlign w:val="center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r w:rsidRPr="00580B8C">
                    <w:rPr>
                      <w:rFonts w:hint="eastAsia"/>
                    </w:rPr>
                    <w:t xml:space="preserve">　</w:t>
                  </w:r>
                </w:p>
              </w:tc>
            </w:tr>
          </w:tbl>
          <w:p w:rsidR="00FD2320" w:rsidRPr="00580B8C" w:rsidRDefault="00FD2320" w:rsidP="00761214">
            <w:pPr>
              <w:spacing w:line="420" w:lineRule="exact"/>
              <w:rPr>
                <w:vanish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638"/>
            </w:tblGrid>
            <w:tr w:rsidR="00FD2320" w:rsidRPr="00580B8C" w:rsidTr="00761214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  <w:r w:rsidRPr="00580B8C">
                    <w:t> </w:t>
                  </w:r>
                  <w:r w:rsidRPr="00580B8C">
                    <w:rPr>
                      <w:rFonts w:ascii="新細明體" w:hAnsi="新細明體" w:cs="新細明體" w:hint="eastAsia"/>
                    </w:rPr>
                    <w:t>※</w:t>
                  </w:r>
                  <w:r w:rsidRPr="00580B8C">
                    <w:rPr>
                      <w:rFonts w:hint="eastAsia"/>
                    </w:rPr>
                    <w:t>澎湖地方調頻網</w:t>
                  </w:r>
                  <w:r w:rsidRPr="00580B8C">
                    <w:t>(</w:t>
                  </w:r>
                  <w:r w:rsidRPr="00580B8C">
                    <w:rPr>
                      <w:rFonts w:hint="eastAsia"/>
                    </w:rPr>
                    <w:t>收聽地區涵蓋澎湖縣</w:t>
                  </w:r>
                  <w:r w:rsidRPr="00580B8C">
                    <w:t>)</w:t>
                  </w:r>
                </w:p>
              </w:tc>
            </w:tr>
            <w:tr w:rsidR="00FD2320" w:rsidRPr="00580B8C" w:rsidTr="00761214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4482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/>
                  </w:tblPr>
                  <w:tblGrid>
                    <w:gridCol w:w="4202"/>
                    <w:gridCol w:w="4204"/>
                    <w:gridCol w:w="234"/>
                  </w:tblGrid>
                  <w:tr w:rsidR="00FD2320" w:rsidRPr="00580B8C" w:rsidTr="00761214">
                    <w:trPr>
                      <w:tblCellSpacing w:w="15" w:type="dxa"/>
                      <w:jc w:val="center"/>
                    </w:trPr>
                    <w:tc>
                      <w:tcPr>
                        <w:tcW w:w="2400" w:type="pct"/>
                      </w:tcPr>
                      <w:p w:rsidR="00FD2320" w:rsidRPr="00580B8C" w:rsidRDefault="00FD2320" w:rsidP="00761214">
                        <w:pPr>
                          <w:spacing w:line="420" w:lineRule="exact"/>
                          <w:rPr>
                            <w:rFonts w:ascii="新細明體" w:cs="新細明體"/>
                          </w:rPr>
                        </w:pPr>
                        <w:hyperlink r:id="rId28" w:anchor="2" w:history="1">
                          <w:r w:rsidRPr="00580B8C">
                            <w:rPr>
                              <w:rStyle w:val="Hyperlink"/>
                              <w:rFonts w:hint="eastAsia"/>
                            </w:rPr>
                            <w:t>澎湖轉播站</w:t>
                          </w:r>
                          <w:r w:rsidRPr="00580B8C">
                            <w:rPr>
                              <w:rStyle w:val="Hyperlink"/>
                            </w:rPr>
                            <w:t>FM105.3MHz</w:t>
                          </w:r>
                        </w:hyperlink>
                      </w:p>
                    </w:tc>
                    <w:tc>
                      <w:tcPr>
                        <w:tcW w:w="2410" w:type="pct"/>
                      </w:tcPr>
                      <w:p w:rsidR="00FD2320" w:rsidRPr="00580B8C" w:rsidRDefault="00FD2320" w:rsidP="00761214">
                        <w:pPr>
                          <w:spacing w:line="420" w:lineRule="exact"/>
                          <w:rPr>
                            <w:rFonts w:ascii="新細明體" w:cs="新細明體"/>
                          </w:rPr>
                        </w:pPr>
                        <w:r w:rsidRPr="00580B8C">
                          <w:t> </w:t>
                        </w:r>
                      </w:p>
                    </w:tc>
                    <w:tc>
                      <w:tcPr>
                        <w:tcW w:w="109" w:type="pct"/>
                        <w:vAlign w:val="center"/>
                      </w:tcPr>
                      <w:p w:rsidR="00FD2320" w:rsidRPr="00580B8C" w:rsidRDefault="00FD2320" w:rsidP="00761214">
                        <w:pPr>
                          <w:spacing w:line="420" w:lineRule="exact"/>
                          <w:rPr>
                            <w:rFonts w:ascii="新細明體" w:cs="新細明體"/>
                          </w:rPr>
                        </w:pPr>
                        <w:r w:rsidRPr="00580B8C">
                          <w:rPr>
                            <w:rFonts w:hint="eastAsia"/>
                          </w:rPr>
                          <w:t xml:space="preserve">　</w:t>
                        </w:r>
                      </w:p>
                    </w:tc>
                  </w:tr>
                </w:tbl>
                <w:p w:rsidR="00FD2320" w:rsidRPr="00580B8C" w:rsidRDefault="00FD2320" w:rsidP="00761214">
                  <w:pPr>
                    <w:spacing w:line="420" w:lineRule="exact"/>
                    <w:rPr>
                      <w:vanish/>
                    </w:rPr>
                  </w:pPr>
                </w:p>
                <w:p w:rsidR="00FD2320" w:rsidRPr="00580B8C" w:rsidRDefault="00FD2320" w:rsidP="00761214">
                  <w:pPr>
                    <w:spacing w:line="420" w:lineRule="exact"/>
                    <w:rPr>
                      <w:rFonts w:ascii="新細明體" w:cs="新細明體"/>
                    </w:rPr>
                  </w:pPr>
                </w:p>
              </w:tc>
            </w:tr>
          </w:tbl>
          <w:p w:rsidR="00FD2320" w:rsidRPr="00580B8C" w:rsidRDefault="00FD2320" w:rsidP="00761214">
            <w:pPr>
              <w:spacing w:line="420" w:lineRule="exact"/>
              <w:rPr>
                <w:rFonts w:ascii="新細明體" w:cs="新細明體"/>
              </w:rPr>
            </w:pPr>
          </w:p>
        </w:tc>
      </w:tr>
    </w:tbl>
    <w:p w:rsidR="00FD2320" w:rsidRPr="009F40D1" w:rsidRDefault="00FD2320" w:rsidP="001E7A75"/>
    <w:p w:rsidR="00FD2320" w:rsidRPr="001E7A75" w:rsidRDefault="00FD2320"/>
    <w:sectPr w:rsidR="00FD2320" w:rsidRPr="001E7A75" w:rsidSect="007706B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320" w:rsidRDefault="00FD2320" w:rsidP="00D96932">
      <w:r>
        <w:separator/>
      </w:r>
    </w:p>
  </w:endnote>
  <w:endnote w:type="continuationSeparator" w:id="0">
    <w:p w:rsidR="00FD2320" w:rsidRDefault="00FD2320" w:rsidP="00D96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320" w:rsidRDefault="00FD2320" w:rsidP="00D96932">
      <w:r>
        <w:separator/>
      </w:r>
    </w:p>
  </w:footnote>
  <w:footnote w:type="continuationSeparator" w:id="0">
    <w:p w:rsidR="00FD2320" w:rsidRDefault="00FD2320" w:rsidP="00D969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25188"/>
    <w:multiLevelType w:val="hybridMultilevel"/>
    <w:tmpl w:val="8494A286"/>
    <w:lvl w:ilvl="0" w:tplc="FDBCC6C8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19D0190"/>
    <w:multiLevelType w:val="hybridMultilevel"/>
    <w:tmpl w:val="93DA9F50"/>
    <w:lvl w:ilvl="0" w:tplc="58ECF2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2E3A"/>
    <w:rsid w:val="000258A0"/>
    <w:rsid w:val="00061CEC"/>
    <w:rsid w:val="0008674B"/>
    <w:rsid w:val="00092F23"/>
    <w:rsid w:val="000B2304"/>
    <w:rsid w:val="000D5635"/>
    <w:rsid w:val="000E3F23"/>
    <w:rsid w:val="001345A2"/>
    <w:rsid w:val="00141115"/>
    <w:rsid w:val="00141904"/>
    <w:rsid w:val="0014793E"/>
    <w:rsid w:val="001641C1"/>
    <w:rsid w:val="00195E69"/>
    <w:rsid w:val="001D7935"/>
    <w:rsid w:val="001E7A75"/>
    <w:rsid w:val="001F5806"/>
    <w:rsid w:val="00234D9E"/>
    <w:rsid w:val="0023504C"/>
    <w:rsid w:val="00251888"/>
    <w:rsid w:val="00251EB1"/>
    <w:rsid w:val="00261D58"/>
    <w:rsid w:val="00264483"/>
    <w:rsid w:val="00281687"/>
    <w:rsid w:val="002B3CA7"/>
    <w:rsid w:val="002E66CA"/>
    <w:rsid w:val="00326D63"/>
    <w:rsid w:val="00332889"/>
    <w:rsid w:val="00334405"/>
    <w:rsid w:val="00337F34"/>
    <w:rsid w:val="00353ADE"/>
    <w:rsid w:val="0037690E"/>
    <w:rsid w:val="003A42E1"/>
    <w:rsid w:val="003E6185"/>
    <w:rsid w:val="0040372F"/>
    <w:rsid w:val="00411335"/>
    <w:rsid w:val="00423E72"/>
    <w:rsid w:val="004267D0"/>
    <w:rsid w:val="004279AB"/>
    <w:rsid w:val="00433C9E"/>
    <w:rsid w:val="00436682"/>
    <w:rsid w:val="00480D8F"/>
    <w:rsid w:val="00495400"/>
    <w:rsid w:val="004979C4"/>
    <w:rsid w:val="004C13DE"/>
    <w:rsid w:val="004E2991"/>
    <w:rsid w:val="004E4A11"/>
    <w:rsid w:val="00515F4A"/>
    <w:rsid w:val="00547B55"/>
    <w:rsid w:val="00574933"/>
    <w:rsid w:val="00580B8C"/>
    <w:rsid w:val="005F6344"/>
    <w:rsid w:val="005F6B4C"/>
    <w:rsid w:val="00601B53"/>
    <w:rsid w:val="00651221"/>
    <w:rsid w:val="00665BDE"/>
    <w:rsid w:val="006E55E9"/>
    <w:rsid w:val="0070260F"/>
    <w:rsid w:val="007122A5"/>
    <w:rsid w:val="00753167"/>
    <w:rsid w:val="00761214"/>
    <w:rsid w:val="007706BB"/>
    <w:rsid w:val="00775CDA"/>
    <w:rsid w:val="00782B01"/>
    <w:rsid w:val="00796A3D"/>
    <w:rsid w:val="007A5217"/>
    <w:rsid w:val="007B6FAC"/>
    <w:rsid w:val="007C2E3A"/>
    <w:rsid w:val="007F26A8"/>
    <w:rsid w:val="007F7200"/>
    <w:rsid w:val="00806CC9"/>
    <w:rsid w:val="00826267"/>
    <w:rsid w:val="00861DE2"/>
    <w:rsid w:val="0086441E"/>
    <w:rsid w:val="008C552D"/>
    <w:rsid w:val="008C6323"/>
    <w:rsid w:val="00952821"/>
    <w:rsid w:val="00955746"/>
    <w:rsid w:val="00975D53"/>
    <w:rsid w:val="00983F5E"/>
    <w:rsid w:val="00994380"/>
    <w:rsid w:val="009D4429"/>
    <w:rsid w:val="009E3028"/>
    <w:rsid w:val="009F40D1"/>
    <w:rsid w:val="00A0170A"/>
    <w:rsid w:val="00A07EA6"/>
    <w:rsid w:val="00A4621F"/>
    <w:rsid w:val="00A93FA0"/>
    <w:rsid w:val="00AA02D0"/>
    <w:rsid w:val="00B57486"/>
    <w:rsid w:val="00B96165"/>
    <w:rsid w:val="00BA71FC"/>
    <w:rsid w:val="00BD207C"/>
    <w:rsid w:val="00BF6A5C"/>
    <w:rsid w:val="00C12FF0"/>
    <w:rsid w:val="00C431CF"/>
    <w:rsid w:val="00C518B8"/>
    <w:rsid w:val="00C77774"/>
    <w:rsid w:val="00C81746"/>
    <w:rsid w:val="00C908A5"/>
    <w:rsid w:val="00C97516"/>
    <w:rsid w:val="00CD2A6C"/>
    <w:rsid w:val="00CD78D4"/>
    <w:rsid w:val="00D438E7"/>
    <w:rsid w:val="00D84F14"/>
    <w:rsid w:val="00D90A74"/>
    <w:rsid w:val="00D96932"/>
    <w:rsid w:val="00DB662B"/>
    <w:rsid w:val="00DC5614"/>
    <w:rsid w:val="00DE3FAA"/>
    <w:rsid w:val="00E0255B"/>
    <w:rsid w:val="00E73728"/>
    <w:rsid w:val="00E812A4"/>
    <w:rsid w:val="00E901C9"/>
    <w:rsid w:val="00ED2A50"/>
    <w:rsid w:val="00ED7CB5"/>
    <w:rsid w:val="00EE6D6A"/>
    <w:rsid w:val="00F118E7"/>
    <w:rsid w:val="00F402DD"/>
    <w:rsid w:val="00F51BC4"/>
    <w:rsid w:val="00F54FAB"/>
    <w:rsid w:val="00F9455E"/>
    <w:rsid w:val="00FD2320"/>
    <w:rsid w:val="00FE0EEA"/>
    <w:rsid w:val="00FF05E6"/>
    <w:rsid w:val="00FF0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E3A"/>
    <w:pPr>
      <w:widowControl w:val="0"/>
    </w:pPr>
    <w:rPr>
      <w:rFonts w:ascii="Times New Roman" w:hAnsi="Times New Roman"/>
      <w:szCs w:val="24"/>
    </w:rPr>
  </w:style>
  <w:style w:type="paragraph" w:styleId="Heading1">
    <w:name w:val="heading 1"/>
    <w:basedOn w:val="Normal"/>
    <w:link w:val="Heading1Char"/>
    <w:uiPriority w:val="99"/>
    <w:qFormat/>
    <w:rsid w:val="007C2E3A"/>
    <w:pPr>
      <w:widowControl/>
      <w:outlineLvl w:val="0"/>
    </w:pPr>
    <w:rPr>
      <w:rFonts w:ascii="新細明體" w:hAnsi="新細明體" w:cs="新細明體"/>
      <w:kern w:val="36"/>
      <w:sz w:val="34"/>
      <w:szCs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2E3A"/>
    <w:rPr>
      <w:rFonts w:ascii="新細明體" w:eastAsia="新細明體" w:hAnsi="新細明體" w:cs="新細明體"/>
      <w:kern w:val="36"/>
      <w:sz w:val="34"/>
      <w:szCs w:val="34"/>
    </w:rPr>
  </w:style>
  <w:style w:type="paragraph" w:styleId="NormalWeb">
    <w:name w:val="Normal (Web)"/>
    <w:basedOn w:val="Normal"/>
    <w:uiPriority w:val="99"/>
    <w:rsid w:val="007C2E3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ListParagraph">
    <w:name w:val="List Paragraph"/>
    <w:basedOn w:val="Normal"/>
    <w:uiPriority w:val="99"/>
    <w:qFormat/>
    <w:rsid w:val="007C2E3A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rsid w:val="00D969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96932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D969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6932"/>
    <w:rPr>
      <w:rFonts w:ascii="Times New Roman" w:eastAsia="新細明體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1E7A7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ner.gov.tw/" TargetMode="External"/><Relationship Id="rId13" Type="http://schemas.openxmlformats.org/officeDocument/2006/relationships/hyperlink" Target="http://news.ner.gov.tw/index.php?code=list&amp;flag=detail&amp;ids=39&amp;article_id=31" TargetMode="External"/><Relationship Id="rId18" Type="http://schemas.openxmlformats.org/officeDocument/2006/relationships/hyperlink" Target="http://news.ner.gov.tw/index.php?code=list&amp;flag=detail&amp;ids=39&amp;article_id=32" TargetMode="External"/><Relationship Id="rId26" Type="http://schemas.openxmlformats.org/officeDocument/2006/relationships/hyperlink" Target="http://news.ner.gov.tw/index.php?code=list&amp;flag=detail&amp;ids=39&amp;article_id=3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ews.ner.gov.tw/index.php?code=list&amp;flag=detail&amp;ids=39&amp;article_id=31" TargetMode="External"/><Relationship Id="rId7" Type="http://schemas.openxmlformats.org/officeDocument/2006/relationships/hyperlink" Target="http://researcher.nsc.gov.tw/audiology/ch/" TargetMode="External"/><Relationship Id="rId12" Type="http://schemas.openxmlformats.org/officeDocument/2006/relationships/hyperlink" Target="http://news.ner.gov.tw/index.php?code=list&amp;flag=detail&amp;ids=39&amp;article_id=30" TargetMode="External"/><Relationship Id="rId17" Type="http://schemas.openxmlformats.org/officeDocument/2006/relationships/hyperlink" Target="http://news.ner.gov.tw/index.php?code=list&amp;flag=detail&amp;ids=39&amp;article_id=1012" TargetMode="External"/><Relationship Id="rId25" Type="http://schemas.openxmlformats.org/officeDocument/2006/relationships/hyperlink" Target="http://news.ner.gov.tw/index.php?code=list&amp;flag=detail&amp;ids=39&amp;article_id=32" TargetMode="External"/><Relationship Id="rId2" Type="http://schemas.openxmlformats.org/officeDocument/2006/relationships/styles" Target="styles.xml"/><Relationship Id="rId16" Type="http://schemas.openxmlformats.org/officeDocument/2006/relationships/hyperlink" Target="http://news.ner.gov.tw/index.php?code=list&amp;flag=detail&amp;ids=39&amp;article_id=33" TargetMode="External"/><Relationship Id="rId20" Type="http://schemas.openxmlformats.org/officeDocument/2006/relationships/hyperlink" Target="http://news.ner.gov.tw/index.php?code=list&amp;flag=detail&amp;ids=39&amp;article_id=30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ews.ner.gov.tw/index.php?code=list&amp;flag=detail&amp;ids=39&amp;article_id=30" TargetMode="External"/><Relationship Id="rId24" Type="http://schemas.openxmlformats.org/officeDocument/2006/relationships/hyperlink" Target="http://news.ner.gov.tw/index.php?code=list&amp;flag=detail&amp;ids=39&amp;article_id=10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news.ner.gov.tw/index.php?code=list&amp;flag=detail&amp;ids=39&amp;article_id=32" TargetMode="External"/><Relationship Id="rId23" Type="http://schemas.openxmlformats.org/officeDocument/2006/relationships/hyperlink" Target="http://news.ner.gov.tw/index.php?code=list&amp;flag=detail&amp;ids=39&amp;article_id=31" TargetMode="External"/><Relationship Id="rId28" Type="http://schemas.openxmlformats.org/officeDocument/2006/relationships/hyperlink" Target="http://news.ner.gov.tw/index.php?code=list&amp;flag=detail&amp;ids=39&amp;article_id=31" TargetMode="External"/><Relationship Id="rId10" Type="http://schemas.openxmlformats.org/officeDocument/2006/relationships/hyperlink" Target="http://news.ner.gov.tw/index.php?code=list&amp;flag=detail&amp;ids=39&amp;article_id=1010" TargetMode="External"/><Relationship Id="rId19" Type="http://schemas.openxmlformats.org/officeDocument/2006/relationships/hyperlink" Target="http://news.ner.gov.tw/index.php?code=list&amp;flag=detail&amp;ids=39&amp;article_id=10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gitweb.ner.gov.tw/bin/home.php" TargetMode="External"/><Relationship Id="rId14" Type="http://schemas.openxmlformats.org/officeDocument/2006/relationships/hyperlink" Target="http://news.ner.gov.tw/index.php?code=list&amp;flag=detail&amp;ids=39&amp;article_id=31" TargetMode="External"/><Relationship Id="rId22" Type="http://schemas.openxmlformats.org/officeDocument/2006/relationships/hyperlink" Target="http://news.ner.gov.tw/index.php?code=list&amp;flag=detail&amp;ids=39&amp;article_id=1012" TargetMode="External"/><Relationship Id="rId27" Type="http://schemas.openxmlformats.org/officeDocument/2006/relationships/hyperlink" Target="http://news.ner.gov.tw/index.php?code=list&amp;flag=detail&amp;ids=39&amp;article_id=33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702</Words>
  <Characters>4007</Characters>
  <Application>Microsoft Office Outlook</Application>
  <DocSecurity>0</DocSecurity>
  <Lines>0</Lines>
  <Paragraphs>0</Paragraphs>
  <ScaleCrop>false</ScaleCrop>
  <Company>ner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國立教育廣播電臺「特別的愛」節目106年10-12月製播主題及日期表            播出時間：每週六、日下午4時5分至5時</dc:title>
  <dc:subject/>
  <dc:creator>sissy</dc:creator>
  <cp:keywords/>
  <dc:description/>
  <cp:lastModifiedBy>user</cp:lastModifiedBy>
  <cp:revision>2</cp:revision>
  <dcterms:created xsi:type="dcterms:W3CDTF">2017-09-21T00:06:00Z</dcterms:created>
  <dcterms:modified xsi:type="dcterms:W3CDTF">2017-09-21T00:06:00Z</dcterms:modified>
</cp:coreProperties>
</file>