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E5" w:rsidRPr="006C74BB" w:rsidRDefault="00070BE5" w:rsidP="003E0B89">
      <w:pPr>
        <w:spacing w:after="120" w:line="480" w:lineRule="auto"/>
        <w:jc w:val="center"/>
        <w:rPr>
          <w:color w:val="000000"/>
        </w:rPr>
      </w:pPr>
      <w:r w:rsidRPr="006C74BB">
        <w:rPr>
          <w:rFonts w:hint="eastAsia"/>
          <w:color w:val="000000"/>
        </w:rPr>
        <w:t>「</w:t>
      </w:r>
      <w:r w:rsidRPr="006C74BB">
        <w:rPr>
          <w:color w:val="000000"/>
        </w:rPr>
        <w:t>2017</w:t>
      </w:r>
      <w:r w:rsidRPr="006C74BB">
        <w:rPr>
          <w:rFonts w:hint="eastAsia"/>
          <w:color w:val="000000"/>
        </w:rPr>
        <w:t>年</w:t>
      </w:r>
      <w:r w:rsidRPr="006C74BB">
        <w:rPr>
          <w:color w:val="000000"/>
        </w:rPr>
        <w:t xml:space="preserve"> </w:t>
      </w:r>
      <w:r w:rsidRPr="006C74BB">
        <w:rPr>
          <w:rFonts w:hint="eastAsia"/>
          <w:color w:val="000000"/>
        </w:rPr>
        <w:t>礙，上體育課」作品影音授權同意書</w:t>
      </w:r>
    </w:p>
    <w:p w:rsidR="00070BE5" w:rsidRPr="006C74BB" w:rsidRDefault="00070BE5" w:rsidP="00EC4315">
      <w:pPr>
        <w:rPr>
          <w:color w:val="000000"/>
        </w:rPr>
      </w:pPr>
      <w:r w:rsidRPr="006C74BB">
        <w:rPr>
          <w:rFonts w:hint="eastAsia"/>
          <w:color w:val="000000"/>
        </w:rPr>
        <w:t>姓</w:t>
      </w:r>
      <w:r w:rsidRPr="006C74BB">
        <w:rPr>
          <w:color w:val="000000"/>
        </w:rPr>
        <w:t xml:space="preserve">    </w:t>
      </w:r>
      <w:r w:rsidRPr="006C74BB">
        <w:rPr>
          <w:rFonts w:hint="eastAsia"/>
          <w:color w:val="000000"/>
        </w:rPr>
        <w:t>名：</w:t>
      </w:r>
      <w:r w:rsidRPr="006C74BB">
        <w:rPr>
          <w:color w:val="000000"/>
        </w:rPr>
        <w:t>________________________________________(</w:t>
      </w:r>
      <w:r w:rsidRPr="006C74BB">
        <w:rPr>
          <w:rFonts w:hint="eastAsia"/>
          <w:color w:val="000000"/>
        </w:rPr>
        <w:t>以下簡稱授權人</w:t>
      </w:r>
      <w:r w:rsidRPr="006C74BB">
        <w:rPr>
          <w:color w:val="000000"/>
        </w:rPr>
        <w:t xml:space="preserve">) </w:t>
      </w:r>
    </w:p>
    <w:p w:rsidR="00070BE5" w:rsidRPr="006C74BB" w:rsidRDefault="00070BE5" w:rsidP="003E0B89">
      <w:pPr>
        <w:spacing w:after="240"/>
        <w:rPr>
          <w:color w:val="000000"/>
        </w:rPr>
      </w:pPr>
      <w:r w:rsidRPr="006C74BB">
        <w:rPr>
          <w:rFonts w:hint="eastAsia"/>
          <w:color w:val="000000"/>
        </w:rPr>
        <w:t>作品名稱：</w:t>
      </w:r>
      <w:r w:rsidRPr="006C74BB">
        <w:rPr>
          <w:color w:val="000000"/>
        </w:rPr>
        <w:t>________________________________________</w:t>
      </w:r>
      <w:r w:rsidRPr="006C74BB">
        <w:rPr>
          <w:rFonts w:hint="eastAsia"/>
          <w:color w:val="000000"/>
        </w:rPr>
        <w:t>，授權人報名參賽之</w:t>
      </w:r>
      <w:r w:rsidRPr="006C74BB">
        <w:rPr>
          <w:color w:val="000000"/>
        </w:rPr>
        <w:t xml:space="preserve"> </w:t>
      </w:r>
      <w:r>
        <w:rPr>
          <w:rFonts w:hint="eastAsia"/>
          <w:color w:val="000000"/>
        </w:rPr>
        <w:t>影音創作作品獲參賽</w:t>
      </w:r>
      <w:r w:rsidRPr="006C74BB">
        <w:rPr>
          <w:rFonts w:hint="eastAsia"/>
          <w:color w:val="000000"/>
        </w:rPr>
        <w:t>者，保證作品為自行創作，未侵害任何第三人之智慧財產權，且有權為本同意書之下列授權：</w:t>
      </w:r>
    </w:p>
    <w:p w:rsidR="00070BE5" w:rsidRPr="00316BD4" w:rsidRDefault="00070BE5" w:rsidP="00316BD4">
      <w:pPr>
        <w:spacing w:before="120" w:after="120"/>
        <w:rPr>
          <w:color w:val="000000"/>
        </w:rPr>
      </w:pPr>
      <w:r w:rsidRPr="006C74BB">
        <w:rPr>
          <w:rFonts w:hint="eastAsia"/>
          <w:color w:val="000000"/>
        </w:rPr>
        <w:t>一、授權人同意無償授權「</w:t>
      </w:r>
      <w:r w:rsidRPr="006C74BB">
        <w:rPr>
          <w:color w:val="000000"/>
        </w:rPr>
        <w:t>2017</w:t>
      </w:r>
      <w:r w:rsidRPr="006C74BB">
        <w:rPr>
          <w:rFonts w:hint="eastAsia"/>
          <w:color w:val="000000"/>
        </w:rPr>
        <w:t>年</w:t>
      </w:r>
      <w:r w:rsidRPr="006C74BB">
        <w:rPr>
          <w:color w:val="000000"/>
        </w:rPr>
        <w:t xml:space="preserve"> </w:t>
      </w:r>
      <w:r w:rsidRPr="006C74BB">
        <w:rPr>
          <w:rFonts w:hint="eastAsia"/>
          <w:color w:val="000000"/>
        </w:rPr>
        <w:t>礙，上體育課」</w:t>
      </w:r>
      <w:r>
        <w:rPr>
          <w:rFonts w:hint="eastAsia"/>
          <w:color w:val="000000"/>
        </w:rPr>
        <w:t>，將參賽</w:t>
      </w:r>
      <w:r w:rsidRPr="006C74BB">
        <w:rPr>
          <w:rFonts w:hint="eastAsia"/>
          <w:color w:val="000000"/>
        </w:rPr>
        <w:t>之影像創作作品重製、改作編輯或部分剪輯，於「</w:t>
      </w:r>
      <w:r w:rsidRPr="006C74BB">
        <w:rPr>
          <w:color w:val="000000"/>
        </w:rPr>
        <w:t xml:space="preserve">2017 </w:t>
      </w:r>
      <w:r w:rsidRPr="006C74BB">
        <w:rPr>
          <w:rFonts w:hint="eastAsia"/>
          <w:color w:val="000000"/>
        </w:rPr>
        <w:t>礙，上體育課」活動期間（包括但不限於宣傳及影展活動）作非營利性公開上映、公開演出、公開口述、公開展示。</w:t>
      </w:r>
      <w:r w:rsidRPr="006C74BB">
        <w:rPr>
          <w:color w:val="000000"/>
        </w:rPr>
        <w:t xml:space="preserve"> </w:t>
      </w:r>
    </w:p>
    <w:p w:rsidR="00070BE5" w:rsidRPr="00316BD4" w:rsidRDefault="00070BE5" w:rsidP="00316BD4">
      <w:pPr>
        <w:spacing w:after="120"/>
        <w:rPr>
          <w:color w:val="000000"/>
        </w:rPr>
      </w:pPr>
      <w:r w:rsidRPr="006C74BB">
        <w:rPr>
          <w:rFonts w:hint="eastAsia"/>
          <w:color w:val="000000"/>
        </w:rPr>
        <w:t>二、於「</w:t>
      </w:r>
      <w:r w:rsidRPr="006C74BB">
        <w:rPr>
          <w:color w:val="000000"/>
        </w:rPr>
        <w:t xml:space="preserve">2017 </w:t>
      </w:r>
      <w:r w:rsidRPr="006C74BB">
        <w:rPr>
          <w:rFonts w:hint="eastAsia"/>
          <w:color w:val="000000"/>
        </w:rPr>
        <w:t>礙，上體育課」活動主辦、承辦、指導等相關單位之網站基於推廣之目的公開傳輸、播映。</w:t>
      </w:r>
    </w:p>
    <w:p w:rsidR="00070BE5" w:rsidRDefault="00070BE5" w:rsidP="00316BD4">
      <w:pPr>
        <w:spacing w:after="120"/>
      </w:pPr>
      <w:r>
        <w:rPr>
          <w:rFonts w:hint="eastAsia"/>
        </w:rPr>
        <w:t>三、參賽團隊同意概括授權</w:t>
      </w:r>
      <w:r w:rsidRPr="00953012">
        <w:rPr>
          <w:rFonts w:hint="eastAsia"/>
          <w:b/>
        </w:rPr>
        <w:t>教育部體育</w:t>
      </w:r>
      <w:r>
        <w:rPr>
          <w:rFonts w:hint="eastAsia"/>
          <w:b/>
        </w:rPr>
        <w:t>署與國立臺灣師範大學</w:t>
      </w:r>
      <w:r>
        <w:rPr>
          <w:rFonts w:hint="eastAsia"/>
        </w:rPr>
        <w:t>得利用其影片之相關影像、劇照、文字資料等，使用於推廣、宣傳活動或出版。</w:t>
      </w:r>
    </w:p>
    <w:p w:rsidR="00070BE5" w:rsidRDefault="00070BE5" w:rsidP="00316BD4">
      <w:pPr>
        <w:spacing w:after="120"/>
      </w:pPr>
      <w:r>
        <w:rPr>
          <w:rFonts w:hint="eastAsia"/>
        </w:rPr>
        <w:t>四、授權人得獎後，同意提供得獎作品予</w:t>
      </w:r>
      <w:r w:rsidRPr="00953012">
        <w:rPr>
          <w:rFonts w:hint="eastAsia"/>
          <w:b/>
        </w:rPr>
        <w:t>教育部體育</w:t>
      </w:r>
      <w:bookmarkStart w:id="0" w:name="_GoBack"/>
      <w:bookmarkEnd w:id="0"/>
      <w:r>
        <w:rPr>
          <w:rFonts w:hint="eastAsia"/>
          <w:b/>
        </w:rPr>
        <w:t>署與國立臺灣師範大學</w:t>
      </w:r>
      <w:r>
        <w:rPr>
          <w:rFonts w:hint="eastAsia"/>
        </w:rPr>
        <w:t>，基於推廣之目的與不影響其自身於智慧財產權之使用，將影片公開放映，包括</w:t>
      </w:r>
      <w:r>
        <w:t>106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25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六</w:t>
      </w:r>
      <w:r>
        <w:t>)</w:t>
      </w:r>
      <w:r>
        <w:rPr>
          <w:rFonts w:hint="eastAsia"/>
        </w:rPr>
        <w:t>之頒獎典禮。</w:t>
      </w:r>
    </w:p>
    <w:p w:rsidR="00070BE5" w:rsidRDefault="00070BE5" w:rsidP="00316BD4">
      <w:pPr>
        <w:spacing w:after="120"/>
      </w:pPr>
      <w:r>
        <w:rPr>
          <w:rFonts w:hint="eastAsia"/>
        </w:rPr>
        <w:t>五、授權人經獲優勝獎，授權將影片全片供</w:t>
      </w:r>
      <w:r w:rsidRPr="00953012">
        <w:rPr>
          <w:rFonts w:hint="eastAsia"/>
          <w:b/>
        </w:rPr>
        <w:t>教育部體育</w:t>
      </w:r>
      <w:r>
        <w:rPr>
          <w:rFonts w:hint="eastAsia"/>
          <w:b/>
        </w:rPr>
        <w:t>署與國立臺灣師範大學</w:t>
      </w:r>
      <w:r>
        <w:rPr>
          <w:rFonts w:hint="eastAsia"/>
        </w:rPr>
        <w:t>於</w:t>
      </w:r>
      <w:r>
        <w:t xml:space="preserve"> 106 </w:t>
      </w:r>
      <w:r>
        <w:rPr>
          <w:rFonts w:hint="eastAsia"/>
        </w:rPr>
        <w:t>年</w:t>
      </w:r>
      <w:r>
        <w:t xml:space="preserve"> 11 </w:t>
      </w:r>
      <w:r>
        <w:rPr>
          <w:rFonts w:hint="eastAsia"/>
        </w:rPr>
        <w:t>月</w:t>
      </w:r>
      <w:r>
        <w:t xml:space="preserve"> 12 </w:t>
      </w:r>
      <w:r>
        <w:rPr>
          <w:rFonts w:hint="eastAsia"/>
        </w:rPr>
        <w:t>日</w:t>
      </w:r>
      <w:r>
        <w:t xml:space="preserve"> </w:t>
      </w:r>
      <w:r>
        <w:rPr>
          <w:rFonts w:hint="eastAsia"/>
        </w:rPr>
        <w:t>至</w:t>
      </w:r>
      <w:r>
        <w:t xml:space="preserve"> 107 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日期間於相關網站進行全片公開播映。</w:t>
      </w:r>
    </w:p>
    <w:p w:rsidR="00070BE5" w:rsidRDefault="00070BE5" w:rsidP="00316BD4">
      <w:pPr>
        <w:spacing w:after="120"/>
      </w:pPr>
      <w:r>
        <w:rPr>
          <w:rFonts w:hint="eastAsia"/>
        </w:rPr>
        <w:t>六、授權人經獲特優獎，授權將影片全片供</w:t>
      </w:r>
      <w:r w:rsidRPr="00953012">
        <w:rPr>
          <w:rFonts w:hint="eastAsia"/>
          <w:b/>
        </w:rPr>
        <w:t>教育部體育</w:t>
      </w:r>
      <w:r>
        <w:rPr>
          <w:rFonts w:hint="eastAsia"/>
          <w:b/>
        </w:rPr>
        <w:t>署與國立臺灣師範大學</w:t>
      </w:r>
      <w:r>
        <w:rPr>
          <w:rFonts w:hint="eastAsia"/>
        </w:rPr>
        <w:t>於</w:t>
      </w:r>
      <w:r>
        <w:t xml:space="preserve"> 106 </w:t>
      </w:r>
      <w:r>
        <w:rPr>
          <w:rFonts w:hint="eastAsia"/>
        </w:rPr>
        <w:t>年</w:t>
      </w:r>
      <w:r>
        <w:t xml:space="preserve"> 11 </w:t>
      </w:r>
      <w:r>
        <w:rPr>
          <w:rFonts w:hint="eastAsia"/>
        </w:rPr>
        <w:t>月</w:t>
      </w:r>
      <w:r>
        <w:t xml:space="preserve"> 12 </w:t>
      </w:r>
      <w:r>
        <w:rPr>
          <w:rFonts w:hint="eastAsia"/>
        </w:rPr>
        <w:t>日</w:t>
      </w:r>
      <w:r>
        <w:t xml:space="preserve"> </w:t>
      </w:r>
      <w:r>
        <w:rPr>
          <w:rFonts w:hint="eastAsia"/>
        </w:rPr>
        <w:t>至</w:t>
      </w:r>
      <w:r>
        <w:t xml:space="preserve"> 110 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11</w:t>
      </w:r>
      <w:r>
        <w:rPr>
          <w:rFonts w:hint="eastAsia"/>
        </w:rPr>
        <w:t>日期間於相關網站進行全片公開播映。</w:t>
      </w:r>
    </w:p>
    <w:p w:rsidR="00070BE5" w:rsidRDefault="00070BE5" w:rsidP="00EE431E">
      <w:pPr>
        <w:spacing w:before="240"/>
      </w:pPr>
      <w:r>
        <w:rPr>
          <w:rFonts w:hint="eastAsia"/>
        </w:rPr>
        <w:t>授權人同意並遵守以下事項：</w:t>
      </w:r>
    </w:p>
    <w:p w:rsidR="00070BE5" w:rsidRDefault="00070BE5" w:rsidP="00EC4315">
      <w:r>
        <w:rPr>
          <w:rFonts w:hint="eastAsia"/>
        </w:rPr>
        <w:t>一、影片中之配音、配樂及使用之圖文均需向原創作者</w:t>
      </w:r>
      <w:r>
        <w:t>/</w:t>
      </w:r>
      <w:r>
        <w:rPr>
          <w:rFonts w:hint="eastAsia"/>
        </w:rPr>
        <w:t>團隊取得重製、改作編輯、開上映、公開演出、公開口述、公開展示、公開播送及公開傳輸之授權，如因影片播出產生著作權相關法律爭議，由授權人負完全之責任。必要時得要求</w:t>
      </w:r>
      <w:r>
        <w:t xml:space="preserve"> </w:t>
      </w:r>
      <w:r>
        <w:rPr>
          <w:rFonts w:hint="eastAsia"/>
        </w:rPr>
        <w:t>提供相關權利證明文件，以供查核。</w:t>
      </w:r>
    </w:p>
    <w:p w:rsidR="00070BE5" w:rsidRDefault="00070BE5" w:rsidP="00EC4315">
      <w:r>
        <w:rPr>
          <w:rFonts w:hint="eastAsia"/>
        </w:rPr>
        <w:t>二、將團隊代表人電子信箱公布於活動官網及臉書專頁中。</w:t>
      </w:r>
    </w:p>
    <w:p w:rsidR="00070BE5" w:rsidRDefault="00070BE5" w:rsidP="00316BD4">
      <w:pPr>
        <w:spacing w:before="120" w:after="120"/>
      </w:pPr>
    </w:p>
    <w:p w:rsidR="00070BE5" w:rsidRDefault="00070BE5" w:rsidP="00316BD4">
      <w:pPr>
        <w:spacing w:before="120" w:after="120"/>
        <w:rPr>
          <w:b/>
        </w:rPr>
      </w:pPr>
      <w:r>
        <w:rPr>
          <w:rFonts w:hint="eastAsia"/>
        </w:rPr>
        <w:t>此致</w:t>
      </w:r>
      <w:r>
        <w:t xml:space="preserve"> </w:t>
      </w:r>
      <w:r w:rsidRPr="00953012">
        <w:rPr>
          <w:rFonts w:hint="eastAsia"/>
          <w:b/>
        </w:rPr>
        <w:t>教育部體育</w:t>
      </w:r>
      <w:r>
        <w:rPr>
          <w:rFonts w:hint="eastAsia"/>
          <w:b/>
        </w:rPr>
        <w:t>署與國立臺灣師範大學</w:t>
      </w:r>
    </w:p>
    <w:p w:rsidR="00070BE5" w:rsidRDefault="00070BE5" w:rsidP="00316BD4">
      <w:pPr>
        <w:spacing w:before="120" w:after="120"/>
      </w:pPr>
    </w:p>
    <w:p w:rsidR="00070BE5" w:rsidRDefault="00070BE5" w:rsidP="00EC4315">
      <w:r>
        <w:rPr>
          <w:rFonts w:hint="eastAsia"/>
        </w:rPr>
        <w:t>授權人（親筆簽名）：</w:t>
      </w:r>
      <w:r>
        <w:t xml:space="preserve"> </w:t>
      </w:r>
    </w:p>
    <w:p w:rsidR="00070BE5" w:rsidRDefault="00070BE5" w:rsidP="00EC4315">
      <w:r>
        <w:rPr>
          <w:rFonts w:hint="eastAsia"/>
        </w:rPr>
        <w:t>聯絡地址（代表人）：</w:t>
      </w:r>
      <w:r>
        <w:t xml:space="preserve"> </w:t>
      </w:r>
    </w:p>
    <w:p w:rsidR="00070BE5" w:rsidRDefault="00070BE5" w:rsidP="00EC4315">
      <w:r>
        <w:rPr>
          <w:rFonts w:hint="eastAsia"/>
        </w:rPr>
        <w:t>聯絡電話（代表人）：</w:t>
      </w:r>
      <w:r>
        <w:t>(</w:t>
      </w:r>
      <w:r>
        <w:rPr>
          <w:rFonts w:hint="eastAsia"/>
        </w:rPr>
        <w:t>市話</w:t>
      </w:r>
      <w:r>
        <w:t>)</w:t>
      </w:r>
      <w:r>
        <w:rPr>
          <w:rFonts w:hint="eastAsia"/>
        </w:rPr>
        <w:t xml:space="preserve">　　</w:t>
      </w:r>
      <w:r>
        <w:t xml:space="preserve">              (</w:t>
      </w:r>
      <w:r>
        <w:rPr>
          <w:rFonts w:hint="eastAsia"/>
        </w:rPr>
        <w:t>手機</w:t>
      </w:r>
      <w:r>
        <w:t xml:space="preserve">) </w:t>
      </w:r>
    </w:p>
    <w:p w:rsidR="00070BE5" w:rsidRDefault="00070BE5" w:rsidP="00EC4315"/>
    <w:p w:rsidR="00070BE5" w:rsidRDefault="00070BE5" w:rsidP="0003740E">
      <w:pPr>
        <w:jc w:val="distribute"/>
      </w:pPr>
      <w:r>
        <w:rPr>
          <w:rFonts w:hint="eastAsia"/>
        </w:rPr>
        <w:t>中</w:t>
      </w:r>
      <w:r>
        <w:t xml:space="preserve">    </w:t>
      </w:r>
      <w:r>
        <w:rPr>
          <w:rFonts w:hint="eastAsia"/>
        </w:rPr>
        <w:t>華</w:t>
      </w:r>
      <w:r>
        <w:t xml:space="preserve">    </w:t>
      </w:r>
      <w:r>
        <w:rPr>
          <w:rFonts w:hint="eastAsia"/>
        </w:rPr>
        <w:t>民</w:t>
      </w:r>
      <w:r>
        <w:t xml:space="preserve">    </w:t>
      </w:r>
      <w:r>
        <w:rPr>
          <w:rFonts w:hint="eastAsia"/>
        </w:rPr>
        <w:t>國</w:t>
      </w:r>
      <w:r>
        <w:t xml:space="preserve">     106   </w:t>
      </w:r>
      <w:r>
        <w:rPr>
          <w:rFonts w:hint="eastAsia"/>
        </w:rPr>
        <w:t>年</w:t>
      </w:r>
      <w:r>
        <w:t xml:space="preserve">         </w:t>
      </w:r>
      <w:r>
        <w:rPr>
          <w:rFonts w:hint="eastAsia"/>
        </w:rPr>
        <w:t>月</w:t>
      </w:r>
      <w:r>
        <w:t xml:space="preserve">         </w:t>
      </w:r>
      <w:r>
        <w:rPr>
          <w:rFonts w:hint="eastAsia"/>
        </w:rPr>
        <w:t>日</w:t>
      </w:r>
    </w:p>
    <w:sectPr w:rsidR="00070BE5" w:rsidSect="00D617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BE5" w:rsidRDefault="00070BE5" w:rsidP="00F45532">
      <w:r>
        <w:separator/>
      </w:r>
    </w:p>
  </w:endnote>
  <w:endnote w:type="continuationSeparator" w:id="0">
    <w:p w:rsidR="00070BE5" w:rsidRDefault="00070BE5" w:rsidP="00F45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BE5" w:rsidRDefault="00070BE5" w:rsidP="00F45532">
      <w:r>
        <w:separator/>
      </w:r>
    </w:p>
  </w:footnote>
  <w:footnote w:type="continuationSeparator" w:id="0">
    <w:p w:rsidR="00070BE5" w:rsidRDefault="00070BE5" w:rsidP="00F455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315"/>
    <w:rsid w:val="000005DF"/>
    <w:rsid w:val="00001069"/>
    <w:rsid w:val="000028BC"/>
    <w:rsid w:val="00012BCF"/>
    <w:rsid w:val="00025275"/>
    <w:rsid w:val="000365FA"/>
    <w:rsid w:val="0003740E"/>
    <w:rsid w:val="0004751A"/>
    <w:rsid w:val="00062053"/>
    <w:rsid w:val="00065FF6"/>
    <w:rsid w:val="00070BE5"/>
    <w:rsid w:val="000713AA"/>
    <w:rsid w:val="00074747"/>
    <w:rsid w:val="000E48C1"/>
    <w:rsid w:val="000F2D59"/>
    <w:rsid w:val="00115170"/>
    <w:rsid w:val="001330C9"/>
    <w:rsid w:val="001D756B"/>
    <w:rsid w:val="001E1193"/>
    <w:rsid w:val="001E2431"/>
    <w:rsid w:val="00214422"/>
    <w:rsid w:val="00234D9B"/>
    <w:rsid w:val="002B289D"/>
    <w:rsid w:val="00316BD4"/>
    <w:rsid w:val="0036207F"/>
    <w:rsid w:val="00363389"/>
    <w:rsid w:val="0037255B"/>
    <w:rsid w:val="003860DF"/>
    <w:rsid w:val="003E0B89"/>
    <w:rsid w:val="004448A5"/>
    <w:rsid w:val="004625C7"/>
    <w:rsid w:val="00480BD9"/>
    <w:rsid w:val="004B5AF9"/>
    <w:rsid w:val="004E65D5"/>
    <w:rsid w:val="005123A3"/>
    <w:rsid w:val="00512E4F"/>
    <w:rsid w:val="00527A33"/>
    <w:rsid w:val="00531664"/>
    <w:rsid w:val="005318B2"/>
    <w:rsid w:val="00553A6F"/>
    <w:rsid w:val="00564341"/>
    <w:rsid w:val="00591D8B"/>
    <w:rsid w:val="005B00F8"/>
    <w:rsid w:val="005B63FC"/>
    <w:rsid w:val="006130C7"/>
    <w:rsid w:val="00621D1E"/>
    <w:rsid w:val="006225B8"/>
    <w:rsid w:val="006409FD"/>
    <w:rsid w:val="00685987"/>
    <w:rsid w:val="006B07B1"/>
    <w:rsid w:val="006C1329"/>
    <w:rsid w:val="006C74BB"/>
    <w:rsid w:val="006E2486"/>
    <w:rsid w:val="00703990"/>
    <w:rsid w:val="00727185"/>
    <w:rsid w:val="00731C7C"/>
    <w:rsid w:val="007842E9"/>
    <w:rsid w:val="007C485C"/>
    <w:rsid w:val="00864C34"/>
    <w:rsid w:val="0090349D"/>
    <w:rsid w:val="009070AD"/>
    <w:rsid w:val="00930C92"/>
    <w:rsid w:val="00947356"/>
    <w:rsid w:val="00950570"/>
    <w:rsid w:val="00953012"/>
    <w:rsid w:val="00983262"/>
    <w:rsid w:val="00996522"/>
    <w:rsid w:val="009B4F1D"/>
    <w:rsid w:val="009D519C"/>
    <w:rsid w:val="009E47F1"/>
    <w:rsid w:val="00A36F61"/>
    <w:rsid w:val="00A5645D"/>
    <w:rsid w:val="00A57D33"/>
    <w:rsid w:val="00A71DFB"/>
    <w:rsid w:val="00A91F78"/>
    <w:rsid w:val="00AD0198"/>
    <w:rsid w:val="00AD35A9"/>
    <w:rsid w:val="00B32C29"/>
    <w:rsid w:val="00B500BF"/>
    <w:rsid w:val="00B63BAA"/>
    <w:rsid w:val="00B85AFF"/>
    <w:rsid w:val="00BB1C53"/>
    <w:rsid w:val="00BB40A9"/>
    <w:rsid w:val="00BF625C"/>
    <w:rsid w:val="00C23845"/>
    <w:rsid w:val="00C44BBA"/>
    <w:rsid w:val="00C8715A"/>
    <w:rsid w:val="00C94148"/>
    <w:rsid w:val="00CA7291"/>
    <w:rsid w:val="00CD0668"/>
    <w:rsid w:val="00CE6A90"/>
    <w:rsid w:val="00D11589"/>
    <w:rsid w:val="00D13A6F"/>
    <w:rsid w:val="00D13DB9"/>
    <w:rsid w:val="00D1472D"/>
    <w:rsid w:val="00D27BBB"/>
    <w:rsid w:val="00D341C3"/>
    <w:rsid w:val="00D43A08"/>
    <w:rsid w:val="00D5039C"/>
    <w:rsid w:val="00D5265E"/>
    <w:rsid w:val="00D537BE"/>
    <w:rsid w:val="00D617F9"/>
    <w:rsid w:val="00D67BCE"/>
    <w:rsid w:val="00D9366D"/>
    <w:rsid w:val="00DC7160"/>
    <w:rsid w:val="00DD5040"/>
    <w:rsid w:val="00E0572D"/>
    <w:rsid w:val="00E4236A"/>
    <w:rsid w:val="00EA042E"/>
    <w:rsid w:val="00EA2481"/>
    <w:rsid w:val="00EA2BED"/>
    <w:rsid w:val="00EC4315"/>
    <w:rsid w:val="00ED7240"/>
    <w:rsid w:val="00EE431E"/>
    <w:rsid w:val="00EE6C66"/>
    <w:rsid w:val="00EF65E3"/>
    <w:rsid w:val="00F45532"/>
    <w:rsid w:val="00F90845"/>
    <w:rsid w:val="00FA196A"/>
    <w:rsid w:val="00FA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7F9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55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4553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455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4553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142</Words>
  <Characters>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「2017年 礙，上體育課」作品影音授權同意書</dc:title>
  <dc:subject/>
  <dc:creator>陳志強</dc:creator>
  <cp:keywords/>
  <dc:description/>
  <cp:lastModifiedBy>user</cp:lastModifiedBy>
  <cp:revision>2</cp:revision>
  <dcterms:created xsi:type="dcterms:W3CDTF">2017-09-26T00:10:00Z</dcterms:created>
  <dcterms:modified xsi:type="dcterms:W3CDTF">2017-09-26T00:10:00Z</dcterms:modified>
</cp:coreProperties>
</file>