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F1D" w:rsidRPr="00474F4E" w:rsidRDefault="009D7F1D" w:rsidP="00231B6F">
      <w:pPr>
        <w:snapToGrid w:val="0"/>
        <w:spacing w:line="360" w:lineRule="auto"/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474F4E">
        <w:rPr>
          <w:rFonts w:ascii="標楷體" w:eastAsia="標楷體" w:hAnsi="標楷體" w:cs="標楷體" w:hint="eastAsia"/>
          <w:b/>
          <w:bCs/>
          <w:sz w:val="28"/>
          <w:szCs w:val="28"/>
        </w:rPr>
        <w:t>國立臺南大學視障教育與重建中心</w:t>
      </w:r>
    </w:p>
    <w:p w:rsidR="009D7F1D" w:rsidRPr="0059285D" w:rsidRDefault="009D7F1D" w:rsidP="00231B6F">
      <w:pPr>
        <w:snapToGrid w:val="0"/>
        <w:spacing w:line="360" w:lineRule="auto"/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cs="標楷體"/>
          <w:b/>
          <w:bCs/>
          <w:sz w:val="36"/>
          <w:szCs w:val="36"/>
        </w:rPr>
        <w:t>2016</w:t>
      </w:r>
      <w:r w:rsidRPr="00474F4E">
        <w:rPr>
          <w:rFonts w:ascii="標楷體" w:eastAsia="標楷體" w:hAnsi="標楷體" w:cs="標楷體" w:hint="eastAsia"/>
          <w:b/>
          <w:bCs/>
          <w:sz w:val="36"/>
          <w:szCs w:val="36"/>
        </w:rPr>
        <w:t>視障教育教學與行政研討會實施計畫</w:t>
      </w:r>
    </w:p>
    <w:p w:rsidR="009D7F1D" w:rsidRPr="005A06EF" w:rsidRDefault="009D7F1D" w:rsidP="00B40869">
      <w:pPr>
        <w:snapToGrid w:val="0"/>
        <w:spacing w:line="360" w:lineRule="auto"/>
        <w:rPr>
          <w:rFonts w:ascii="新細明體" w:hAnsi="標楷體"/>
        </w:rPr>
      </w:pPr>
      <w:r w:rsidRPr="005A06EF">
        <w:rPr>
          <w:rFonts w:ascii="新細明體" w:hAnsi="標楷體" w:cs="新細明體" w:hint="eastAsia"/>
        </w:rPr>
        <w:t>壹、依據</w:t>
      </w:r>
    </w:p>
    <w:p w:rsidR="009D7F1D" w:rsidRDefault="009D7F1D" w:rsidP="00B40869">
      <w:pPr>
        <w:snapToGrid w:val="0"/>
        <w:spacing w:line="360" w:lineRule="auto"/>
        <w:ind w:left="482"/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教育部</w:t>
      </w:r>
      <w:r w:rsidRPr="00C200A9">
        <w:rPr>
          <w:rFonts w:ascii="標楷體" w:eastAsia="標楷體" w:hAnsi="標楷體" w:cs="標楷體"/>
        </w:rPr>
        <w:t>10</w:t>
      </w:r>
      <w:r>
        <w:rPr>
          <w:rFonts w:ascii="標楷體" w:eastAsia="標楷體" w:hAnsi="標楷體" w:cs="標楷體"/>
        </w:rPr>
        <w:t>5</w:t>
      </w:r>
      <w:r w:rsidRPr="00C200A9">
        <w:rPr>
          <w:rFonts w:ascii="標楷體" w:eastAsia="標楷體" w:hAnsi="標楷體" w:cs="標楷體" w:hint="eastAsia"/>
        </w:rPr>
        <w:t>年</w:t>
      </w:r>
      <w:r>
        <w:rPr>
          <w:rFonts w:ascii="標楷體" w:eastAsia="標楷體" w:hAnsi="標楷體" w:cs="標楷體"/>
        </w:rPr>
        <w:t>5</w:t>
      </w:r>
      <w:r w:rsidRPr="00C200A9">
        <w:rPr>
          <w:rFonts w:ascii="標楷體" w:eastAsia="標楷體" w:hAnsi="標楷體" w:cs="標楷體" w:hint="eastAsia"/>
        </w:rPr>
        <w:t>月</w:t>
      </w:r>
      <w:r>
        <w:rPr>
          <w:rFonts w:ascii="標楷體" w:eastAsia="標楷體" w:hAnsi="標楷體" w:cs="標楷體"/>
        </w:rPr>
        <w:t>18</w:t>
      </w:r>
      <w:r w:rsidRPr="00C200A9">
        <w:rPr>
          <w:rFonts w:ascii="標楷體" w:eastAsia="標楷體" w:hAnsi="標楷體" w:cs="標楷體" w:hint="eastAsia"/>
        </w:rPr>
        <w:t>日臺教師（三）字第</w:t>
      </w:r>
      <w:r w:rsidRPr="00C200A9">
        <w:rPr>
          <w:rFonts w:ascii="標楷體" w:eastAsia="標楷體" w:hAnsi="標楷體" w:cs="標楷體"/>
        </w:rPr>
        <w:t>10</w:t>
      </w:r>
      <w:r>
        <w:rPr>
          <w:rFonts w:ascii="標楷體" w:eastAsia="標楷體" w:hAnsi="標楷體" w:cs="標楷體"/>
        </w:rPr>
        <w:t>5</w:t>
      </w:r>
      <w:r w:rsidRPr="00C200A9">
        <w:rPr>
          <w:rFonts w:ascii="標楷體" w:eastAsia="標楷體" w:hAnsi="標楷體" w:cs="標楷體"/>
        </w:rPr>
        <w:t>00</w:t>
      </w:r>
      <w:r>
        <w:rPr>
          <w:rFonts w:ascii="標楷體" w:eastAsia="標楷體" w:hAnsi="標楷體" w:cs="標楷體"/>
        </w:rPr>
        <w:t>55810</w:t>
      </w:r>
      <w:r w:rsidRPr="000250E2">
        <w:rPr>
          <w:rFonts w:ascii="標楷體" w:eastAsia="標楷體" w:hAnsi="標楷體" w:cs="標楷體" w:hint="eastAsia"/>
        </w:rPr>
        <w:t>號</w:t>
      </w:r>
      <w:r>
        <w:rPr>
          <w:rFonts w:ascii="標楷體" w:eastAsia="標楷體" w:hAnsi="標楷體" w:cs="標楷體" w:hint="eastAsia"/>
        </w:rPr>
        <w:t>函</w:t>
      </w:r>
    </w:p>
    <w:p w:rsidR="009D7F1D" w:rsidRPr="00871A9C" w:rsidRDefault="009D7F1D" w:rsidP="00B40869">
      <w:pPr>
        <w:snapToGrid w:val="0"/>
        <w:spacing w:line="360" w:lineRule="auto"/>
        <w:ind w:left="482"/>
        <w:rPr>
          <w:rFonts w:ascii="標楷體" w:eastAsia="標楷體" w:hAnsi="標楷體"/>
        </w:rPr>
      </w:pPr>
    </w:p>
    <w:p w:rsidR="009D7F1D" w:rsidRPr="005A06EF" w:rsidRDefault="009D7F1D" w:rsidP="00B40869">
      <w:pPr>
        <w:numPr>
          <w:ilvl w:val="0"/>
          <w:numId w:val="2"/>
        </w:numPr>
        <w:snapToGrid w:val="0"/>
        <w:spacing w:line="360" w:lineRule="auto"/>
        <w:rPr>
          <w:rFonts w:ascii="新細明體" w:hAnsi="標楷體"/>
        </w:rPr>
      </w:pPr>
      <w:r w:rsidRPr="005A06EF">
        <w:rPr>
          <w:rFonts w:ascii="新細明體" w:hAnsi="標楷體" w:cs="新細明體" w:hint="eastAsia"/>
        </w:rPr>
        <w:t>目的</w:t>
      </w:r>
    </w:p>
    <w:p w:rsidR="009D7F1D" w:rsidRDefault="009D7F1D" w:rsidP="00B40869">
      <w:pPr>
        <w:snapToGrid w:val="0"/>
        <w:spacing w:line="360" w:lineRule="auto"/>
        <w:ind w:left="480"/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一、探討國內視障教育課程與教學策略的改革與發展</w:t>
      </w:r>
    </w:p>
    <w:p w:rsidR="009D7F1D" w:rsidRDefault="009D7F1D" w:rsidP="00B40869">
      <w:pPr>
        <w:snapToGrid w:val="0"/>
        <w:spacing w:line="360" w:lineRule="auto"/>
        <w:ind w:left="480"/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二、研擬國內視障教育行政議題的解決方案</w:t>
      </w:r>
    </w:p>
    <w:p w:rsidR="009D7F1D" w:rsidRDefault="009D7F1D" w:rsidP="00B40869">
      <w:pPr>
        <w:snapToGrid w:val="0"/>
        <w:spacing w:line="360" w:lineRule="auto"/>
        <w:ind w:left="480"/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三、體會最新視障輔具評估</w:t>
      </w:r>
    </w:p>
    <w:p w:rsidR="009D7F1D" w:rsidRDefault="009D7F1D" w:rsidP="00B40869">
      <w:pPr>
        <w:snapToGrid w:val="0"/>
        <w:spacing w:line="360" w:lineRule="auto"/>
        <w:ind w:left="480"/>
        <w:rPr>
          <w:rFonts w:ascii="標楷體" w:eastAsia="標楷體" w:hAnsi="標楷體"/>
        </w:rPr>
      </w:pPr>
    </w:p>
    <w:p w:rsidR="009D7F1D" w:rsidRPr="005A06EF" w:rsidRDefault="009D7F1D" w:rsidP="00B40869">
      <w:pPr>
        <w:snapToGrid w:val="0"/>
        <w:spacing w:line="360" w:lineRule="auto"/>
        <w:rPr>
          <w:rFonts w:ascii="新細明體" w:hAnsi="標楷體"/>
        </w:rPr>
      </w:pPr>
      <w:r w:rsidRPr="005A06EF">
        <w:rPr>
          <w:rFonts w:ascii="新細明體" w:hAnsi="標楷體" w:cs="新細明體" w:hint="eastAsia"/>
        </w:rPr>
        <w:t>參、辦理單位</w:t>
      </w:r>
    </w:p>
    <w:p w:rsidR="009D7F1D" w:rsidRDefault="009D7F1D" w:rsidP="00B40869">
      <w:pPr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/>
        </w:rPr>
        <w:tab/>
      </w:r>
      <w:r>
        <w:rPr>
          <w:rFonts w:ascii="標楷體" w:eastAsia="標楷體" w:hAnsi="標楷體" w:cs="標楷體" w:hint="eastAsia"/>
        </w:rPr>
        <w:t>一、指導單位：教育部師資培育及藝術教育司</w:t>
      </w:r>
    </w:p>
    <w:p w:rsidR="009D7F1D" w:rsidRDefault="009D7F1D" w:rsidP="00B40869">
      <w:pPr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/>
        </w:rPr>
        <w:tab/>
      </w:r>
      <w:r>
        <w:rPr>
          <w:rFonts w:ascii="標楷體" w:eastAsia="標楷體" w:hAnsi="標楷體" w:cs="標楷體" w:hint="eastAsia"/>
        </w:rPr>
        <w:t>二、主辦單位：國立臺南大學</w:t>
      </w:r>
    </w:p>
    <w:p w:rsidR="009D7F1D" w:rsidRDefault="009D7F1D" w:rsidP="00B40869">
      <w:pPr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/>
        </w:rPr>
        <w:tab/>
      </w:r>
      <w:r>
        <w:rPr>
          <w:rFonts w:ascii="標楷體" w:eastAsia="標楷體" w:hAnsi="標楷體" w:cs="標楷體" w:hint="eastAsia"/>
        </w:rPr>
        <w:t>三、承辦單位：臺南大學視障教育與重建中心</w:t>
      </w:r>
    </w:p>
    <w:p w:rsidR="009D7F1D" w:rsidRDefault="009D7F1D" w:rsidP="00B40869">
      <w:pPr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/>
        </w:rPr>
        <w:tab/>
      </w:r>
      <w:r>
        <w:rPr>
          <w:rFonts w:ascii="標楷體" w:eastAsia="標楷體" w:hAnsi="標楷體" w:cs="標楷體" w:hint="eastAsia"/>
        </w:rPr>
        <w:t>四、贊助單位：</w:t>
      </w:r>
      <w:r w:rsidRPr="002A6C8F">
        <w:rPr>
          <w:rFonts w:ascii="標楷體" w:eastAsia="標楷體" w:hAnsi="標楷體" w:cs="標楷體" w:hint="eastAsia"/>
        </w:rPr>
        <w:t>新北市欣和</w:t>
      </w:r>
      <w:r>
        <w:rPr>
          <w:rFonts w:ascii="標楷體" w:eastAsia="標楷體" w:hAnsi="標楷體" w:cs="標楷體" w:hint="eastAsia"/>
        </w:rPr>
        <w:t>公益協會</w:t>
      </w:r>
    </w:p>
    <w:p w:rsidR="009D7F1D" w:rsidRPr="002A6C8F" w:rsidRDefault="009D7F1D" w:rsidP="00B40869">
      <w:pPr>
        <w:snapToGrid w:val="0"/>
        <w:spacing w:line="360" w:lineRule="auto"/>
        <w:rPr>
          <w:rFonts w:ascii="標楷體" w:eastAsia="標楷體" w:hAnsi="標楷體"/>
        </w:rPr>
      </w:pPr>
    </w:p>
    <w:p w:rsidR="009D7F1D" w:rsidRPr="005A06EF" w:rsidRDefault="009D7F1D" w:rsidP="00B40869">
      <w:pPr>
        <w:snapToGrid w:val="0"/>
        <w:spacing w:line="360" w:lineRule="auto"/>
        <w:rPr>
          <w:rFonts w:ascii="新細明體" w:hAnsi="標楷體"/>
        </w:rPr>
      </w:pPr>
      <w:r w:rsidRPr="005A06EF">
        <w:rPr>
          <w:rFonts w:ascii="新細明體" w:hAnsi="標楷體" w:cs="新細明體" w:hint="eastAsia"/>
        </w:rPr>
        <w:t>肆、辦理時間與地點</w:t>
      </w:r>
    </w:p>
    <w:p w:rsidR="009D7F1D" w:rsidRPr="00ED25BF" w:rsidRDefault="009D7F1D" w:rsidP="00B40869">
      <w:pPr>
        <w:snapToGrid w:val="0"/>
        <w:spacing w:line="360" w:lineRule="auto"/>
        <w:rPr>
          <w:rFonts w:ascii="標楷體" w:eastAsia="標楷體" w:hAnsi="標楷體"/>
        </w:rPr>
      </w:pPr>
      <w:r w:rsidRPr="005A06EF">
        <w:rPr>
          <w:rFonts w:ascii="標楷體" w:eastAsia="標楷體" w:hAnsi="標楷體"/>
        </w:rPr>
        <w:tab/>
      </w:r>
      <w:r w:rsidRPr="005A06EF">
        <w:rPr>
          <w:rFonts w:ascii="標楷體" w:eastAsia="標楷體" w:hAnsi="標楷體" w:cs="標楷體" w:hint="eastAsia"/>
        </w:rPr>
        <w:t>一、時間：民國</w:t>
      </w:r>
      <w:r>
        <w:rPr>
          <w:rFonts w:ascii="標楷體" w:eastAsia="標楷體" w:hAnsi="標楷體" w:cs="標楷體"/>
        </w:rPr>
        <w:t>105</w:t>
      </w:r>
      <w:r w:rsidRPr="005A06EF">
        <w:rPr>
          <w:rFonts w:ascii="標楷體" w:eastAsia="標楷體" w:hAnsi="標楷體" w:cs="標楷體" w:hint="eastAsia"/>
        </w:rPr>
        <w:t>年</w:t>
      </w:r>
      <w:r>
        <w:rPr>
          <w:rFonts w:ascii="標楷體" w:eastAsia="標楷體" w:hAnsi="標楷體" w:cs="標楷體"/>
        </w:rPr>
        <w:t>11</w:t>
      </w:r>
      <w:r w:rsidRPr="005A06EF">
        <w:rPr>
          <w:rFonts w:ascii="標楷體" w:eastAsia="標楷體" w:hAnsi="標楷體" w:cs="標楷體" w:hint="eastAsia"/>
        </w:rPr>
        <w:t>月</w:t>
      </w:r>
      <w:r>
        <w:rPr>
          <w:rFonts w:ascii="標楷體" w:eastAsia="標楷體" w:hAnsi="標楷體" w:cs="標楷體"/>
        </w:rPr>
        <w:t>12</w:t>
      </w:r>
      <w:r w:rsidRPr="005A06EF">
        <w:rPr>
          <w:rFonts w:ascii="標楷體" w:eastAsia="標楷體" w:hAnsi="標楷體" w:cs="標楷體" w:hint="eastAsia"/>
        </w:rPr>
        <w:t>日（週六）</w:t>
      </w:r>
      <w:r>
        <w:rPr>
          <w:rFonts w:ascii="標楷體" w:eastAsia="標楷體" w:hAnsi="標楷體" w:cs="標楷體" w:hint="eastAsia"/>
        </w:rPr>
        <w:t>上午</w:t>
      </w:r>
      <w:r>
        <w:rPr>
          <w:rFonts w:ascii="標楷體" w:eastAsia="標楷體" w:hAnsi="標楷體" w:cs="標楷體"/>
        </w:rPr>
        <w:t>8</w:t>
      </w:r>
      <w:r>
        <w:rPr>
          <w:rFonts w:ascii="標楷體" w:eastAsia="標楷體" w:hAnsi="標楷體" w:cs="標楷體" w:hint="eastAsia"/>
        </w:rPr>
        <w:t>時</w:t>
      </w:r>
      <w:r>
        <w:rPr>
          <w:rFonts w:ascii="標楷體" w:eastAsia="標楷體" w:hAnsi="標楷體" w:cs="標楷體"/>
        </w:rPr>
        <w:t>50</w:t>
      </w:r>
      <w:r>
        <w:rPr>
          <w:rFonts w:ascii="標楷體" w:eastAsia="標楷體" w:hAnsi="標楷體" w:cs="標楷體" w:hint="eastAsia"/>
        </w:rPr>
        <w:t>分至下午</w:t>
      </w:r>
      <w:r>
        <w:rPr>
          <w:rFonts w:ascii="標楷體" w:eastAsia="標楷體" w:hAnsi="標楷體" w:cs="標楷體"/>
        </w:rPr>
        <w:t>5</w:t>
      </w:r>
      <w:r>
        <w:rPr>
          <w:rFonts w:ascii="標楷體" w:eastAsia="標楷體" w:hAnsi="標楷體" w:cs="標楷體" w:hint="eastAsia"/>
        </w:rPr>
        <w:t>時</w:t>
      </w:r>
    </w:p>
    <w:p w:rsidR="009D7F1D" w:rsidRDefault="009D7F1D" w:rsidP="00B40869">
      <w:pPr>
        <w:snapToGrid w:val="0"/>
        <w:spacing w:line="360" w:lineRule="auto"/>
        <w:rPr>
          <w:rFonts w:ascii="標楷體" w:eastAsia="標楷體" w:hAnsi="標楷體"/>
        </w:rPr>
      </w:pPr>
      <w:r w:rsidRPr="005A06EF">
        <w:rPr>
          <w:rFonts w:ascii="標楷體" w:eastAsia="標楷體" w:hAnsi="標楷體"/>
        </w:rPr>
        <w:tab/>
      </w:r>
      <w:r w:rsidRPr="005A06EF">
        <w:rPr>
          <w:rFonts w:ascii="標楷體" w:eastAsia="標楷體" w:hAnsi="標楷體" w:cs="標楷體" w:hint="eastAsia"/>
        </w:rPr>
        <w:t>二、地點：國立臺南大學</w:t>
      </w:r>
      <w:r>
        <w:rPr>
          <w:rFonts w:ascii="標楷體" w:eastAsia="標楷體" w:hAnsi="標楷體" w:cs="標楷體" w:hint="eastAsia"/>
        </w:rPr>
        <w:t>啟明苑</w:t>
      </w:r>
      <w:r>
        <w:rPr>
          <w:rFonts w:ascii="標楷體" w:eastAsia="標楷體" w:hAnsi="標楷體" w:cs="標楷體"/>
        </w:rPr>
        <w:t>308</w:t>
      </w:r>
      <w:r>
        <w:rPr>
          <w:rFonts w:ascii="標楷體" w:eastAsia="標楷體" w:hAnsi="標楷體" w:cs="標楷體" w:hint="eastAsia"/>
        </w:rPr>
        <w:t>室</w:t>
      </w:r>
    </w:p>
    <w:p w:rsidR="009D7F1D" w:rsidRDefault="009D7F1D" w:rsidP="00463C5C">
      <w:pPr>
        <w:snapToGrid w:val="0"/>
        <w:spacing w:line="360" w:lineRule="auto"/>
        <w:ind w:firstLineChars="650" w:firstLine="31680"/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（台南市中西區樹林街二段</w:t>
      </w:r>
      <w:r>
        <w:rPr>
          <w:rFonts w:ascii="標楷體" w:eastAsia="標楷體" w:hAnsi="標楷體" w:cs="標楷體"/>
        </w:rPr>
        <w:t>33</w:t>
      </w:r>
      <w:r>
        <w:rPr>
          <w:rFonts w:ascii="標楷體" w:eastAsia="標楷體" w:hAnsi="標楷體" w:cs="標楷體" w:hint="eastAsia"/>
        </w:rPr>
        <w:t>號）</w:t>
      </w:r>
    </w:p>
    <w:p w:rsidR="009D7F1D" w:rsidRPr="005A06EF" w:rsidRDefault="009D7F1D" w:rsidP="00463C5C">
      <w:pPr>
        <w:snapToGrid w:val="0"/>
        <w:spacing w:line="360" w:lineRule="auto"/>
        <w:ind w:firstLineChars="650" w:firstLine="31680"/>
        <w:rPr>
          <w:rFonts w:ascii="標楷體" w:eastAsia="標楷體" w:hAnsi="標楷體"/>
        </w:rPr>
      </w:pPr>
    </w:p>
    <w:p w:rsidR="009D7F1D" w:rsidRPr="005A06EF" w:rsidRDefault="009D7F1D" w:rsidP="00B40869">
      <w:pPr>
        <w:snapToGrid w:val="0"/>
        <w:spacing w:line="360" w:lineRule="auto"/>
        <w:rPr>
          <w:rFonts w:ascii="新細明體"/>
        </w:rPr>
      </w:pPr>
      <w:r w:rsidRPr="005A06EF">
        <w:rPr>
          <w:rFonts w:ascii="新細明體" w:hAnsi="新細明體" w:cs="新細明體" w:hint="eastAsia"/>
        </w:rPr>
        <w:t>伍、參加對象（共</w:t>
      </w:r>
      <w:r>
        <w:rPr>
          <w:rFonts w:ascii="新細明體" w:hAnsi="新細明體" w:cs="新細明體"/>
        </w:rPr>
        <w:t>65</w:t>
      </w:r>
      <w:r w:rsidRPr="005A06EF">
        <w:rPr>
          <w:rFonts w:ascii="新細明體" w:hAnsi="新細明體" w:cs="新細明體" w:hint="eastAsia"/>
        </w:rPr>
        <w:t>名）</w:t>
      </w:r>
    </w:p>
    <w:p w:rsidR="009D7F1D" w:rsidRPr="005A06EF" w:rsidRDefault="009D7F1D" w:rsidP="00B40869">
      <w:pPr>
        <w:snapToGrid w:val="0"/>
        <w:spacing w:line="360" w:lineRule="auto"/>
        <w:rPr>
          <w:rFonts w:ascii="標楷體" w:eastAsia="標楷體" w:hAnsi="標楷體"/>
        </w:rPr>
      </w:pPr>
      <w:r w:rsidRPr="005A06EF">
        <w:rPr>
          <w:rFonts w:ascii="標楷體" w:eastAsia="標楷體" w:hAnsi="標楷體"/>
        </w:rPr>
        <w:tab/>
      </w:r>
      <w:r w:rsidRPr="005A06EF">
        <w:rPr>
          <w:rFonts w:ascii="標楷體" w:eastAsia="標楷體" w:hAnsi="標楷體" w:cs="標楷體" w:hint="eastAsia"/>
        </w:rPr>
        <w:t>一、大專校院教授及研究生</w:t>
      </w:r>
    </w:p>
    <w:p w:rsidR="009D7F1D" w:rsidRPr="005A06EF" w:rsidRDefault="009D7F1D" w:rsidP="00B40869">
      <w:pPr>
        <w:snapToGrid w:val="0"/>
        <w:spacing w:line="360" w:lineRule="auto"/>
        <w:ind w:firstLine="480"/>
        <w:rPr>
          <w:rFonts w:ascii="標楷體" w:eastAsia="標楷體" w:hAnsi="標楷體"/>
        </w:rPr>
      </w:pPr>
      <w:r w:rsidRPr="005A06EF">
        <w:rPr>
          <w:rFonts w:ascii="標楷體" w:eastAsia="標楷體" w:hAnsi="標楷體" w:cs="標楷體" w:hint="eastAsia"/>
        </w:rPr>
        <w:t>二、各縣市視障巡迴輔導教師</w:t>
      </w:r>
    </w:p>
    <w:p w:rsidR="009D7F1D" w:rsidRPr="005A06EF" w:rsidRDefault="009D7F1D" w:rsidP="00B40869">
      <w:pPr>
        <w:snapToGrid w:val="0"/>
        <w:spacing w:line="360" w:lineRule="auto"/>
        <w:rPr>
          <w:rFonts w:ascii="標楷體" w:eastAsia="標楷體" w:hAnsi="標楷體"/>
        </w:rPr>
      </w:pPr>
      <w:r w:rsidRPr="005A06EF">
        <w:rPr>
          <w:rFonts w:ascii="標楷體" w:eastAsia="標楷體" w:hAnsi="標楷體"/>
        </w:rPr>
        <w:tab/>
      </w:r>
      <w:r w:rsidRPr="005A06EF">
        <w:rPr>
          <w:rFonts w:ascii="標楷體" w:eastAsia="標楷體" w:hAnsi="標楷體" w:cs="標楷體" w:hint="eastAsia"/>
        </w:rPr>
        <w:t>三、視障類特殊教育學校教師</w:t>
      </w:r>
    </w:p>
    <w:p w:rsidR="009D7F1D" w:rsidRPr="005A06EF" w:rsidRDefault="009D7F1D" w:rsidP="00B40869">
      <w:pPr>
        <w:snapToGrid w:val="0"/>
        <w:spacing w:line="360" w:lineRule="auto"/>
        <w:rPr>
          <w:rFonts w:ascii="標楷體" w:eastAsia="標楷體" w:hAnsi="標楷體"/>
        </w:rPr>
      </w:pPr>
      <w:r w:rsidRPr="005A06EF">
        <w:rPr>
          <w:rFonts w:ascii="標楷體" w:eastAsia="標楷體" w:hAnsi="標楷體"/>
        </w:rPr>
        <w:tab/>
      </w:r>
      <w:r w:rsidRPr="005A06EF">
        <w:rPr>
          <w:rFonts w:ascii="標楷體" w:eastAsia="標楷體" w:hAnsi="標楷體" w:cs="標楷體" w:hint="eastAsia"/>
        </w:rPr>
        <w:t>四、視障民間團體代表</w:t>
      </w:r>
    </w:p>
    <w:p w:rsidR="009D7F1D" w:rsidRPr="005A06EF" w:rsidRDefault="009D7F1D" w:rsidP="00B40869">
      <w:pPr>
        <w:snapToGrid w:val="0"/>
        <w:spacing w:line="360" w:lineRule="auto"/>
        <w:rPr>
          <w:rFonts w:ascii="標楷體" w:eastAsia="標楷體" w:hAnsi="標楷體"/>
        </w:rPr>
      </w:pPr>
      <w:r w:rsidRPr="005A06EF">
        <w:rPr>
          <w:rFonts w:ascii="標楷體" w:eastAsia="標楷體" w:hAnsi="標楷體"/>
        </w:rPr>
        <w:tab/>
      </w:r>
      <w:r w:rsidRPr="005A06EF">
        <w:rPr>
          <w:rFonts w:ascii="標楷體" w:eastAsia="標楷體" w:hAnsi="標楷體" w:cs="標楷體" w:hint="eastAsia"/>
        </w:rPr>
        <w:t>五、</w:t>
      </w:r>
      <w:r>
        <w:rPr>
          <w:rFonts w:ascii="標楷體" w:eastAsia="標楷體" w:hAnsi="標楷體" w:cs="標楷體" w:hint="eastAsia"/>
        </w:rPr>
        <w:t>大專院校資源教室輔導人員</w:t>
      </w:r>
    </w:p>
    <w:p w:rsidR="009D7F1D" w:rsidRDefault="009D7F1D" w:rsidP="00B40869">
      <w:pPr>
        <w:snapToGrid w:val="0"/>
        <w:spacing w:line="360" w:lineRule="auto"/>
        <w:rPr>
          <w:rFonts w:ascii="標楷體" w:eastAsia="標楷體" w:hAnsi="標楷體"/>
        </w:rPr>
      </w:pPr>
      <w:r w:rsidRPr="005A06EF">
        <w:rPr>
          <w:rFonts w:ascii="標楷體" w:eastAsia="標楷體" w:hAnsi="標楷體"/>
        </w:rPr>
        <w:tab/>
      </w:r>
      <w:r w:rsidRPr="005A06EF">
        <w:rPr>
          <w:rFonts w:ascii="標楷體" w:eastAsia="標楷體" w:hAnsi="標楷體" w:cs="標楷體" w:hint="eastAsia"/>
        </w:rPr>
        <w:t>六、</w:t>
      </w:r>
      <w:r>
        <w:rPr>
          <w:rFonts w:ascii="標楷體" w:eastAsia="標楷體" w:hAnsi="標楷體" w:cs="標楷體" w:hint="eastAsia"/>
        </w:rPr>
        <w:t>國中小資源班教師（校內有視障生者，尤其歡迎）</w:t>
      </w:r>
    </w:p>
    <w:p w:rsidR="009D7F1D" w:rsidRDefault="009D7F1D" w:rsidP="00B40869">
      <w:pPr>
        <w:snapToGrid w:val="0"/>
        <w:spacing w:line="360" w:lineRule="auto"/>
        <w:rPr>
          <w:rFonts w:ascii="標楷體" w:eastAsia="標楷體" w:hAnsi="標楷體"/>
        </w:rPr>
      </w:pPr>
    </w:p>
    <w:p w:rsidR="009D7F1D" w:rsidRDefault="009D7F1D" w:rsidP="00B40869">
      <w:pPr>
        <w:snapToGrid w:val="0"/>
        <w:spacing w:line="360" w:lineRule="auto"/>
        <w:rPr>
          <w:rFonts w:ascii="標楷體" w:eastAsia="標楷體" w:hAnsi="標楷體"/>
        </w:rPr>
      </w:pPr>
    </w:p>
    <w:p w:rsidR="009D7F1D" w:rsidRPr="005A06EF" w:rsidRDefault="009D7F1D" w:rsidP="00B40869">
      <w:pPr>
        <w:snapToGrid w:val="0"/>
        <w:spacing w:line="360" w:lineRule="auto"/>
        <w:rPr>
          <w:rFonts w:ascii="標楷體" w:eastAsia="標楷體" w:hAnsi="標楷體"/>
        </w:rPr>
      </w:pPr>
      <w:r w:rsidRPr="005A06EF">
        <w:rPr>
          <w:rFonts w:ascii="新細明體" w:hAnsi="標楷體" w:cs="新細明體" w:hint="eastAsia"/>
        </w:rPr>
        <w:t>陸、報名及連絡</w:t>
      </w:r>
    </w:p>
    <w:p w:rsidR="009D7F1D" w:rsidRPr="005A06EF" w:rsidRDefault="009D7F1D" w:rsidP="00463C5C">
      <w:pPr>
        <w:spacing w:line="360" w:lineRule="auto"/>
        <w:ind w:leftChars="200" w:left="31680" w:hangingChars="257" w:firstLine="31680"/>
        <w:rPr>
          <w:rFonts w:eastAsia="標楷體"/>
        </w:rPr>
      </w:pPr>
      <w:r>
        <w:rPr>
          <w:rFonts w:ascii="標楷體" w:eastAsia="標楷體" w:cs="標楷體" w:hint="eastAsia"/>
        </w:rPr>
        <w:t>一、</w:t>
      </w:r>
      <w:r w:rsidRPr="005A06EF">
        <w:rPr>
          <w:rFonts w:eastAsia="標楷體" w:cs="標楷體" w:hint="eastAsia"/>
        </w:rPr>
        <w:t>請</w:t>
      </w:r>
      <w:r w:rsidRPr="005A06EF">
        <w:rPr>
          <w:rFonts w:ascii="新細明體" w:eastAsia="標楷體" w:hAnsi="新細明體" w:cs="標楷體" w:hint="eastAsia"/>
        </w:rPr>
        <w:t>至</w:t>
      </w:r>
      <w:r w:rsidRPr="005A06EF">
        <w:rPr>
          <w:rFonts w:ascii="新細明體" w:eastAsia="標楷體" w:hAnsi="新細明體" w:cs="標楷體" w:hint="eastAsia"/>
          <w:u w:val="single"/>
        </w:rPr>
        <w:t>教育部特教通報網</w:t>
      </w:r>
      <w:r w:rsidRPr="005A06EF">
        <w:rPr>
          <w:rFonts w:ascii="新細明體" w:eastAsia="標楷體" w:hAnsi="新細明體" w:cs="標楷體" w:hint="eastAsia"/>
        </w:rPr>
        <w:t>報名</w:t>
      </w:r>
      <w:r w:rsidRPr="005A06EF">
        <w:rPr>
          <w:rFonts w:eastAsia="標楷體" w:cs="標楷體" w:hint="eastAsia"/>
        </w:rPr>
        <w:t>【進入網站</w:t>
      </w:r>
      <w:r w:rsidRPr="005A06EF">
        <w:rPr>
          <w:rFonts w:eastAsia="標楷體"/>
        </w:rPr>
        <w:t xml:space="preserve"> ( </w:t>
      </w:r>
      <w:hyperlink r:id="rId7" w:history="1">
        <w:r w:rsidRPr="005A06EF">
          <w:rPr>
            <w:rStyle w:val="Hyperlink"/>
            <w:rFonts w:eastAsia="標楷體"/>
          </w:rPr>
          <w:t>http://www.set.edu.tw/</w:t>
        </w:r>
      </w:hyperlink>
      <w:r w:rsidRPr="005A06EF">
        <w:rPr>
          <w:rFonts w:eastAsia="標楷體"/>
        </w:rPr>
        <w:t xml:space="preserve"> )</w:t>
      </w:r>
      <w:r w:rsidRPr="005A06EF">
        <w:rPr>
          <w:rFonts w:eastAsia="標楷體" w:cs="標楷體" w:hint="eastAsia"/>
        </w:rPr>
        <w:t>後點選</w:t>
      </w:r>
      <w:r w:rsidRPr="005A06EF">
        <w:rPr>
          <w:rFonts w:eastAsia="標楷體" w:cs="標楷體" w:hint="eastAsia"/>
          <w:b/>
          <w:bCs/>
          <w:u w:val="single"/>
        </w:rPr>
        <w:t>研習課程區</w:t>
      </w:r>
      <w:r w:rsidRPr="005A06EF">
        <w:rPr>
          <w:rFonts w:eastAsia="標楷體"/>
          <w:b/>
          <w:bCs/>
        </w:rPr>
        <w:t xml:space="preserve">  </w:t>
      </w:r>
      <w:r w:rsidRPr="005A06EF">
        <w:rPr>
          <w:rFonts w:eastAsia="標楷體" w:cs="標楷體" w:hint="eastAsia"/>
        </w:rPr>
        <w:t>→</w:t>
      </w:r>
      <w:r w:rsidRPr="005A06EF">
        <w:rPr>
          <w:rFonts w:eastAsia="標楷體"/>
        </w:rPr>
        <w:t xml:space="preserve">  </w:t>
      </w:r>
      <w:r w:rsidRPr="005A06EF">
        <w:rPr>
          <w:rFonts w:eastAsia="標楷體" w:cs="標楷體" w:hint="eastAsia"/>
          <w:b/>
          <w:bCs/>
          <w:u w:val="single"/>
        </w:rPr>
        <w:t>大學校院特教中心研習</w:t>
      </w:r>
      <w:r w:rsidRPr="005A06EF">
        <w:rPr>
          <w:rFonts w:eastAsia="標楷體"/>
          <w:b/>
          <w:bCs/>
        </w:rPr>
        <w:t xml:space="preserve">  </w:t>
      </w:r>
      <w:r w:rsidRPr="005A06EF">
        <w:rPr>
          <w:rFonts w:eastAsia="標楷體" w:cs="標楷體" w:hint="eastAsia"/>
        </w:rPr>
        <w:t>→</w:t>
      </w:r>
      <w:r w:rsidRPr="005A06EF">
        <w:rPr>
          <w:rFonts w:eastAsia="標楷體"/>
        </w:rPr>
        <w:t xml:space="preserve"> </w:t>
      </w:r>
      <w:r w:rsidRPr="005A06EF">
        <w:rPr>
          <w:rFonts w:eastAsia="標楷體" w:cs="標楷體" w:hint="eastAsia"/>
          <w:b/>
          <w:bCs/>
          <w:u w:val="single"/>
        </w:rPr>
        <w:t>臺南大學</w:t>
      </w:r>
      <w:r w:rsidRPr="005A06EF">
        <w:rPr>
          <w:rFonts w:eastAsia="標楷體"/>
          <w:b/>
          <w:bCs/>
          <w:u w:val="single"/>
        </w:rPr>
        <w:t xml:space="preserve">  </w:t>
      </w:r>
      <w:r w:rsidRPr="005A06EF">
        <w:rPr>
          <w:rFonts w:eastAsia="標楷體" w:cs="標楷體" w:hint="eastAsia"/>
        </w:rPr>
        <w:t>→</w:t>
      </w:r>
      <w:r w:rsidRPr="005A06EF">
        <w:rPr>
          <w:rFonts w:eastAsia="標楷體"/>
        </w:rPr>
        <w:t xml:space="preserve"> </w:t>
      </w:r>
      <w:r w:rsidRPr="005A06EF">
        <w:rPr>
          <w:rFonts w:eastAsia="標楷體" w:cs="標楷體" w:hint="eastAsia"/>
          <w:b/>
          <w:bCs/>
          <w:u w:val="single"/>
        </w:rPr>
        <w:t>按報名</w:t>
      </w:r>
      <w:r w:rsidRPr="005A06EF">
        <w:rPr>
          <w:rFonts w:eastAsia="標楷體"/>
          <w:b/>
          <w:bCs/>
        </w:rPr>
        <w:t xml:space="preserve"> </w:t>
      </w:r>
      <w:r w:rsidRPr="005A06EF">
        <w:rPr>
          <w:rFonts w:eastAsia="標楷體" w:cs="標楷體" w:hint="eastAsia"/>
        </w:rPr>
        <w:t>→</w:t>
      </w:r>
      <w:r w:rsidRPr="005A06EF">
        <w:rPr>
          <w:rFonts w:eastAsia="標楷體"/>
        </w:rPr>
        <w:t xml:space="preserve"> </w:t>
      </w:r>
      <w:r w:rsidRPr="005A06EF">
        <w:rPr>
          <w:rFonts w:eastAsia="標楷體" w:cs="標楷體" w:hint="eastAsia"/>
          <w:b/>
          <w:bCs/>
          <w:u w:val="single"/>
        </w:rPr>
        <w:t>輸入報名者身分證號</w:t>
      </w:r>
      <w:r w:rsidRPr="005A06EF">
        <w:rPr>
          <w:rFonts w:eastAsia="標楷體"/>
          <w:b/>
          <w:bCs/>
          <w:u w:val="single"/>
        </w:rPr>
        <w:t xml:space="preserve"> </w:t>
      </w:r>
      <w:r w:rsidRPr="005A06EF">
        <w:rPr>
          <w:rFonts w:eastAsia="標楷體" w:cs="標楷體" w:hint="eastAsia"/>
        </w:rPr>
        <w:t>→</w:t>
      </w:r>
      <w:r w:rsidRPr="005A06EF">
        <w:rPr>
          <w:rFonts w:eastAsia="標楷體"/>
        </w:rPr>
        <w:t xml:space="preserve"> </w:t>
      </w:r>
      <w:r w:rsidRPr="005A06EF">
        <w:rPr>
          <w:rFonts w:eastAsia="標楷體" w:cs="標楷體" w:hint="eastAsia"/>
          <w:b/>
          <w:bCs/>
          <w:u w:val="single"/>
        </w:rPr>
        <w:t>輸入報名者相關資料</w:t>
      </w:r>
      <w:r w:rsidRPr="005A06EF">
        <w:rPr>
          <w:rFonts w:eastAsia="標楷體"/>
          <w:b/>
          <w:bCs/>
          <w:u w:val="single"/>
        </w:rPr>
        <w:t xml:space="preserve"> </w:t>
      </w:r>
      <w:r w:rsidRPr="005A06EF">
        <w:rPr>
          <w:rFonts w:eastAsia="標楷體" w:cs="標楷體" w:hint="eastAsia"/>
        </w:rPr>
        <w:t>→</w:t>
      </w:r>
      <w:r w:rsidRPr="005A06EF">
        <w:rPr>
          <w:rFonts w:eastAsia="標楷體"/>
        </w:rPr>
        <w:t xml:space="preserve"> </w:t>
      </w:r>
      <w:r w:rsidRPr="005A06EF">
        <w:rPr>
          <w:rFonts w:eastAsia="標楷體" w:cs="標楷體" w:hint="eastAsia"/>
          <w:b/>
          <w:bCs/>
          <w:u w:val="single"/>
        </w:rPr>
        <w:t>按確定完成報名</w:t>
      </w:r>
      <w:r w:rsidRPr="005A06EF">
        <w:rPr>
          <w:rFonts w:eastAsia="標楷體" w:cs="標楷體" w:hint="eastAsia"/>
        </w:rPr>
        <w:t>】</w:t>
      </w:r>
    </w:p>
    <w:p w:rsidR="009D7F1D" w:rsidRDefault="009D7F1D" w:rsidP="00463C5C">
      <w:pPr>
        <w:pStyle w:val="BodyTextIndent"/>
        <w:spacing w:line="360" w:lineRule="auto"/>
        <w:ind w:leftChars="207" w:left="31680" w:hangingChars="235" w:firstLine="31680"/>
        <w:rPr>
          <w:rFonts w:cs="Times New Roman"/>
        </w:rPr>
      </w:pPr>
      <w:r>
        <w:rPr>
          <w:rFonts w:hint="eastAsia"/>
        </w:rPr>
        <w:t>二、</w:t>
      </w:r>
      <w:r w:rsidRPr="005A06EF">
        <w:rPr>
          <w:rFonts w:hint="eastAsia"/>
        </w:rPr>
        <w:t>報名時有關</w:t>
      </w:r>
      <w:r w:rsidRPr="005A06EF">
        <w:rPr>
          <w:rFonts w:hint="eastAsia"/>
          <w:b/>
          <w:bCs/>
        </w:rPr>
        <w:t>個人資料表上之每一欄位，請務必填寫</w:t>
      </w:r>
      <w:r w:rsidRPr="005A06EF">
        <w:rPr>
          <w:rFonts w:hint="eastAsia"/>
        </w:rPr>
        <w:t>，俾利於資格審查</w:t>
      </w:r>
      <w:r>
        <w:rPr>
          <w:rFonts w:hint="eastAsia"/>
        </w:rPr>
        <w:t>，若額滿將依</w:t>
      </w:r>
    </w:p>
    <w:p w:rsidR="009D7F1D" w:rsidRPr="005A06EF" w:rsidRDefault="009D7F1D" w:rsidP="00463C5C">
      <w:pPr>
        <w:pStyle w:val="BodyTextIndent"/>
        <w:spacing w:line="360" w:lineRule="auto"/>
        <w:ind w:leftChars="207" w:left="31680" w:hangingChars="235" w:firstLine="31680"/>
        <w:rPr>
          <w:rFonts w:cs="Times New Roman"/>
        </w:rPr>
      </w:pPr>
      <w:r>
        <w:t xml:space="preserve">    </w:t>
      </w:r>
      <w:r>
        <w:rPr>
          <w:rFonts w:hint="eastAsia"/>
        </w:rPr>
        <w:t>報名先後順序錄取</w:t>
      </w:r>
    </w:p>
    <w:p w:rsidR="009D7F1D" w:rsidRPr="005A06EF" w:rsidRDefault="009D7F1D" w:rsidP="00463C5C">
      <w:pPr>
        <w:spacing w:line="360" w:lineRule="auto"/>
        <w:ind w:firstLineChars="200" w:firstLine="31680"/>
        <w:textDirection w:val="lrTbV"/>
        <w:rPr>
          <w:rFonts w:ascii="標楷體" w:eastAsia="標楷體"/>
        </w:rPr>
      </w:pPr>
      <w:r>
        <w:rPr>
          <w:rFonts w:ascii="標楷體" w:eastAsia="標楷體" w:cs="標楷體" w:hint="eastAsia"/>
        </w:rPr>
        <w:t>三、</w:t>
      </w:r>
      <w:r w:rsidRPr="005A06EF">
        <w:rPr>
          <w:rFonts w:eastAsia="標楷體" w:cs="標楷體" w:hint="eastAsia"/>
        </w:rPr>
        <w:t>請於報名截止</w:t>
      </w:r>
      <w:r>
        <w:rPr>
          <w:rFonts w:eastAsia="標楷體" w:cs="標楷體" w:hint="eastAsia"/>
        </w:rPr>
        <w:t>（</w:t>
      </w:r>
      <w:r>
        <w:rPr>
          <w:rFonts w:eastAsia="標楷體"/>
        </w:rPr>
        <w:t>11/3</w:t>
      </w:r>
      <w:r>
        <w:rPr>
          <w:rFonts w:eastAsia="標楷體" w:cs="標楷體" w:hint="eastAsia"/>
        </w:rPr>
        <w:t>）</w:t>
      </w:r>
      <w:r w:rsidRPr="005A06EF">
        <w:rPr>
          <w:rFonts w:eastAsia="標楷體" w:cs="標楷體" w:hint="eastAsia"/>
        </w:rPr>
        <w:t>後次日自行至本網查閱錄取與否，恕不另行通知</w:t>
      </w:r>
    </w:p>
    <w:p w:rsidR="009D7F1D" w:rsidRDefault="009D7F1D" w:rsidP="00463C5C">
      <w:pPr>
        <w:snapToGrid w:val="0"/>
        <w:spacing w:line="360" w:lineRule="auto"/>
        <w:ind w:firstLineChars="200" w:firstLine="31680"/>
        <w:rPr>
          <w:rFonts w:ascii="新細明體" w:hAnsi="標楷體"/>
        </w:rPr>
      </w:pPr>
      <w:r>
        <w:rPr>
          <w:rFonts w:ascii="標楷體" w:eastAsia="標楷體" w:cs="標楷體" w:hint="eastAsia"/>
        </w:rPr>
        <w:t>四、</w:t>
      </w:r>
      <w:r w:rsidRPr="005A06EF">
        <w:rPr>
          <w:rFonts w:ascii="標楷體" w:eastAsia="標楷體" w:cs="標楷體" w:hint="eastAsia"/>
        </w:rPr>
        <w:t>若有任何疑問請電：</w:t>
      </w:r>
      <w:r w:rsidRPr="005A06EF">
        <w:rPr>
          <w:rFonts w:ascii="標楷體" w:eastAsia="標楷體" w:cs="標楷體"/>
        </w:rPr>
        <w:t xml:space="preserve">06-2138354 </w:t>
      </w:r>
      <w:r w:rsidRPr="005A06EF">
        <w:rPr>
          <w:rFonts w:ascii="標楷體" w:eastAsia="標楷體" w:cs="標楷體" w:hint="eastAsia"/>
        </w:rPr>
        <w:t>陳可華小姐</w:t>
      </w:r>
    </w:p>
    <w:p w:rsidR="009D7F1D" w:rsidRDefault="009D7F1D" w:rsidP="00B40869">
      <w:pPr>
        <w:spacing w:line="360" w:lineRule="auto"/>
        <w:rPr>
          <w:rFonts w:ascii="新細明體" w:hAnsi="標楷體"/>
        </w:rPr>
      </w:pPr>
      <w:r>
        <w:tab/>
      </w:r>
    </w:p>
    <w:p w:rsidR="009D7F1D" w:rsidRDefault="009D7F1D" w:rsidP="00B40869">
      <w:pPr>
        <w:snapToGrid w:val="0"/>
        <w:spacing w:line="360" w:lineRule="auto"/>
        <w:rPr>
          <w:rFonts w:ascii="標楷體" w:eastAsia="標楷體" w:hAnsi="標楷體"/>
        </w:rPr>
      </w:pPr>
      <w:r w:rsidRPr="005A06EF">
        <w:rPr>
          <w:rFonts w:ascii="新細明體" w:hAnsi="標楷體" w:cs="新細明體" w:hint="eastAsia"/>
        </w:rPr>
        <w:t>柒</w:t>
      </w:r>
      <w:r>
        <w:rPr>
          <w:rFonts w:ascii="新細明體" w:hAnsi="標楷體" w:cs="新細明體" w:hint="eastAsia"/>
        </w:rPr>
        <w:t>、</w:t>
      </w:r>
      <w:r w:rsidRPr="005A06EF">
        <w:rPr>
          <w:rFonts w:ascii="新細明體" w:hAnsi="標楷體" w:cs="新細明體" w:hint="eastAsia"/>
        </w:rPr>
        <w:t>經費</w:t>
      </w:r>
    </w:p>
    <w:p w:rsidR="009D7F1D" w:rsidRPr="000A0225" w:rsidRDefault="009D7F1D" w:rsidP="00B40869">
      <w:pPr>
        <w:numPr>
          <w:ilvl w:val="0"/>
          <w:numId w:val="4"/>
        </w:numPr>
        <w:snapToGrid w:val="0"/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主持人及報告人</w:t>
      </w:r>
      <w:r w:rsidRPr="005A06EF">
        <w:rPr>
          <w:rFonts w:ascii="標楷體" w:eastAsia="標楷體" w:hAnsi="標楷體" w:cs="標楷體" w:hint="eastAsia"/>
        </w:rPr>
        <w:t>之交通</w:t>
      </w:r>
      <w:r>
        <w:rPr>
          <w:rFonts w:ascii="標楷體" w:eastAsia="標楷體" w:hAnsi="標楷體" w:cs="標楷體" w:hint="eastAsia"/>
        </w:rPr>
        <w:t>差旅</w:t>
      </w:r>
      <w:r w:rsidRPr="005A06EF">
        <w:rPr>
          <w:rFonts w:ascii="標楷體" w:eastAsia="標楷體" w:hAnsi="標楷體" w:cs="標楷體" w:hint="eastAsia"/>
        </w:rPr>
        <w:t>及相關費用由承辦單位支應，其餘參加人員之差旅費用由原單</w:t>
      </w:r>
      <w:r w:rsidRPr="000A0225">
        <w:rPr>
          <w:rFonts w:ascii="標楷體" w:eastAsia="標楷體" w:hAnsi="標楷體" w:cs="標楷體" w:hint="eastAsia"/>
        </w:rPr>
        <w:t>位支應。</w:t>
      </w:r>
      <w:r>
        <w:rPr>
          <w:rFonts w:ascii="標楷體" w:eastAsia="標楷體" w:hAnsi="標楷體" w:cs="標楷體" w:hint="eastAsia"/>
        </w:rPr>
        <w:t>活動</w:t>
      </w:r>
      <w:r w:rsidRPr="000A0225">
        <w:rPr>
          <w:rFonts w:ascii="標楷體" w:eastAsia="標楷體" w:hAnsi="標楷體" w:cs="標楷體" w:hint="eastAsia"/>
        </w:rPr>
        <w:t>期間之住宿</w:t>
      </w:r>
      <w:r>
        <w:rPr>
          <w:rFonts w:ascii="標楷體" w:eastAsia="標楷體" w:hAnsi="標楷體" w:cs="標楷體" w:hint="eastAsia"/>
        </w:rPr>
        <w:t>及交通</w:t>
      </w:r>
      <w:r w:rsidRPr="000A0225">
        <w:rPr>
          <w:rFonts w:ascii="標楷體" w:eastAsia="標楷體" w:hAnsi="標楷體" w:cs="標楷體" w:hint="eastAsia"/>
        </w:rPr>
        <w:t>請自理，本中心供應午餐，請自備環保杯及環保筷</w:t>
      </w:r>
      <w:r>
        <w:rPr>
          <w:rFonts w:ascii="標楷體" w:eastAsia="標楷體" w:hAnsi="標楷體" w:cs="標楷體" w:hint="eastAsia"/>
        </w:rPr>
        <w:t>。</w:t>
      </w:r>
    </w:p>
    <w:p w:rsidR="009D7F1D" w:rsidRDefault="009D7F1D" w:rsidP="00B40869">
      <w:pPr>
        <w:numPr>
          <w:ilvl w:val="0"/>
          <w:numId w:val="4"/>
        </w:num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校內停車位有限，無法開放研討會</w:t>
      </w:r>
      <w:r w:rsidRPr="00A56B5B">
        <w:rPr>
          <w:rFonts w:ascii="標楷體" w:eastAsia="標楷體" w:hAnsi="標楷體" w:cs="標楷體" w:hint="eastAsia"/>
        </w:rPr>
        <w:t>參加人員將車停放校園，造成不便，請多見諒</w:t>
      </w:r>
      <w:r>
        <w:rPr>
          <w:rFonts w:ascii="標楷體" w:eastAsia="標楷體" w:hAnsi="標楷體" w:cs="標楷體" w:hint="eastAsia"/>
        </w:rPr>
        <w:t>。</w:t>
      </w:r>
    </w:p>
    <w:p w:rsidR="009D7F1D" w:rsidRPr="00BE4B64" w:rsidRDefault="009D7F1D" w:rsidP="00B40869">
      <w:pPr>
        <w:numPr>
          <w:ilvl w:val="0"/>
          <w:numId w:val="4"/>
        </w:numPr>
        <w:spacing w:line="360" w:lineRule="auto"/>
        <w:rPr>
          <w:rFonts w:ascii="標楷體" w:eastAsia="標楷體" w:hAnsi="標楷體"/>
        </w:rPr>
      </w:pPr>
      <w:r w:rsidRPr="00BE4B64">
        <w:rPr>
          <w:rFonts w:ascii="標楷體" w:eastAsia="標楷體" w:hAnsi="標楷體" w:cs="標楷體" w:hint="eastAsia"/>
        </w:rPr>
        <w:t>本次活動之所有費用由</w:t>
      </w:r>
      <w:r>
        <w:rPr>
          <w:rFonts w:ascii="標楷體" w:eastAsia="標楷體" w:hAnsi="標楷體" w:cs="標楷體"/>
        </w:rPr>
        <w:t>105</w:t>
      </w:r>
      <w:r w:rsidRPr="00BE4B64">
        <w:rPr>
          <w:rFonts w:ascii="標楷體" w:eastAsia="標楷體" w:hAnsi="標楷體" w:cs="標楷體" w:hint="eastAsia"/>
        </w:rPr>
        <w:t>年度視覺障礙師資培訓與相關工作計畫項下支應</w:t>
      </w:r>
      <w:r>
        <w:rPr>
          <w:rFonts w:ascii="標楷體" w:eastAsia="標楷體" w:hAnsi="標楷體" w:cs="標楷體" w:hint="eastAsia"/>
        </w:rPr>
        <w:t>。</w:t>
      </w:r>
    </w:p>
    <w:p w:rsidR="009D7F1D" w:rsidRDefault="009D7F1D" w:rsidP="00B40869">
      <w:pPr>
        <w:snapToGrid w:val="0"/>
        <w:spacing w:line="360" w:lineRule="auto"/>
        <w:rPr>
          <w:rFonts w:ascii="新細明體" w:hAnsi="標楷體"/>
        </w:rPr>
      </w:pPr>
    </w:p>
    <w:p w:rsidR="009D7F1D" w:rsidRPr="005A06EF" w:rsidRDefault="009D7F1D" w:rsidP="00B40869">
      <w:pPr>
        <w:snapToGrid w:val="0"/>
        <w:spacing w:line="360" w:lineRule="auto"/>
        <w:rPr>
          <w:rFonts w:ascii="標楷體" w:eastAsia="標楷體" w:hAnsi="標楷體"/>
        </w:rPr>
      </w:pPr>
      <w:r w:rsidRPr="005A06EF">
        <w:rPr>
          <w:rFonts w:ascii="新細明體" w:hAnsi="標楷體" w:cs="新細明體" w:hint="eastAsia"/>
        </w:rPr>
        <w:t>捌、</w:t>
      </w:r>
      <w:r w:rsidRPr="005A06EF">
        <w:rPr>
          <w:rFonts w:ascii="新細明體" w:hAnsi="新細明體" w:cs="新細明體" w:hint="eastAsia"/>
        </w:rPr>
        <w:t>參加人員全程參加研討會活動，由主辦單位核發</w:t>
      </w:r>
      <w:r>
        <w:rPr>
          <w:rFonts w:ascii="新細明體" w:hAnsi="新細明體" w:cs="新細明體"/>
        </w:rPr>
        <w:t>8</w:t>
      </w:r>
      <w:r w:rsidRPr="005A06EF">
        <w:rPr>
          <w:rFonts w:ascii="新細明體" w:hAnsi="新細明體" w:cs="新細明體" w:hint="eastAsia"/>
        </w:rPr>
        <w:t>小時之研習時數</w:t>
      </w:r>
    </w:p>
    <w:p w:rsidR="009D7F1D" w:rsidRDefault="009D7F1D" w:rsidP="00463C5C">
      <w:pPr>
        <w:snapToGrid w:val="0"/>
        <w:spacing w:line="360" w:lineRule="auto"/>
        <w:ind w:left="31680" w:hangingChars="200" w:firstLine="31680"/>
        <w:rPr>
          <w:rFonts w:ascii="新細明體"/>
        </w:rPr>
      </w:pPr>
    </w:p>
    <w:p w:rsidR="009D7F1D" w:rsidRDefault="009D7F1D" w:rsidP="00463C5C">
      <w:pPr>
        <w:snapToGrid w:val="0"/>
        <w:spacing w:line="360" w:lineRule="auto"/>
        <w:ind w:left="31680" w:hangingChars="200" w:firstLine="31680"/>
        <w:rPr>
          <w:rFonts w:ascii="新細明體"/>
        </w:rPr>
      </w:pPr>
      <w:r>
        <w:rPr>
          <w:rFonts w:ascii="新細明體" w:hAnsi="新細明體" w:cs="新細明體" w:hint="eastAsia"/>
        </w:rPr>
        <w:t>玖</w:t>
      </w:r>
      <w:r w:rsidRPr="005A06EF">
        <w:rPr>
          <w:rFonts w:ascii="新細明體" w:hAnsi="新細明體" w:cs="新細明體" w:hint="eastAsia"/>
        </w:rPr>
        <w:t>、本計畫經</w:t>
      </w:r>
      <w:r w:rsidRPr="00116F12">
        <w:rPr>
          <w:rFonts w:ascii="新細明體" w:hAnsi="新細明體" w:cs="新細明體" w:hint="eastAsia"/>
        </w:rPr>
        <w:t>中心內部會議</w:t>
      </w:r>
      <w:r w:rsidRPr="005A06EF">
        <w:rPr>
          <w:rFonts w:ascii="新細明體" w:hAnsi="新細明體" w:cs="新細明體" w:hint="eastAsia"/>
        </w:rPr>
        <w:t>核定後實施，修正時亦同</w:t>
      </w:r>
    </w:p>
    <w:p w:rsidR="009D7F1D" w:rsidRDefault="009D7F1D" w:rsidP="00BE4B64">
      <w:pPr>
        <w:snapToGrid w:val="0"/>
        <w:spacing w:line="340" w:lineRule="exact"/>
        <w:rPr>
          <w:rFonts w:ascii="新細明體" w:hAnsi="標楷體"/>
          <w:sz w:val="28"/>
          <w:szCs w:val="28"/>
        </w:rPr>
      </w:pPr>
    </w:p>
    <w:p w:rsidR="009D7F1D" w:rsidRDefault="009D7F1D" w:rsidP="00BE4B64">
      <w:pPr>
        <w:snapToGrid w:val="0"/>
        <w:spacing w:line="340" w:lineRule="exact"/>
        <w:rPr>
          <w:rFonts w:ascii="新細明體" w:hAnsi="標楷體"/>
          <w:sz w:val="28"/>
          <w:szCs w:val="28"/>
        </w:rPr>
      </w:pPr>
    </w:p>
    <w:p w:rsidR="009D7F1D" w:rsidRDefault="009D7F1D" w:rsidP="00BE4B64">
      <w:pPr>
        <w:snapToGrid w:val="0"/>
        <w:spacing w:line="340" w:lineRule="exact"/>
        <w:rPr>
          <w:rFonts w:ascii="新細明體" w:hAnsi="標楷體"/>
          <w:sz w:val="28"/>
          <w:szCs w:val="28"/>
        </w:rPr>
      </w:pPr>
    </w:p>
    <w:p w:rsidR="009D7F1D" w:rsidRDefault="009D7F1D" w:rsidP="00BE4B64">
      <w:pPr>
        <w:snapToGrid w:val="0"/>
        <w:spacing w:line="340" w:lineRule="exact"/>
        <w:rPr>
          <w:rFonts w:ascii="新細明體" w:hAnsi="標楷體"/>
          <w:sz w:val="28"/>
          <w:szCs w:val="28"/>
        </w:rPr>
      </w:pPr>
    </w:p>
    <w:p w:rsidR="009D7F1D" w:rsidRDefault="009D7F1D" w:rsidP="00BE4B64">
      <w:pPr>
        <w:snapToGrid w:val="0"/>
        <w:spacing w:line="340" w:lineRule="exact"/>
        <w:rPr>
          <w:rFonts w:ascii="新細明體" w:hAnsi="標楷體"/>
          <w:sz w:val="28"/>
          <w:szCs w:val="28"/>
        </w:rPr>
      </w:pPr>
    </w:p>
    <w:p w:rsidR="009D7F1D" w:rsidRDefault="009D7F1D" w:rsidP="00BE4B64">
      <w:pPr>
        <w:snapToGrid w:val="0"/>
        <w:spacing w:line="340" w:lineRule="exact"/>
        <w:rPr>
          <w:rFonts w:ascii="新細明體" w:hAnsi="標楷體"/>
          <w:sz w:val="28"/>
          <w:szCs w:val="28"/>
        </w:rPr>
      </w:pPr>
    </w:p>
    <w:p w:rsidR="009D7F1D" w:rsidRDefault="009D7F1D" w:rsidP="00BE4B64">
      <w:pPr>
        <w:snapToGrid w:val="0"/>
        <w:spacing w:line="340" w:lineRule="exact"/>
        <w:rPr>
          <w:rFonts w:ascii="新細明體" w:hAnsi="標楷體"/>
          <w:sz w:val="28"/>
          <w:szCs w:val="28"/>
        </w:rPr>
      </w:pPr>
    </w:p>
    <w:p w:rsidR="009D7F1D" w:rsidRDefault="009D7F1D" w:rsidP="00BE4B64">
      <w:pPr>
        <w:snapToGrid w:val="0"/>
        <w:spacing w:line="340" w:lineRule="exact"/>
        <w:rPr>
          <w:rFonts w:ascii="新細明體" w:hAnsi="標楷體"/>
          <w:sz w:val="28"/>
          <w:szCs w:val="28"/>
        </w:rPr>
      </w:pPr>
    </w:p>
    <w:p w:rsidR="009D7F1D" w:rsidRDefault="009D7F1D" w:rsidP="00BE4B64">
      <w:pPr>
        <w:snapToGrid w:val="0"/>
        <w:spacing w:line="340" w:lineRule="exact"/>
        <w:rPr>
          <w:rFonts w:ascii="新細明體" w:hAnsi="標楷體"/>
          <w:sz w:val="28"/>
          <w:szCs w:val="28"/>
        </w:rPr>
      </w:pPr>
    </w:p>
    <w:p w:rsidR="009D7F1D" w:rsidRDefault="009D7F1D" w:rsidP="00BE4B64">
      <w:pPr>
        <w:snapToGrid w:val="0"/>
        <w:spacing w:line="340" w:lineRule="exact"/>
        <w:rPr>
          <w:rFonts w:ascii="新細明體" w:hAnsi="標楷體"/>
          <w:sz w:val="28"/>
          <w:szCs w:val="28"/>
        </w:rPr>
      </w:pPr>
    </w:p>
    <w:p w:rsidR="009D7F1D" w:rsidRDefault="009D7F1D" w:rsidP="00BE4B64">
      <w:pPr>
        <w:snapToGrid w:val="0"/>
        <w:spacing w:line="340" w:lineRule="exact"/>
        <w:rPr>
          <w:rFonts w:ascii="新細明體" w:hAnsi="標楷體"/>
          <w:sz w:val="28"/>
          <w:szCs w:val="28"/>
        </w:rPr>
      </w:pPr>
    </w:p>
    <w:p w:rsidR="009D7F1D" w:rsidRDefault="009D7F1D" w:rsidP="00BE4B64">
      <w:pPr>
        <w:snapToGrid w:val="0"/>
        <w:spacing w:line="340" w:lineRule="exact"/>
        <w:rPr>
          <w:rFonts w:ascii="新細明體" w:hAnsi="標楷體"/>
          <w:sz w:val="28"/>
          <w:szCs w:val="28"/>
        </w:rPr>
      </w:pPr>
    </w:p>
    <w:p w:rsidR="009D7F1D" w:rsidRDefault="009D7F1D" w:rsidP="00BE4B64">
      <w:pPr>
        <w:snapToGrid w:val="0"/>
        <w:spacing w:line="340" w:lineRule="exact"/>
        <w:rPr>
          <w:rFonts w:ascii="新細明體" w:hAnsi="標楷體"/>
          <w:sz w:val="28"/>
          <w:szCs w:val="28"/>
        </w:rPr>
      </w:pPr>
    </w:p>
    <w:p w:rsidR="009D7F1D" w:rsidRDefault="009D7F1D" w:rsidP="00BE4B64">
      <w:pPr>
        <w:snapToGrid w:val="0"/>
        <w:spacing w:line="340" w:lineRule="exact"/>
        <w:rPr>
          <w:rFonts w:ascii="新細明體" w:hAnsi="標楷體"/>
          <w:sz w:val="28"/>
          <w:szCs w:val="28"/>
        </w:rPr>
      </w:pPr>
    </w:p>
    <w:p w:rsidR="009D7F1D" w:rsidRPr="009F005A" w:rsidRDefault="009D7F1D" w:rsidP="009F005A">
      <w:pPr>
        <w:snapToGrid w:val="0"/>
        <w:spacing w:line="34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9F005A">
        <w:rPr>
          <w:rFonts w:ascii="標楷體" w:eastAsia="標楷體" w:hAnsi="標楷體" w:cs="標楷體" w:hint="eastAsia"/>
          <w:b/>
          <w:bCs/>
          <w:sz w:val="32"/>
          <w:szCs w:val="32"/>
        </w:rPr>
        <w:t>國立臺南大學</w:t>
      </w:r>
      <w:r w:rsidRPr="00474F4E">
        <w:rPr>
          <w:rFonts w:ascii="標楷體" w:eastAsia="標楷體" w:hAnsi="標楷體" w:cs="標楷體" w:hint="eastAsia"/>
          <w:b/>
          <w:bCs/>
          <w:sz w:val="28"/>
          <w:szCs w:val="28"/>
        </w:rPr>
        <w:t>視障教育與重建中心</w:t>
      </w:r>
    </w:p>
    <w:p w:rsidR="009D7F1D" w:rsidRDefault="009D7F1D" w:rsidP="009F005A">
      <w:pPr>
        <w:snapToGrid w:val="0"/>
        <w:spacing w:line="34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cs="標楷體"/>
          <w:b/>
          <w:bCs/>
          <w:sz w:val="32"/>
          <w:szCs w:val="32"/>
        </w:rPr>
        <w:t>2016</w:t>
      </w:r>
      <w:r>
        <w:rPr>
          <w:rFonts w:ascii="標楷體" w:eastAsia="標楷體" w:hAnsi="標楷體" w:cs="標楷體" w:hint="eastAsia"/>
          <w:b/>
          <w:bCs/>
          <w:sz w:val="32"/>
          <w:szCs w:val="32"/>
        </w:rPr>
        <w:t>視障教育教學與行政</w:t>
      </w:r>
      <w:r w:rsidRPr="00F0212D">
        <w:rPr>
          <w:rFonts w:ascii="標楷體" w:eastAsia="標楷體" w:hAnsi="標楷體" w:cs="標楷體" w:hint="eastAsia"/>
          <w:b/>
          <w:bCs/>
          <w:sz w:val="32"/>
          <w:szCs w:val="32"/>
        </w:rPr>
        <w:t>研討會</w:t>
      </w:r>
      <w:r w:rsidRPr="009C765D">
        <w:rPr>
          <w:rFonts w:ascii="標楷體" w:eastAsia="標楷體" w:hAnsi="標楷體" w:cs="標楷體" w:hint="eastAsia"/>
          <w:b/>
          <w:bCs/>
          <w:sz w:val="32"/>
          <w:szCs w:val="32"/>
        </w:rPr>
        <w:t>議程</w:t>
      </w:r>
    </w:p>
    <w:tbl>
      <w:tblPr>
        <w:tblW w:w="9923" w:type="dxa"/>
        <w:tblCellSpacing w:w="20" w:type="dxa"/>
        <w:tblInd w:w="-2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28" w:type="dxa"/>
          <w:right w:w="28" w:type="dxa"/>
        </w:tblCellMar>
        <w:tblLook w:val="00AF"/>
      </w:tblPr>
      <w:tblGrid>
        <w:gridCol w:w="1843"/>
        <w:gridCol w:w="5245"/>
        <w:gridCol w:w="2835"/>
      </w:tblGrid>
      <w:tr w:rsidR="009D7F1D">
        <w:trPr>
          <w:cantSplit/>
          <w:trHeight w:val="520"/>
          <w:tblCellSpacing w:w="20" w:type="dxa"/>
        </w:trPr>
        <w:tc>
          <w:tcPr>
            <w:tcW w:w="1783" w:type="dxa"/>
            <w:vAlign w:val="center"/>
          </w:tcPr>
          <w:p w:rsidR="009D7F1D" w:rsidRPr="00474F4E" w:rsidRDefault="009D7F1D" w:rsidP="00474F4E">
            <w:pPr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474F4E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時間</w:t>
            </w:r>
            <w:r w:rsidRPr="00474F4E"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  <w:t>/</w:t>
            </w:r>
            <w:r w:rsidRPr="00474F4E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地點</w:t>
            </w:r>
          </w:p>
        </w:tc>
        <w:tc>
          <w:tcPr>
            <w:tcW w:w="5205" w:type="dxa"/>
            <w:vAlign w:val="center"/>
          </w:tcPr>
          <w:p w:rsidR="009D7F1D" w:rsidRPr="00474F4E" w:rsidRDefault="009D7F1D" w:rsidP="00D50E43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 w:rsidRPr="00474F4E"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  <w:t>11/</w:t>
            </w:r>
            <w:r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  <w:t>12</w:t>
            </w:r>
            <w:r w:rsidRPr="00474F4E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（星期六）</w:t>
            </w:r>
            <w:r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啟明苑</w:t>
            </w:r>
            <w:r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  <w:t>308</w:t>
            </w:r>
            <w:r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室</w:t>
            </w:r>
          </w:p>
        </w:tc>
        <w:tc>
          <w:tcPr>
            <w:tcW w:w="2775" w:type="dxa"/>
            <w:tcBorders>
              <w:right w:val="outset" w:sz="6" w:space="0" w:color="9D9DA1"/>
            </w:tcBorders>
            <w:vAlign w:val="center"/>
          </w:tcPr>
          <w:p w:rsidR="009D7F1D" w:rsidRPr="00474F4E" w:rsidRDefault="009D7F1D" w:rsidP="002869FD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474F4E">
              <w:rPr>
                <w:rFonts w:ascii="標楷體" w:eastAsia="標楷體" w:hAnsi="標楷體" w:cs="標楷體" w:hint="eastAsia"/>
                <w:b/>
                <w:bCs/>
                <w:spacing w:val="-14"/>
                <w:sz w:val="28"/>
                <w:szCs w:val="28"/>
              </w:rPr>
              <w:t>主持人</w:t>
            </w:r>
            <w:r w:rsidRPr="00474F4E">
              <w:rPr>
                <w:rFonts w:ascii="標楷體" w:eastAsia="標楷體" w:hAnsi="標楷體" w:cs="標楷體"/>
                <w:b/>
                <w:bCs/>
                <w:spacing w:val="-14"/>
                <w:sz w:val="28"/>
                <w:szCs w:val="28"/>
              </w:rPr>
              <w:t>/</w:t>
            </w:r>
            <w:r w:rsidRPr="00474F4E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引言人</w:t>
            </w:r>
          </w:p>
        </w:tc>
      </w:tr>
      <w:tr w:rsidR="009D7F1D">
        <w:trPr>
          <w:cantSplit/>
          <w:trHeight w:val="498"/>
          <w:tblCellSpacing w:w="20" w:type="dxa"/>
        </w:trPr>
        <w:tc>
          <w:tcPr>
            <w:tcW w:w="1783" w:type="dxa"/>
            <w:vAlign w:val="center"/>
          </w:tcPr>
          <w:p w:rsidR="009D7F1D" w:rsidRDefault="009D7F1D" w:rsidP="00CA76CA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9035FD">
              <w:rPr>
                <w:rFonts w:ascii="標楷體" w:eastAsia="標楷體" w:hAnsi="標楷體" w:cs="標楷體"/>
              </w:rPr>
              <w:t>08</w:t>
            </w:r>
            <w:r w:rsidRPr="009035FD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>3</w:t>
            </w:r>
            <w:r w:rsidRPr="009035FD">
              <w:rPr>
                <w:rFonts w:ascii="標楷體" w:eastAsia="標楷體" w:hAnsi="標楷體" w:cs="標楷體"/>
              </w:rPr>
              <w:t>0</w:t>
            </w:r>
          </w:p>
          <w:p w:rsidR="009D7F1D" w:rsidRDefault="009D7F1D" w:rsidP="00CA76CA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DB3E39">
              <w:rPr>
                <w:rFonts w:ascii="標楷體" w:eastAsia="標楷體" w:hAnsi="標楷體" w:cs="標楷體" w:hint="eastAsia"/>
                <w:eastAsianLayout w:id="1254750720" w:vert="1" w:vertCompress="1"/>
              </w:rPr>
              <w:t>～</w:t>
            </w:r>
          </w:p>
          <w:p w:rsidR="009D7F1D" w:rsidRPr="009035FD" w:rsidRDefault="009D7F1D" w:rsidP="002B11D4">
            <w:pPr>
              <w:spacing w:line="260" w:lineRule="exact"/>
              <w:jc w:val="center"/>
              <w:rPr>
                <w:rFonts w:ascii="標楷體" w:eastAsia="標楷體" w:hAnsi="標楷體" w:cs="標楷體"/>
              </w:rPr>
            </w:pPr>
            <w:r w:rsidRPr="009035FD">
              <w:rPr>
                <w:rFonts w:ascii="標楷體" w:eastAsia="標楷體" w:hAnsi="標楷體" w:cs="標楷體"/>
              </w:rPr>
              <w:t>0</w:t>
            </w:r>
            <w:r>
              <w:rPr>
                <w:rFonts w:ascii="標楷體" w:eastAsia="標楷體" w:hAnsi="標楷體" w:cs="標楷體"/>
              </w:rPr>
              <w:t>8</w:t>
            </w:r>
            <w:r w:rsidRPr="009035FD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>5</w:t>
            </w:r>
            <w:r w:rsidRPr="009035FD"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5205" w:type="dxa"/>
            <w:vAlign w:val="center"/>
          </w:tcPr>
          <w:p w:rsidR="009D7F1D" w:rsidRPr="00474F4E" w:rsidRDefault="009D7F1D" w:rsidP="00CA76CA">
            <w:pPr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474F4E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報</w:t>
            </w:r>
            <w:r w:rsidRPr="00474F4E"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  <w:t xml:space="preserve">  </w:t>
            </w:r>
            <w:r w:rsidRPr="00474F4E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到</w:t>
            </w:r>
          </w:p>
        </w:tc>
        <w:tc>
          <w:tcPr>
            <w:tcW w:w="2775" w:type="dxa"/>
            <w:tcBorders>
              <w:right w:val="outset" w:sz="6" w:space="0" w:color="9D9DA1"/>
            </w:tcBorders>
            <w:vAlign w:val="center"/>
          </w:tcPr>
          <w:p w:rsidR="009D7F1D" w:rsidRPr="00DF0010" w:rsidRDefault="009D7F1D" w:rsidP="00116F1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D7F1D">
        <w:trPr>
          <w:cantSplit/>
          <w:trHeight w:val="720"/>
          <w:tblCellSpacing w:w="20" w:type="dxa"/>
        </w:trPr>
        <w:tc>
          <w:tcPr>
            <w:tcW w:w="1783" w:type="dxa"/>
            <w:vAlign w:val="center"/>
          </w:tcPr>
          <w:p w:rsidR="009D7F1D" w:rsidRDefault="009D7F1D" w:rsidP="00CA76CA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035FD">
              <w:rPr>
                <w:rFonts w:ascii="標楷體" w:eastAsia="標楷體" w:hAnsi="標楷體" w:cs="標楷體"/>
              </w:rPr>
              <w:t>0</w:t>
            </w:r>
            <w:r>
              <w:rPr>
                <w:rFonts w:ascii="標楷體" w:eastAsia="標楷體" w:hAnsi="標楷體" w:cs="標楷體"/>
              </w:rPr>
              <w:t>8</w:t>
            </w:r>
            <w:r w:rsidRPr="009035FD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>5</w:t>
            </w:r>
            <w:r w:rsidRPr="009035FD">
              <w:rPr>
                <w:rFonts w:ascii="標楷體" w:eastAsia="標楷體" w:hAnsi="標楷體" w:cs="標楷體"/>
              </w:rPr>
              <w:t>0</w:t>
            </w:r>
          </w:p>
          <w:p w:rsidR="009D7F1D" w:rsidRDefault="009D7F1D" w:rsidP="00CA76CA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DB3E39">
              <w:rPr>
                <w:rFonts w:ascii="標楷體" w:eastAsia="標楷體" w:hAnsi="標楷體" w:cs="標楷體" w:hint="eastAsia"/>
                <w:eastAsianLayout w:id="1254750720" w:vert="1" w:vertCompress="1"/>
              </w:rPr>
              <w:t>～</w:t>
            </w:r>
          </w:p>
          <w:p w:rsidR="009D7F1D" w:rsidRPr="009035FD" w:rsidRDefault="009D7F1D" w:rsidP="00CA76CA">
            <w:pPr>
              <w:spacing w:line="300" w:lineRule="exact"/>
              <w:jc w:val="center"/>
              <w:rPr>
                <w:rFonts w:ascii="標楷體" w:eastAsia="標楷體" w:hAnsi="標楷體" w:cs="標楷體"/>
              </w:rPr>
            </w:pPr>
            <w:r w:rsidRPr="009035FD">
              <w:rPr>
                <w:rFonts w:ascii="標楷體" w:eastAsia="標楷體" w:hAnsi="標楷體" w:cs="標楷體"/>
              </w:rPr>
              <w:t>09</w:t>
            </w:r>
            <w:r w:rsidRPr="009035FD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>0</w:t>
            </w:r>
            <w:r w:rsidRPr="009035FD"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5205" w:type="dxa"/>
            <w:vAlign w:val="center"/>
          </w:tcPr>
          <w:p w:rsidR="009D7F1D" w:rsidRPr="00086BA9" w:rsidRDefault="009D7F1D" w:rsidP="00624929">
            <w:pPr>
              <w:pStyle w:val="NoteHeading"/>
              <w:rPr>
                <w:rFonts w:ascii="標楷體" w:eastAsia="標楷體" w:hAnsi="標楷體"/>
              </w:rPr>
            </w:pPr>
            <w:r w:rsidRPr="00086BA9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開幕式</w:t>
            </w:r>
          </w:p>
        </w:tc>
        <w:tc>
          <w:tcPr>
            <w:tcW w:w="2775" w:type="dxa"/>
            <w:tcBorders>
              <w:right w:val="outset" w:sz="6" w:space="0" w:color="9D9DA1"/>
            </w:tcBorders>
            <w:vAlign w:val="center"/>
          </w:tcPr>
          <w:p w:rsidR="009D7F1D" w:rsidRDefault="009D7F1D">
            <w:pPr>
              <w:widowControl/>
              <w:rPr>
                <w:rFonts w:ascii="標楷體" w:eastAsia="標楷體" w:hAnsi="標楷體"/>
              </w:rPr>
            </w:pPr>
            <w:r w:rsidRPr="00086BA9">
              <w:rPr>
                <w:rFonts w:ascii="標楷體" w:eastAsia="標楷體" w:hAnsi="標楷體" w:cs="標楷體" w:hint="eastAsia"/>
                <w:sz w:val="22"/>
                <w:szCs w:val="22"/>
              </w:rPr>
              <w:t>主持人</w:t>
            </w:r>
            <w:r w:rsidRPr="00086BA9">
              <w:rPr>
                <w:rFonts w:ascii="標楷體" w:eastAsia="標楷體" w:hAnsi="標楷體" w:cs="標楷體"/>
                <w:sz w:val="22"/>
                <w:szCs w:val="22"/>
              </w:rPr>
              <w:t>/</w:t>
            </w:r>
            <w:r w:rsidRPr="00086BA9"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 w:hint="eastAsia"/>
              </w:rPr>
              <w:t>黃校長宗顯</w:t>
            </w:r>
          </w:p>
          <w:p w:rsidR="009D7F1D" w:rsidRPr="00DF0010" w:rsidRDefault="009D7F1D" w:rsidP="00AA6BDE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       </w:t>
            </w:r>
            <w:r w:rsidRPr="00474F4E">
              <w:rPr>
                <w:rFonts w:ascii="標楷體" w:eastAsia="標楷體" w:hAnsi="標楷體" w:cs="標楷體" w:hint="eastAsia"/>
                <w:sz w:val="20"/>
                <w:szCs w:val="20"/>
              </w:rPr>
              <w:t>（臺南大學）</w:t>
            </w:r>
          </w:p>
        </w:tc>
      </w:tr>
      <w:tr w:rsidR="009D7F1D">
        <w:trPr>
          <w:cantSplit/>
          <w:trHeight w:val="903"/>
          <w:tblCellSpacing w:w="20" w:type="dxa"/>
        </w:trPr>
        <w:tc>
          <w:tcPr>
            <w:tcW w:w="1783" w:type="dxa"/>
            <w:vAlign w:val="center"/>
          </w:tcPr>
          <w:p w:rsidR="009D7F1D" w:rsidRDefault="009D7F1D" w:rsidP="00CA76CA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035FD">
              <w:rPr>
                <w:rFonts w:ascii="標楷體" w:eastAsia="標楷體" w:hAnsi="標楷體" w:cs="標楷體"/>
              </w:rPr>
              <w:t>09</w:t>
            </w:r>
            <w:r w:rsidRPr="009035FD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>0</w:t>
            </w:r>
            <w:r w:rsidRPr="009035FD">
              <w:rPr>
                <w:rFonts w:ascii="標楷體" w:eastAsia="標楷體" w:hAnsi="標楷體" w:cs="標楷體"/>
              </w:rPr>
              <w:t>0</w:t>
            </w:r>
          </w:p>
          <w:p w:rsidR="009D7F1D" w:rsidRDefault="009D7F1D" w:rsidP="00CA76CA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DB3E39">
              <w:rPr>
                <w:rFonts w:ascii="標楷體" w:eastAsia="標楷體" w:hAnsi="標楷體" w:cs="標楷體" w:hint="eastAsia"/>
                <w:eastAsianLayout w:id="1254750720" w:vert="1" w:vertCompress="1"/>
              </w:rPr>
              <w:t>～</w:t>
            </w:r>
          </w:p>
          <w:p w:rsidR="009D7F1D" w:rsidRPr="009035FD" w:rsidRDefault="009D7F1D" w:rsidP="00ED3AD0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09</w:t>
            </w:r>
            <w:r w:rsidRPr="009035FD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>45</w:t>
            </w:r>
          </w:p>
        </w:tc>
        <w:tc>
          <w:tcPr>
            <w:tcW w:w="5205" w:type="dxa"/>
            <w:vAlign w:val="center"/>
          </w:tcPr>
          <w:p w:rsidR="009D7F1D" w:rsidRPr="007C3BB8" w:rsidRDefault="009D7F1D" w:rsidP="007C3BB8">
            <w:pPr>
              <w:spacing w:line="400" w:lineRule="exact"/>
              <w:jc w:val="center"/>
              <w:rPr>
                <w:rFonts w:eastAsia="標楷體"/>
                <w:b/>
                <w:bCs/>
                <w:spacing w:val="-10"/>
                <w:sz w:val="28"/>
                <w:szCs w:val="28"/>
              </w:rPr>
            </w:pPr>
            <w:r w:rsidRPr="007C3BB8">
              <w:rPr>
                <w:rFonts w:eastAsia="標楷體" w:cs="標楷體" w:hint="eastAsia"/>
                <w:b/>
                <w:bCs/>
                <w:spacing w:val="-10"/>
                <w:sz w:val="28"/>
                <w:szCs w:val="28"/>
              </w:rPr>
              <w:t>視障生動手作科學：</w:t>
            </w:r>
          </w:p>
          <w:p w:rsidR="009D7F1D" w:rsidRPr="007C3BB8" w:rsidRDefault="009D7F1D" w:rsidP="007C3BB8">
            <w:pPr>
              <w:spacing w:line="400" w:lineRule="exact"/>
              <w:jc w:val="center"/>
              <w:rPr>
                <w:rFonts w:eastAsia="標楷體"/>
                <w:spacing w:val="-10"/>
                <w:sz w:val="28"/>
                <w:szCs w:val="28"/>
              </w:rPr>
            </w:pPr>
            <w:r w:rsidRPr="007C3BB8">
              <w:rPr>
                <w:rFonts w:eastAsia="標楷體" w:cs="標楷體" w:hint="eastAsia"/>
                <w:b/>
                <w:bCs/>
                <w:spacing w:val="-10"/>
                <w:sz w:val="28"/>
                <w:szCs w:val="28"/>
              </w:rPr>
              <w:t>規劃、活動過程與成效</w:t>
            </w:r>
          </w:p>
        </w:tc>
        <w:tc>
          <w:tcPr>
            <w:tcW w:w="2775" w:type="dxa"/>
            <w:tcBorders>
              <w:right w:val="outset" w:sz="6" w:space="0" w:color="9D9DA1"/>
            </w:tcBorders>
          </w:tcPr>
          <w:p w:rsidR="009D7F1D" w:rsidRDefault="009D7F1D" w:rsidP="007C3BB8">
            <w:pPr>
              <w:jc w:val="both"/>
              <w:rPr>
                <w:rFonts w:ascii="標楷體" w:eastAsia="標楷體" w:hAnsi="標楷體"/>
                <w:spacing w:val="-14"/>
                <w:sz w:val="22"/>
                <w:szCs w:val="22"/>
              </w:rPr>
            </w:pPr>
            <w:r w:rsidRPr="000838E7">
              <w:rPr>
                <w:rFonts w:ascii="標楷體" w:eastAsia="標楷體" w:hAnsi="標楷體" w:cs="標楷體" w:hint="eastAsia"/>
                <w:spacing w:val="-14"/>
                <w:sz w:val="22"/>
                <w:szCs w:val="22"/>
              </w:rPr>
              <w:t>主持人</w:t>
            </w:r>
            <w:r w:rsidRPr="000838E7">
              <w:rPr>
                <w:rFonts w:ascii="標楷體" w:eastAsia="標楷體" w:hAnsi="標楷體" w:cs="標楷體"/>
                <w:spacing w:val="-14"/>
                <w:sz w:val="22"/>
                <w:szCs w:val="22"/>
              </w:rPr>
              <w:t>/</w:t>
            </w:r>
            <w:r w:rsidRPr="005D152A">
              <w:rPr>
                <w:rFonts w:ascii="標楷體" w:eastAsia="標楷體" w:hAnsi="標楷體" w:cs="標楷體" w:hint="eastAsia"/>
                <w:sz w:val="22"/>
                <w:szCs w:val="22"/>
              </w:rPr>
              <w:t>劉教授信雄</w:t>
            </w:r>
          </w:p>
          <w:p w:rsidR="009D7F1D" w:rsidRPr="000838E7" w:rsidRDefault="009D7F1D" w:rsidP="007C3BB8">
            <w:pPr>
              <w:jc w:val="both"/>
              <w:rPr>
                <w:rFonts w:ascii="標楷體" w:eastAsia="標楷體" w:hAnsi="標楷體"/>
                <w:spacing w:val="-14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pacing w:val="-14"/>
                <w:sz w:val="22"/>
                <w:szCs w:val="22"/>
              </w:rPr>
              <w:t xml:space="preserve">    </w:t>
            </w:r>
            <w:r>
              <w:rPr>
                <w:rFonts w:ascii="標楷體" w:eastAsia="標楷體" w:hAnsi="標楷體" w:cs="標楷體" w:hint="eastAsia"/>
                <w:spacing w:val="-14"/>
                <w:sz w:val="22"/>
                <w:szCs w:val="22"/>
              </w:rPr>
              <w:t>（本校特教系退休）</w:t>
            </w:r>
          </w:p>
          <w:p w:rsidR="009D7F1D" w:rsidRPr="00C200A9" w:rsidRDefault="009D7F1D" w:rsidP="007C3BB8">
            <w:pPr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主講</w:t>
            </w:r>
            <w:r w:rsidRPr="000838E7">
              <w:rPr>
                <w:rFonts w:ascii="標楷體" w:eastAsia="標楷體" w:hAnsi="標楷體" w:cs="標楷體" w:hint="eastAsia"/>
                <w:sz w:val="22"/>
                <w:szCs w:val="22"/>
              </w:rPr>
              <w:t>人</w:t>
            </w:r>
            <w:r w:rsidRPr="000838E7">
              <w:rPr>
                <w:rFonts w:ascii="標楷體" w:eastAsia="標楷體" w:hAnsi="標楷體" w:cs="標楷體"/>
                <w:sz w:val="22"/>
                <w:szCs w:val="22"/>
              </w:rPr>
              <w:t>/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吳仲卿特聘教授</w:t>
            </w:r>
          </w:p>
          <w:p w:rsidR="009D7F1D" w:rsidRPr="00C200A9" w:rsidRDefault="009D7F1D" w:rsidP="007C3BB8">
            <w:pPr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pacing w:val="-14"/>
                <w:sz w:val="22"/>
                <w:szCs w:val="22"/>
              </w:rPr>
              <w:t xml:space="preserve">     </w:t>
            </w:r>
            <w:r>
              <w:rPr>
                <w:rFonts w:ascii="標楷體" w:eastAsia="標楷體" w:hAnsi="標楷體" w:cs="標楷體" w:hint="eastAsia"/>
                <w:spacing w:val="-14"/>
                <w:sz w:val="22"/>
                <w:szCs w:val="22"/>
              </w:rPr>
              <w:t>（彰化師範大學物理系）</w:t>
            </w:r>
          </w:p>
        </w:tc>
      </w:tr>
      <w:tr w:rsidR="009D7F1D">
        <w:trPr>
          <w:cantSplit/>
          <w:trHeight w:val="408"/>
          <w:tblCellSpacing w:w="20" w:type="dxa"/>
        </w:trPr>
        <w:tc>
          <w:tcPr>
            <w:tcW w:w="1783" w:type="dxa"/>
            <w:vAlign w:val="center"/>
          </w:tcPr>
          <w:p w:rsidR="009D7F1D" w:rsidRPr="009035FD" w:rsidRDefault="009D7F1D" w:rsidP="00ED3AD0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09</w:t>
            </w:r>
            <w:r w:rsidRPr="009035FD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>45</w:t>
            </w:r>
            <w:r>
              <w:rPr>
                <w:rFonts w:ascii="標楷體" w:eastAsia="標楷體" w:hAnsi="標楷體" w:cs="標楷體" w:hint="eastAsia"/>
              </w:rPr>
              <w:t>～</w:t>
            </w:r>
            <w:r>
              <w:rPr>
                <w:rFonts w:ascii="標楷體" w:eastAsia="標楷體" w:hAnsi="標楷體" w:cs="標楷體"/>
              </w:rPr>
              <w:t>09</w:t>
            </w:r>
            <w:r w:rsidRPr="009035FD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>50</w:t>
            </w:r>
          </w:p>
        </w:tc>
        <w:tc>
          <w:tcPr>
            <w:tcW w:w="5205" w:type="dxa"/>
            <w:vAlign w:val="center"/>
          </w:tcPr>
          <w:p w:rsidR="009D7F1D" w:rsidRPr="00086BA9" w:rsidRDefault="009D7F1D" w:rsidP="00474F4E">
            <w:pPr>
              <w:spacing w:line="300" w:lineRule="exact"/>
              <w:ind w:left="1200" w:hanging="1200"/>
              <w:jc w:val="center"/>
              <w:rPr>
                <w:rFonts w:ascii="標楷體" w:eastAsia="標楷體" w:hAnsi="標楷體"/>
              </w:rPr>
            </w:pPr>
            <w:r w:rsidRPr="00086BA9">
              <w:rPr>
                <w:rFonts w:ascii="標楷體" w:eastAsia="標楷體" w:hAnsi="標楷體" w:cs="標楷體" w:hint="eastAsia"/>
              </w:rPr>
              <w:t>休</w:t>
            </w:r>
            <w:r>
              <w:rPr>
                <w:rFonts w:ascii="標楷體" w:eastAsia="標楷體" w:hAnsi="標楷體" w:cs="標楷體"/>
              </w:rPr>
              <w:t xml:space="preserve">  </w:t>
            </w:r>
            <w:r w:rsidRPr="00086BA9">
              <w:rPr>
                <w:rFonts w:ascii="標楷體" w:eastAsia="標楷體" w:hAnsi="標楷體" w:cs="標楷體" w:hint="eastAsia"/>
              </w:rPr>
              <w:t>息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086BA9">
              <w:rPr>
                <w:rFonts w:ascii="標楷體" w:eastAsia="標楷體" w:hAnsi="標楷體" w:cs="標楷體"/>
              </w:rPr>
              <w:t>/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086BA9">
              <w:rPr>
                <w:rFonts w:ascii="標楷體" w:eastAsia="標楷體" w:hAnsi="標楷體" w:cs="標楷體" w:hint="eastAsia"/>
              </w:rPr>
              <w:t>輔具教具展示</w:t>
            </w:r>
          </w:p>
        </w:tc>
        <w:tc>
          <w:tcPr>
            <w:tcW w:w="2775" w:type="dxa"/>
            <w:tcBorders>
              <w:right w:val="outset" w:sz="6" w:space="0" w:color="9D9DA1"/>
            </w:tcBorders>
          </w:tcPr>
          <w:p w:rsidR="009D7F1D" w:rsidRPr="000838E7" w:rsidRDefault="009D7F1D" w:rsidP="00EB0100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9D7F1D">
        <w:trPr>
          <w:cantSplit/>
          <w:trHeight w:val="1097"/>
          <w:tblCellSpacing w:w="20" w:type="dxa"/>
        </w:trPr>
        <w:tc>
          <w:tcPr>
            <w:tcW w:w="1783" w:type="dxa"/>
            <w:vAlign w:val="center"/>
          </w:tcPr>
          <w:p w:rsidR="009D7F1D" w:rsidRDefault="009D7F1D" w:rsidP="00CA76CA">
            <w:pPr>
              <w:spacing w:line="30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09</w:t>
            </w:r>
            <w:r w:rsidRPr="009035FD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>50</w:t>
            </w:r>
          </w:p>
          <w:p w:rsidR="009D7F1D" w:rsidRDefault="009D7F1D" w:rsidP="00CA76CA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DB3E39">
              <w:rPr>
                <w:rFonts w:ascii="標楷體" w:eastAsia="標楷體" w:hAnsi="標楷體" w:cs="標楷體" w:hint="eastAsia"/>
                <w:eastAsianLayout w:id="1254750720" w:vert="1" w:vertCompress="1"/>
              </w:rPr>
              <w:t>～</w:t>
            </w:r>
          </w:p>
          <w:p w:rsidR="009D7F1D" w:rsidRPr="009035FD" w:rsidRDefault="009D7F1D" w:rsidP="00ED3AD0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035FD">
              <w:rPr>
                <w:rFonts w:ascii="標楷體" w:eastAsia="標楷體" w:hAnsi="標楷體" w:cs="標楷體"/>
              </w:rPr>
              <w:t>1</w:t>
            </w:r>
            <w:r>
              <w:rPr>
                <w:rFonts w:ascii="標楷體" w:eastAsia="標楷體" w:hAnsi="標楷體" w:cs="標楷體"/>
              </w:rPr>
              <w:t>1</w:t>
            </w:r>
            <w:r w:rsidRPr="009035FD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>50</w:t>
            </w:r>
          </w:p>
        </w:tc>
        <w:tc>
          <w:tcPr>
            <w:tcW w:w="5205" w:type="dxa"/>
            <w:vAlign w:val="center"/>
          </w:tcPr>
          <w:p w:rsidR="009D7F1D" w:rsidRDefault="009D7F1D" w:rsidP="00F95254">
            <w:pPr>
              <w:spacing w:line="320" w:lineRule="exact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>
              <w:rPr>
                <w:rFonts w:eastAsia="標楷體" w:cs="標楷體" w:hint="eastAsia"/>
                <w:b/>
                <w:bCs/>
                <w:sz w:val="28"/>
                <w:szCs w:val="28"/>
              </w:rPr>
              <w:t>視障教育</w:t>
            </w:r>
            <w:r w:rsidRPr="007C3BB8">
              <w:rPr>
                <w:rFonts w:eastAsia="標楷體" w:cs="標楷體" w:hint="eastAsia"/>
                <w:b/>
                <w:bCs/>
                <w:sz w:val="28"/>
                <w:szCs w:val="28"/>
              </w:rPr>
              <w:t>數學領域</w:t>
            </w:r>
          </w:p>
          <w:p w:rsidR="009D7F1D" w:rsidRPr="007C3BB8" w:rsidRDefault="009D7F1D" w:rsidP="00F95254">
            <w:pPr>
              <w:spacing w:line="320" w:lineRule="exact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>
              <w:rPr>
                <w:rFonts w:eastAsia="標楷體" w:cs="標楷體" w:hint="eastAsia"/>
                <w:b/>
                <w:bCs/>
                <w:sz w:val="28"/>
                <w:szCs w:val="28"/>
              </w:rPr>
              <w:t>教學現況探討</w:t>
            </w:r>
          </w:p>
        </w:tc>
        <w:tc>
          <w:tcPr>
            <w:tcW w:w="2775" w:type="dxa"/>
            <w:tcBorders>
              <w:right w:val="outset" w:sz="6" w:space="0" w:color="9D9DA1"/>
            </w:tcBorders>
          </w:tcPr>
          <w:p w:rsidR="009D7F1D" w:rsidRPr="00136A94" w:rsidRDefault="009D7F1D" w:rsidP="007C3BB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36A94">
              <w:rPr>
                <w:rFonts w:ascii="標楷體" w:eastAsia="標楷體" w:hAnsi="標楷體" w:cs="標楷體" w:hint="eastAsia"/>
              </w:rPr>
              <w:t>主持人</w:t>
            </w:r>
            <w:r w:rsidRPr="00136A94">
              <w:rPr>
                <w:rFonts w:ascii="標楷體" w:eastAsia="標楷體" w:hAnsi="標楷體" w:cs="標楷體"/>
              </w:rPr>
              <w:t>/</w:t>
            </w:r>
            <w:r w:rsidRPr="00136A94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劉教授佑星</w:t>
            </w:r>
          </w:p>
          <w:p w:rsidR="009D7F1D" w:rsidRPr="00136A94" w:rsidRDefault="009D7F1D" w:rsidP="007C3BB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36A94">
              <w:rPr>
                <w:rFonts w:ascii="標楷體" w:eastAsia="標楷體" w:hAnsi="標楷體" w:cs="標楷體"/>
                <w:sz w:val="22"/>
                <w:szCs w:val="22"/>
              </w:rPr>
              <w:t xml:space="preserve">   </w:t>
            </w: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（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本校特教系退休</w:t>
            </w: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）</w:t>
            </w:r>
          </w:p>
          <w:p w:rsidR="009D7F1D" w:rsidRPr="00136A94" w:rsidRDefault="009D7F1D" w:rsidP="007C3BB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報告人一</w:t>
            </w:r>
            <w:r w:rsidRPr="00136A94">
              <w:rPr>
                <w:rFonts w:ascii="標楷體" w:eastAsia="標楷體" w:hAnsi="標楷體" w:cs="標楷體"/>
                <w:sz w:val="22"/>
                <w:szCs w:val="22"/>
              </w:rPr>
              <w:t>/</w:t>
            </w: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葉旭培老師</w:t>
            </w:r>
          </w:p>
          <w:p w:rsidR="009D7F1D" w:rsidRPr="00136A94" w:rsidRDefault="009D7F1D" w:rsidP="007C3BB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36A94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（高雄市立楠梓特殊學校）</w:t>
            </w:r>
          </w:p>
          <w:p w:rsidR="009D7F1D" w:rsidRPr="00136A94" w:rsidRDefault="009D7F1D" w:rsidP="007C3BB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報告人二</w:t>
            </w:r>
            <w:r w:rsidRPr="00136A94">
              <w:rPr>
                <w:rFonts w:ascii="標楷體" w:eastAsia="標楷體" w:hAnsi="標楷體" w:cs="標楷體"/>
                <w:sz w:val="22"/>
                <w:szCs w:val="22"/>
              </w:rPr>
              <w:t>/</w:t>
            </w: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李宜晉老師</w:t>
            </w:r>
          </w:p>
          <w:p w:rsidR="009D7F1D" w:rsidRPr="00136A94" w:rsidRDefault="009D7F1D" w:rsidP="007C3BB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 </w:t>
            </w: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（台南市公誠國小）</w:t>
            </w:r>
          </w:p>
          <w:p w:rsidR="009D7F1D" w:rsidRPr="00136A94" w:rsidRDefault="009D7F1D" w:rsidP="007C3BB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報告人三</w:t>
            </w:r>
            <w:r w:rsidRPr="00136A94">
              <w:rPr>
                <w:rFonts w:ascii="標楷體" w:eastAsia="標楷體" w:hAnsi="標楷體" w:cs="標楷體"/>
                <w:sz w:val="22"/>
                <w:szCs w:val="22"/>
              </w:rPr>
              <w:t>/</w:t>
            </w: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何銘軒老師</w:t>
            </w:r>
          </w:p>
          <w:p w:rsidR="009D7F1D" w:rsidRPr="00136A94" w:rsidRDefault="009D7F1D" w:rsidP="007C3BB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  </w:t>
            </w: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（臺北市立啟明學校）</w:t>
            </w:r>
          </w:p>
          <w:p w:rsidR="009D7F1D" w:rsidRPr="00136A94" w:rsidRDefault="009D7F1D" w:rsidP="007C3BB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報告人四</w:t>
            </w:r>
            <w:r w:rsidRPr="00136A94">
              <w:rPr>
                <w:rFonts w:ascii="標楷體" w:eastAsia="標楷體" w:hAnsi="標楷體" w:cs="標楷體"/>
                <w:sz w:val="22"/>
                <w:szCs w:val="22"/>
              </w:rPr>
              <w:t>/</w:t>
            </w: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王晴雯老師</w:t>
            </w:r>
          </w:p>
          <w:p w:rsidR="009D7F1D" w:rsidRPr="00136A94" w:rsidRDefault="009D7F1D" w:rsidP="007C3BB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36A94">
              <w:rPr>
                <w:rFonts w:ascii="標楷體" w:eastAsia="標楷體" w:hAnsi="標楷體" w:cs="標楷體"/>
                <w:sz w:val="22"/>
                <w:szCs w:val="22"/>
              </w:rPr>
              <w:t xml:space="preserve">     </w:t>
            </w: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（臺北市立啟明學校）</w:t>
            </w:r>
          </w:p>
          <w:p w:rsidR="009D7F1D" w:rsidRPr="00136A94" w:rsidRDefault="009D7F1D" w:rsidP="007C3BB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報告人五</w:t>
            </w:r>
            <w:r w:rsidRPr="00136A94">
              <w:rPr>
                <w:rFonts w:ascii="標楷體" w:eastAsia="標楷體" w:hAnsi="標楷體" w:cs="標楷體"/>
                <w:sz w:val="22"/>
                <w:szCs w:val="22"/>
              </w:rPr>
              <w:t>/</w:t>
            </w: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簡群恩老師</w:t>
            </w:r>
          </w:p>
          <w:p w:rsidR="009D7F1D" w:rsidRPr="007D1330" w:rsidRDefault="009D7F1D" w:rsidP="007C3BB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  </w:t>
            </w: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（臺北市立啟明學校）</w:t>
            </w:r>
          </w:p>
        </w:tc>
      </w:tr>
      <w:tr w:rsidR="009D7F1D">
        <w:trPr>
          <w:cantSplit/>
          <w:trHeight w:val="414"/>
          <w:tblCellSpacing w:w="20" w:type="dxa"/>
        </w:trPr>
        <w:tc>
          <w:tcPr>
            <w:tcW w:w="1783" w:type="dxa"/>
            <w:vAlign w:val="center"/>
          </w:tcPr>
          <w:p w:rsidR="009D7F1D" w:rsidRPr="009035FD" w:rsidRDefault="009D7F1D" w:rsidP="00ED3AD0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11</w:t>
            </w:r>
            <w:r w:rsidRPr="009035FD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>5</w:t>
            </w:r>
            <w:r w:rsidRPr="009035FD">
              <w:rPr>
                <w:rFonts w:ascii="標楷體" w:eastAsia="標楷體" w:hAnsi="標楷體" w:cs="標楷體"/>
              </w:rPr>
              <w:t>0</w:t>
            </w:r>
            <w:r>
              <w:rPr>
                <w:rFonts w:ascii="標楷體" w:eastAsia="標楷體" w:hAnsi="標楷體" w:cs="標楷體" w:hint="eastAsia"/>
              </w:rPr>
              <w:t>～</w:t>
            </w:r>
            <w:r w:rsidRPr="009035FD">
              <w:rPr>
                <w:rFonts w:ascii="標楷體" w:eastAsia="標楷體" w:hAnsi="標楷體" w:cs="標楷體"/>
              </w:rPr>
              <w:t>13</w:t>
            </w:r>
            <w:r w:rsidRPr="009035FD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>0</w:t>
            </w:r>
            <w:r w:rsidRPr="009035FD"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5205" w:type="dxa"/>
            <w:vAlign w:val="center"/>
          </w:tcPr>
          <w:p w:rsidR="009D7F1D" w:rsidRPr="00086BA9" w:rsidRDefault="009D7F1D" w:rsidP="0092434B">
            <w:pPr>
              <w:spacing w:line="30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86BA9">
              <w:rPr>
                <w:rFonts w:ascii="標楷體" w:eastAsia="標楷體" w:hAnsi="標楷體" w:cs="標楷體" w:hint="eastAsia"/>
              </w:rPr>
              <w:t>午</w:t>
            </w:r>
            <w:r w:rsidRPr="00086BA9">
              <w:rPr>
                <w:rFonts w:ascii="標楷體" w:eastAsia="標楷體" w:hAnsi="標楷體" w:cs="標楷體"/>
              </w:rPr>
              <w:t xml:space="preserve">  </w:t>
            </w:r>
            <w:r w:rsidRPr="00086BA9">
              <w:rPr>
                <w:rFonts w:ascii="標楷體" w:eastAsia="標楷體" w:hAnsi="標楷體" w:cs="標楷體" w:hint="eastAsia"/>
              </w:rPr>
              <w:t>餐</w:t>
            </w:r>
            <w:r w:rsidRPr="00086BA9">
              <w:rPr>
                <w:rFonts w:ascii="標楷體" w:eastAsia="標楷體" w:hAnsi="標楷體" w:cs="標楷體"/>
              </w:rPr>
              <w:t xml:space="preserve"> / </w:t>
            </w:r>
            <w:r w:rsidRPr="00086BA9">
              <w:rPr>
                <w:rFonts w:ascii="標楷體" w:eastAsia="標楷體" w:hAnsi="標楷體" w:cs="標楷體" w:hint="eastAsia"/>
              </w:rPr>
              <w:t>輔具教具展示</w:t>
            </w:r>
          </w:p>
        </w:tc>
        <w:tc>
          <w:tcPr>
            <w:tcW w:w="2775" w:type="dxa"/>
            <w:tcBorders>
              <w:right w:val="outset" w:sz="6" w:space="0" w:color="9D9DA1"/>
            </w:tcBorders>
            <w:vAlign w:val="center"/>
          </w:tcPr>
          <w:p w:rsidR="009D7F1D" w:rsidRPr="000838E7" w:rsidRDefault="009D7F1D" w:rsidP="0092434B">
            <w:pPr>
              <w:spacing w:line="30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9D7F1D">
        <w:trPr>
          <w:cantSplit/>
          <w:trHeight w:val="405"/>
          <w:tblCellSpacing w:w="20" w:type="dxa"/>
        </w:trPr>
        <w:tc>
          <w:tcPr>
            <w:tcW w:w="1783" w:type="dxa"/>
            <w:vAlign w:val="center"/>
          </w:tcPr>
          <w:p w:rsidR="009D7F1D" w:rsidRDefault="009D7F1D" w:rsidP="0092434B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035FD">
              <w:rPr>
                <w:rFonts w:ascii="標楷體" w:eastAsia="標楷體" w:hAnsi="標楷體" w:cs="標楷體"/>
              </w:rPr>
              <w:t>13</w:t>
            </w:r>
            <w:r w:rsidRPr="009035FD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>0</w:t>
            </w:r>
            <w:r w:rsidRPr="009035FD">
              <w:rPr>
                <w:rFonts w:ascii="標楷體" w:eastAsia="標楷體" w:hAnsi="標楷體" w:cs="標楷體"/>
              </w:rPr>
              <w:t>0</w:t>
            </w:r>
          </w:p>
          <w:p w:rsidR="009D7F1D" w:rsidRDefault="009D7F1D" w:rsidP="0092434B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DB3E39">
              <w:rPr>
                <w:rFonts w:ascii="標楷體" w:eastAsia="標楷體" w:hAnsi="標楷體" w:cs="標楷體" w:hint="eastAsia"/>
                <w:eastAsianLayout w:id="1254750720" w:vert="1" w:vertCompress="1"/>
              </w:rPr>
              <w:t>～</w:t>
            </w:r>
          </w:p>
          <w:p w:rsidR="009D7F1D" w:rsidRPr="009035FD" w:rsidRDefault="009D7F1D" w:rsidP="00ED3AD0">
            <w:pPr>
              <w:spacing w:line="300" w:lineRule="exact"/>
              <w:jc w:val="center"/>
              <w:rPr>
                <w:rFonts w:ascii="標楷體" w:eastAsia="標楷體" w:hAnsi="標楷體" w:cs="標楷體"/>
              </w:rPr>
            </w:pPr>
            <w:r w:rsidRPr="009035FD">
              <w:rPr>
                <w:rFonts w:ascii="標楷體" w:eastAsia="標楷體" w:hAnsi="標楷體" w:cs="標楷體"/>
              </w:rPr>
              <w:t>1</w:t>
            </w:r>
            <w:r>
              <w:rPr>
                <w:rFonts w:ascii="標楷體" w:eastAsia="標楷體" w:hAnsi="標楷體" w:cs="標楷體"/>
              </w:rPr>
              <w:t>4</w:t>
            </w:r>
            <w:r w:rsidRPr="009035FD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>0</w:t>
            </w:r>
            <w:r w:rsidRPr="009035FD"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5205" w:type="dxa"/>
            <w:vAlign w:val="center"/>
          </w:tcPr>
          <w:p w:rsidR="009D7F1D" w:rsidRDefault="009D7F1D" w:rsidP="001B7329">
            <w:pPr>
              <w:spacing w:line="360" w:lineRule="auto"/>
              <w:ind w:left="1202" w:hanging="1202"/>
              <w:rPr>
                <w:rFonts w:ascii="標楷體" w:eastAsia="標楷體" w:hAnsi="標楷體"/>
                <w:b/>
                <w:bCs/>
              </w:rPr>
            </w:pPr>
            <w:r w:rsidRPr="006C0EA9">
              <w:rPr>
                <w:rFonts w:ascii="標楷體" w:eastAsia="標楷體" w:hAnsi="標楷體" w:cs="標楷體" w:hint="eastAsia"/>
                <w:b/>
                <w:bCs/>
              </w:rPr>
              <w:t>報告一</w:t>
            </w:r>
            <w:r w:rsidRPr="006C0EA9">
              <w:rPr>
                <w:rFonts w:ascii="標楷體" w:eastAsia="標楷體" w:hAnsi="標楷體" w:cs="標楷體"/>
                <w:b/>
                <w:bCs/>
              </w:rPr>
              <w:t xml:space="preserve"> </w:t>
            </w:r>
            <w:r w:rsidRPr="006C0EA9">
              <w:rPr>
                <w:rFonts w:ascii="標楷體" w:eastAsia="標楷體" w:hAnsi="標楷體" w:cs="標楷體" w:hint="eastAsia"/>
                <w:b/>
                <w:bCs/>
              </w:rPr>
              <w:t>視障生「自然與生活科技」實驗教學</w:t>
            </w:r>
          </w:p>
          <w:p w:rsidR="009D7F1D" w:rsidRDefault="009D7F1D" w:rsidP="001B7329">
            <w:pPr>
              <w:spacing w:line="360" w:lineRule="auto"/>
              <w:ind w:left="1202" w:hanging="1202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cs="標楷體" w:hint="eastAsia"/>
                <w:b/>
                <w:bCs/>
              </w:rPr>
              <w:t>報告二</w:t>
            </w:r>
            <w:r>
              <w:rPr>
                <w:rFonts w:ascii="標楷體" w:eastAsia="標楷體" w:hAnsi="標楷體" w:cs="標楷體"/>
                <w:b/>
                <w:bCs/>
              </w:rPr>
              <w:t xml:space="preserve"> </w:t>
            </w:r>
            <w:r>
              <w:rPr>
                <w:rFonts w:ascii="標楷體" w:eastAsia="標楷體" w:hAnsi="標楷體" w:cs="標楷體" w:hint="eastAsia"/>
                <w:b/>
                <w:bCs/>
              </w:rPr>
              <w:t>視障生學習「光」的單元</w:t>
            </w:r>
          </w:p>
          <w:p w:rsidR="009D7F1D" w:rsidRPr="006C0EA9" w:rsidRDefault="009D7F1D" w:rsidP="001B7329">
            <w:pPr>
              <w:spacing w:line="360" w:lineRule="auto"/>
              <w:ind w:left="1202" w:hanging="1202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cs="標楷體" w:hint="eastAsia"/>
                <w:b/>
                <w:bCs/>
              </w:rPr>
              <w:t>報告三</w:t>
            </w:r>
            <w:r>
              <w:rPr>
                <w:rFonts w:ascii="標楷體" w:eastAsia="標楷體" w:hAnsi="標楷體" w:cs="標楷體"/>
                <w:b/>
                <w:bCs/>
              </w:rPr>
              <w:t xml:space="preserve"> </w:t>
            </w:r>
            <w:r>
              <w:rPr>
                <w:rFonts w:ascii="標楷體" w:eastAsia="標楷體" w:hAnsi="標楷體" w:cs="標楷體" w:hint="eastAsia"/>
                <w:b/>
                <w:bCs/>
              </w:rPr>
              <w:t>語音資料蒐集器在盲生化學實驗的使用</w:t>
            </w:r>
          </w:p>
        </w:tc>
        <w:tc>
          <w:tcPr>
            <w:tcW w:w="2775" w:type="dxa"/>
            <w:tcBorders>
              <w:right w:val="outset" w:sz="6" w:space="0" w:color="808080"/>
            </w:tcBorders>
          </w:tcPr>
          <w:p w:rsidR="009D7F1D" w:rsidRPr="00136A94" w:rsidRDefault="009D7F1D" w:rsidP="005D152A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36A94">
              <w:rPr>
                <w:rFonts w:ascii="標楷體" w:eastAsia="標楷體" w:hAnsi="標楷體" w:cs="標楷體" w:hint="eastAsia"/>
              </w:rPr>
              <w:t>主持人</w:t>
            </w:r>
            <w:r w:rsidRPr="00136A94">
              <w:rPr>
                <w:rFonts w:ascii="標楷體" w:eastAsia="標楷體" w:hAnsi="標楷體" w:cs="標楷體"/>
                <w:sz w:val="22"/>
                <w:szCs w:val="22"/>
              </w:rPr>
              <w:t>/</w:t>
            </w: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莊素貞教授</w:t>
            </w:r>
          </w:p>
          <w:p w:rsidR="009D7F1D" w:rsidRPr="00136A94" w:rsidRDefault="009D7F1D" w:rsidP="005D152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36A94">
              <w:rPr>
                <w:rFonts w:ascii="標楷體" w:eastAsia="標楷體" w:hAnsi="標楷體" w:cs="標楷體"/>
                <w:sz w:val="22"/>
                <w:szCs w:val="22"/>
              </w:rPr>
              <w:t xml:space="preserve">   </w:t>
            </w: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（臺中教育大學特教系）</w:t>
            </w:r>
          </w:p>
          <w:p w:rsidR="009D7F1D" w:rsidRPr="00136A94" w:rsidRDefault="009D7F1D" w:rsidP="005D152A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報告人一</w:t>
            </w:r>
            <w:r w:rsidRPr="00136A94">
              <w:rPr>
                <w:rFonts w:ascii="標楷體" w:eastAsia="標楷體" w:hAnsi="標楷體" w:cs="標楷體"/>
                <w:sz w:val="22"/>
                <w:szCs w:val="22"/>
              </w:rPr>
              <w:t xml:space="preserve">/ </w:t>
            </w: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張曉菁老師</w:t>
            </w:r>
          </w:p>
          <w:p w:rsidR="009D7F1D" w:rsidRPr="00136A94" w:rsidRDefault="009D7F1D" w:rsidP="005D152A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  </w:t>
            </w: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（臺中啟明學校）</w:t>
            </w:r>
          </w:p>
          <w:p w:rsidR="009D7F1D" w:rsidRPr="00136A94" w:rsidRDefault="009D7F1D" w:rsidP="005D152A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報告人二</w:t>
            </w:r>
            <w:r w:rsidRPr="00136A94">
              <w:rPr>
                <w:rFonts w:ascii="標楷體" w:eastAsia="標楷體" w:hAnsi="標楷體" w:cs="標楷體"/>
                <w:sz w:val="22"/>
                <w:szCs w:val="22"/>
              </w:rPr>
              <w:t>/</w:t>
            </w: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李昱老師</w:t>
            </w:r>
          </w:p>
          <w:p w:rsidR="009D7F1D" w:rsidRPr="00136A94" w:rsidRDefault="009D7F1D" w:rsidP="005D152A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（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新北市丹鳳國小特教班</w:t>
            </w: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）</w:t>
            </w:r>
          </w:p>
          <w:p w:rsidR="009D7F1D" w:rsidRPr="001724DE" w:rsidRDefault="009D7F1D" w:rsidP="005D152A">
            <w:pPr>
              <w:jc w:val="both"/>
              <w:rPr>
                <w:rFonts w:ascii="標楷體" w:eastAsia="標楷體" w:hAnsi="標楷體"/>
                <w:spacing w:val="-14"/>
                <w:sz w:val="22"/>
                <w:szCs w:val="22"/>
              </w:rPr>
            </w:pP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報告人三</w:t>
            </w:r>
            <w:r w:rsidRPr="00136A94">
              <w:rPr>
                <w:rFonts w:ascii="標楷體" w:eastAsia="標楷體" w:hAnsi="標楷體" w:cs="標楷體"/>
                <w:sz w:val="22"/>
                <w:szCs w:val="22"/>
              </w:rPr>
              <w:t>/</w:t>
            </w: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曾主任怡惇</w:t>
            </w:r>
          </w:p>
          <w:p w:rsidR="009D7F1D" w:rsidRPr="00270E3C" w:rsidRDefault="009D7F1D" w:rsidP="005D152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724DE">
              <w:rPr>
                <w:rFonts w:ascii="標楷體" w:eastAsia="標楷體" w:hAnsi="標楷體" w:cs="標楷體" w:hint="eastAsia"/>
                <w:spacing w:val="-14"/>
                <w:sz w:val="22"/>
                <w:szCs w:val="22"/>
              </w:rPr>
              <w:t>（</w:t>
            </w:r>
            <w:r>
              <w:rPr>
                <w:rFonts w:ascii="標楷體" w:eastAsia="標楷體" w:hAnsi="標楷體" w:cs="標楷體" w:hint="eastAsia"/>
                <w:spacing w:val="-14"/>
                <w:sz w:val="22"/>
                <w:szCs w:val="22"/>
              </w:rPr>
              <w:t>本校視障教育與重建中心</w:t>
            </w:r>
            <w:r w:rsidRPr="001724DE">
              <w:rPr>
                <w:rFonts w:ascii="標楷體" w:eastAsia="標楷體" w:hAnsi="標楷體" w:cs="標楷體" w:hint="eastAsia"/>
                <w:spacing w:val="-14"/>
                <w:sz w:val="22"/>
                <w:szCs w:val="22"/>
              </w:rPr>
              <w:t>）</w:t>
            </w:r>
          </w:p>
        </w:tc>
      </w:tr>
      <w:tr w:rsidR="009D7F1D" w:rsidRPr="00270E3C">
        <w:trPr>
          <w:cantSplit/>
          <w:trHeight w:val="1295"/>
          <w:tblCellSpacing w:w="20" w:type="dxa"/>
        </w:trPr>
        <w:tc>
          <w:tcPr>
            <w:tcW w:w="1783" w:type="dxa"/>
            <w:vAlign w:val="center"/>
          </w:tcPr>
          <w:p w:rsidR="009D7F1D" w:rsidRDefault="009D7F1D" w:rsidP="0092434B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035FD">
              <w:rPr>
                <w:rFonts w:ascii="標楷體" w:eastAsia="標楷體" w:hAnsi="標楷體" w:cs="標楷體"/>
              </w:rPr>
              <w:t>1</w:t>
            </w:r>
            <w:r>
              <w:rPr>
                <w:rFonts w:ascii="標楷體" w:eastAsia="標楷體" w:hAnsi="標楷體" w:cs="標楷體"/>
              </w:rPr>
              <w:t>4</w:t>
            </w:r>
            <w:r w:rsidRPr="009035FD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>0</w:t>
            </w:r>
            <w:r w:rsidRPr="009035FD">
              <w:rPr>
                <w:rFonts w:ascii="標楷體" w:eastAsia="標楷體" w:hAnsi="標楷體" w:cs="標楷體"/>
              </w:rPr>
              <w:t>0</w:t>
            </w:r>
          </w:p>
          <w:p w:rsidR="009D7F1D" w:rsidRDefault="009D7F1D" w:rsidP="0092434B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DB3E39">
              <w:rPr>
                <w:rFonts w:ascii="標楷體" w:eastAsia="標楷體" w:hAnsi="標楷體" w:cs="標楷體" w:hint="eastAsia"/>
                <w:eastAsianLayout w:id="1254750720" w:vert="1" w:vertCompress="1"/>
              </w:rPr>
              <w:t>～</w:t>
            </w:r>
          </w:p>
          <w:p w:rsidR="009D7F1D" w:rsidRPr="009035FD" w:rsidRDefault="009D7F1D" w:rsidP="00ED3AD0">
            <w:pPr>
              <w:spacing w:line="300" w:lineRule="exact"/>
              <w:jc w:val="center"/>
              <w:rPr>
                <w:rFonts w:ascii="標楷體" w:eastAsia="標楷體" w:hAnsi="標楷體" w:cs="標楷體"/>
              </w:rPr>
            </w:pPr>
            <w:r w:rsidRPr="009035FD">
              <w:rPr>
                <w:rFonts w:ascii="標楷體" w:eastAsia="標楷體" w:hAnsi="標楷體" w:cs="標楷體"/>
              </w:rPr>
              <w:t>1</w:t>
            </w:r>
            <w:r>
              <w:rPr>
                <w:rFonts w:ascii="標楷體" w:eastAsia="標楷體" w:hAnsi="標楷體" w:cs="標楷體"/>
              </w:rPr>
              <w:t>4</w:t>
            </w:r>
            <w:r w:rsidRPr="009035FD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>2</w:t>
            </w:r>
            <w:r w:rsidRPr="009035FD"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5205" w:type="dxa"/>
            <w:vAlign w:val="center"/>
          </w:tcPr>
          <w:p w:rsidR="009D7F1D" w:rsidRPr="00086BA9" w:rsidRDefault="009D7F1D" w:rsidP="0092434B">
            <w:pPr>
              <w:spacing w:line="32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086BA9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頒</w:t>
            </w:r>
            <w:r w:rsidRPr="00086BA9"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  <w:t xml:space="preserve"> </w:t>
            </w:r>
            <w:r w:rsidRPr="00086BA9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獎</w:t>
            </w:r>
          </w:p>
          <w:p w:rsidR="009D7F1D" w:rsidRPr="00E82E85" w:rsidRDefault="009D7F1D" w:rsidP="0092434B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82E85"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  <w:t>105</w:t>
            </w:r>
            <w:r w:rsidRPr="00E82E85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年度全國視障學生及</w:t>
            </w:r>
          </w:p>
          <w:p w:rsidR="009D7F1D" w:rsidRPr="004B3BB7" w:rsidRDefault="009D7F1D" w:rsidP="0092434B">
            <w:pPr>
              <w:spacing w:line="300" w:lineRule="exact"/>
              <w:jc w:val="center"/>
              <w:rPr>
                <w:rFonts w:eastAsia="標楷體"/>
              </w:rPr>
            </w:pPr>
            <w:r w:rsidRPr="00E82E85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視障教育教師點字比賽</w:t>
            </w:r>
          </w:p>
        </w:tc>
        <w:tc>
          <w:tcPr>
            <w:tcW w:w="2775" w:type="dxa"/>
            <w:tcBorders>
              <w:right w:val="outset" w:sz="6" w:space="0" w:color="9D9DA1"/>
            </w:tcBorders>
          </w:tcPr>
          <w:p w:rsidR="009D7F1D" w:rsidRPr="00136A94" w:rsidRDefault="009D7F1D" w:rsidP="00E82E85">
            <w:pPr>
              <w:spacing w:line="24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86BA9">
              <w:rPr>
                <w:rFonts w:ascii="標楷體" w:eastAsia="標楷體" w:hAnsi="標楷體" w:cs="標楷體" w:hint="eastAsia"/>
                <w:sz w:val="22"/>
                <w:szCs w:val="22"/>
              </w:rPr>
              <w:t>主持人</w:t>
            </w:r>
            <w:r w:rsidRPr="00086BA9">
              <w:rPr>
                <w:rFonts w:ascii="標楷體" w:eastAsia="標楷體" w:hAnsi="標楷體" w:cs="標楷體"/>
                <w:sz w:val="22"/>
                <w:szCs w:val="22"/>
              </w:rPr>
              <w:t>/</w:t>
            </w: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林副教授慶仁</w:t>
            </w:r>
          </w:p>
          <w:p w:rsidR="009D7F1D" w:rsidRPr="005C16F4" w:rsidRDefault="009D7F1D" w:rsidP="00E82E85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（臺南大學特教系）</w:t>
            </w:r>
          </w:p>
          <w:p w:rsidR="009D7F1D" w:rsidRPr="007D1330" w:rsidRDefault="009D7F1D" w:rsidP="0092434B">
            <w:pPr>
              <w:spacing w:line="300" w:lineRule="exact"/>
              <w:jc w:val="both"/>
              <w:rPr>
                <w:rFonts w:ascii="標楷體" w:eastAsia="標楷體" w:hAnsi="標楷體"/>
                <w:spacing w:val="-14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頒獎人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/</w:t>
            </w:r>
            <w:r w:rsidRPr="00474F4E">
              <w:rPr>
                <w:rFonts w:ascii="標楷體" w:eastAsia="標楷體" w:hAnsi="標楷體" w:cs="標楷體" w:hint="eastAsia"/>
              </w:rPr>
              <w:t>新北市欣和公益協會理事長</w:t>
            </w:r>
            <w:r>
              <w:rPr>
                <w:rFonts w:ascii="標楷體" w:eastAsia="標楷體" w:hAnsi="標楷體" w:cs="標楷體" w:hint="eastAsia"/>
              </w:rPr>
              <w:t>徐立平</w:t>
            </w:r>
            <w:r w:rsidRPr="00474F4E">
              <w:rPr>
                <w:rFonts w:ascii="標楷體" w:eastAsia="標楷體" w:hAnsi="標楷體" w:cs="標楷體" w:hint="eastAsia"/>
              </w:rPr>
              <w:t>等人</w:t>
            </w:r>
          </w:p>
        </w:tc>
      </w:tr>
      <w:tr w:rsidR="009D7F1D" w:rsidRPr="00270E3C">
        <w:trPr>
          <w:cantSplit/>
          <w:trHeight w:val="490"/>
          <w:tblCellSpacing w:w="20" w:type="dxa"/>
        </w:trPr>
        <w:tc>
          <w:tcPr>
            <w:tcW w:w="1783" w:type="dxa"/>
            <w:vAlign w:val="center"/>
          </w:tcPr>
          <w:p w:rsidR="009D7F1D" w:rsidRPr="00474F4E" w:rsidRDefault="009D7F1D" w:rsidP="0015362C">
            <w:pPr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474F4E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時間</w:t>
            </w:r>
            <w:r w:rsidRPr="00474F4E"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  <w:t>/</w:t>
            </w:r>
            <w:r w:rsidRPr="00474F4E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地點</w:t>
            </w:r>
          </w:p>
        </w:tc>
        <w:tc>
          <w:tcPr>
            <w:tcW w:w="5205" w:type="dxa"/>
            <w:vAlign w:val="center"/>
          </w:tcPr>
          <w:p w:rsidR="009D7F1D" w:rsidRPr="00474F4E" w:rsidRDefault="009D7F1D" w:rsidP="0015362C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 w:rsidRPr="00474F4E"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  <w:t>11/</w:t>
            </w:r>
            <w:r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  <w:t>12</w:t>
            </w:r>
            <w:r w:rsidRPr="00474F4E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（星期六）</w:t>
            </w:r>
            <w:r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啟明苑</w:t>
            </w:r>
            <w:r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  <w:t>308</w:t>
            </w:r>
            <w:r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室</w:t>
            </w:r>
          </w:p>
        </w:tc>
        <w:tc>
          <w:tcPr>
            <w:tcW w:w="2775" w:type="dxa"/>
            <w:tcBorders>
              <w:right w:val="outset" w:sz="6" w:space="0" w:color="9D9DA1"/>
            </w:tcBorders>
            <w:vAlign w:val="center"/>
          </w:tcPr>
          <w:p w:rsidR="009D7F1D" w:rsidRPr="00474F4E" w:rsidRDefault="009D7F1D" w:rsidP="0015362C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474F4E">
              <w:rPr>
                <w:rFonts w:ascii="標楷體" w:eastAsia="標楷體" w:hAnsi="標楷體" w:cs="標楷體" w:hint="eastAsia"/>
                <w:b/>
                <w:bCs/>
                <w:spacing w:val="-14"/>
                <w:sz w:val="28"/>
                <w:szCs w:val="28"/>
              </w:rPr>
              <w:t>主持人</w:t>
            </w:r>
            <w:r w:rsidRPr="00474F4E">
              <w:rPr>
                <w:rFonts w:ascii="標楷體" w:eastAsia="標楷體" w:hAnsi="標楷體" w:cs="標楷體"/>
                <w:b/>
                <w:bCs/>
                <w:spacing w:val="-14"/>
                <w:sz w:val="28"/>
                <w:szCs w:val="28"/>
              </w:rPr>
              <w:t>/</w:t>
            </w:r>
            <w:r w:rsidRPr="00474F4E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引言人</w:t>
            </w:r>
          </w:p>
        </w:tc>
      </w:tr>
      <w:tr w:rsidR="009D7F1D" w:rsidRPr="00270E3C">
        <w:trPr>
          <w:cantSplit/>
          <w:trHeight w:val="490"/>
          <w:tblCellSpacing w:w="20" w:type="dxa"/>
        </w:trPr>
        <w:tc>
          <w:tcPr>
            <w:tcW w:w="1783" w:type="dxa"/>
            <w:vAlign w:val="center"/>
          </w:tcPr>
          <w:p w:rsidR="009D7F1D" w:rsidRPr="009035FD" w:rsidRDefault="009D7F1D" w:rsidP="0015362C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14</w:t>
            </w:r>
            <w:r w:rsidRPr="009035FD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>2</w:t>
            </w:r>
            <w:r w:rsidRPr="009035FD">
              <w:rPr>
                <w:rFonts w:ascii="標楷體" w:eastAsia="標楷體" w:hAnsi="標楷體" w:cs="標楷體"/>
              </w:rPr>
              <w:t>0</w:t>
            </w:r>
            <w:r>
              <w:rPr>
                <w:rFonts w:ascii="標楷體" w:eastAsia="標楷體" w:hAnsi="標楷體" w:cs="標楷體" w:hint="eastAsia"/>
              </w:rPr>
              <w:t>～</w:t>
            </w:r>
            <w:r>
              <w:rPr>
                <w:rFonts w:ascii="標楷體" w:eastAsia="標楷體" w:hAnsi="標楷體" w:cs="標楷體"/>
              </w:rPr>
              <w:t>14</w:t>
            </w:r>
            <w:r w:rsidRPr="009035FD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>30</w:t>
            </w:r>
          </w:p>
        </w:tc>
        <w:tc>
          <w:tcPr>
            <w:tcW w:w="5205" w:type="dxa"/>
            <w:vAlign w:val="center"/>
          </w:tcPr>
          <w:p w:rsidR="009D7F1D" w:rsidRPr="00086BA9" w:rsidRDefault="009D7F1D" w:rsidP="0015362C">
            <w:pPr>
              <w:spacing w:line="300" w:lineRule="exact"/>
              <w:ind w:left="1200" w:hanging="1200"/>
              <w:jc w:val="center"/>
              <w:rPr>
                <w:rFonts w:ascii="標楷體" w:eastAsia="標楷體" w:hAnsi="標楷體"/>
              </w:rPr>
            </w:pPr>
            <w:r w:rsidRPr="00086BA9">
              <w:rPr>
                <w:rFonts w:ascii="標楷體" w:eastAsia="標楷體" w:hAnsi="標楷體" w:cs="標楷體" w:hint="eastAsia"/>
              </w:rPr>
              <w:t>休</w:t>
            </w:r>
            <w:r>
              <w:rPr>
                <w:rFonts w:ascii="標楷體" w:eastAsia="標楷體" w:hAnsi="標楷體" w:cs="標楷體"/>
              </w:rPr>
              <w:t xml:space="preserve">  </w:t>
            </w:r>
            <w:r w:rsidRPr="00086BA9">
              <w:rPr>
                <w:rFonts w:ascii="標楷體" w:eastAsia="標楷體" w:hAnsi="標楷體" w:cs="標楷體" w:hint="eastAsia"/>
              </w:rPr>
              <w:t>息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086BA9">
              <w:rPr>
                <w:rFonts w:ascii="標楷體" w:eastAsia="標楷體" w:hAnsi="標楷體" w:cs="標楷體"/>
              </w:rPr>
              <w:t>/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086BA9">
              <w:rPr>
                <w:rFonts w:ascii="標楷體" w:eastAsia="標楷體" w:hAnsi="標楷體" w:cs="標楷體" w:hint="eastAsia"/>
              </w:rPr>
              <w:t>輔具教具展示</w:t>
            </w:r>
          </w:p>
        </w:tc>
        <w:tc>
          <w:tcPr>
            <w:tcW w:w="2775" w:type="dxa"/>
            <w:tcBorders>
              <w:right w:val="outset" w:sz="6" w:space="0" w:color="9D9DA1"/>
            </w:tcBorders>
            <w:vAlign w:val="center"/>
          </w:tcPr>
          <w:p w:rsidR="009D7F1D" w:rsidRPr="002B11D4" w:rsidRDefault="009D7F1D" w:rsidP="0092434B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9D7F1D">
        <w:trPr>
          <w:cantSplit/>
          <w:trHeight w:val="1035"/>
          <w:tblCellSpacing w:w="20" w:type="dxa"/>
        </w:trPr>
        <w:tc>
          <w:tcPr>
            <w:tcW w:w="1783" w:type="dxa"/>
            <w:vAlign w:val="center"/>
          </w:tcPr>
          <w:p w:rsidR="009D7F1D" w:rsidRDefault="009D7F1D" w:rsidP="00690BE0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9035FD">
              <w:rPr>
                <w:rFonts w:ascii="標楷體" w:eastAsia="標楷體" w:hAnsi="標楷體" w:cs="標楷體"/>
              </w:rPr>
              <w:t>1</w:t>
            </w:r>
            <w:r>
              <w:rPr>
                <w:rFonts w:ascii="標楷體" w:eastAsia="標楷體" w:hAnsi="標楷體" w:cs="標楷體"/>
              </w:rPr>
              <w:t>4</w:t>
            </w:r>
            <w:r w:rsidRPr="009035FD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>3</w:t>
            </w:r>
            <w:r w:rsidRPr="009035FD">
              <w:rPr>
                <w:rFonts w:ascii="標楷體" w:eastAsia="標楷體" w:hAnsi="標楷體" w:cs="標楷體"/>
              </w:rPr>
              <w:t>0</w:t>
            </w:r>
          </w:p>
          <w:p w:rsidR="009D7F1D" w:rsidRDefault="009D7F1D" w:rsidP="00690BE0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DB3E39">
              <w:rPr>
                <w:rFonts w:ascii="標楷體" w:eastAsia="標楷體" w:hAnsi="標楷體" w:cs="標楷體" w:hint="eastAsia"/>
                <w:eastAsianLayout w:id="1254750720" w:vert="1" w:vertCompress="1"/>
              </w:rPr>
              <w:t>～</w:t>
            </w:r>
          </w:p>
          <w:p w:rsidR="009D7F1D" w:rsidRPr="009035FD" w:rsidRDefault="009D7F1D" w:rsidP="00544741">
            <w:pPr>
              <w:spacing w:line="300" w:lineRule="exact"/>
              <w:jc w:val="center"/>
              <w:rPr>
                <w:rFonts w:ascii="標楷體" w:eastAsia="標楷體" w:hAnsi="標楷體" w:cs="標楷體"/>
              </w:rPr>
            </w:pPr>
            <w:r w:rsidRPr="009035FD">
              <w:rPr>
                <w:rFonts w:ascii="標楷體" w:eastAsia="標楷體" w:hAnsi="標楷體" w:cs="標楷體"/>
              </w:rPr>
              <w:t>1</w:t>
            </w:r>
            <w:r>
              <w:rPr>
                <w:rFonts w:ascii="標楷體" w:eastAsia="標楷體" w:hAnsi="標楷體" w:cs="標楷體"/>
              </w:rPr>
              <w:t>6</w:t>
            </w:r>
            <w:r w:rsidRPr="009035FD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>3</w:t>
            </w:r>
            <w:r w:rsidRPr="009035FD"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5205" w:type="dxa"/>
            <w:vAlign w:val="center"/>
          </w:tcPr>
          <w:p w:rsidR="009D7F1D" w:rsidRDefault="009D7F1D" w:rsidP="006C0EA9">
            <w:pPr>
              <w:spacing w:line="360" w:lineRule="auto"/>
              <w:rPr>
                <w:rFonts w:ascii="標楷體" w:eastAsia="標楷體" w:hAnsi="標楷體"/>
                <w:b/>
                <w:bCs/>
              </w:rPr>
            </w:pPr>
            <w:r w:rsidRPr="006C0EA9">
              <w:rPr>
                <w:rFonts w:ascii="標楷體" w:eastAsia="標楷體" w:hAnsi="標楷體" w:cs="標楷體" w:hint="eastAsia"/>
                <w:b/>
                <w:bCs/>
              </w:rPr>
              <w:t>報告一</w:t>
            </w:r>
            <w:r>
              <w:rPr>
                <w:rFonts w:ascii="標楷體" w:eastAsia="標楷體" w:hAnsi="標楷體" w:cs="標楷體"/>
                <w:b/>
                <w:bCs/>
              </w:rPr>
              <w:t xml:space="preserve"> </w:t>
            </w:r>
            <w:r>
              <w:rPr>
                <w:rFonts w:ascii="標楷體" w:eastAsia="標楷體" w:hAnsi="標楷體" w:cs="標楷體" w:hint="eastAsia"/>
                <w:b/>
                <w:bCs/>
              </w:rPr>
              <w:t>視障兒童功能性視覺評估與訓練之整合</w:t>
            </w:r>
          </w:p>
          <w:p w:rsidR="009D7F1D" w:rsidRDefault="009D7F1D" w:rsidP="006C0EA9">
            <w:pPr>
              <w:spacing w:line="360" w:lineRule="auto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cs="標楷體"/>
                <w:b/>
                <w:bCs/>
              </w:rPr>
              <w:t xml:space="preserve">       </w:t>
            </w:r>
            <w:r>
              <w:rPr>
                <w:rFonts w:ascii="標楷體" w:eastAsia="標楷體" w:hAnsi="標楷體" w:cs="標楷體" w:hint="eastAsia"/>
                <w:b/>
                <w:bCs/>
              </w:rPr>
              <w:t>服務</w:t>
            </w:r>
            <w:r w:rsidRPr="00491736">
              <w:rPr>
                <w:rFonts w:ascii="標楷體" w:eastAsia="標楷體" w:hAnsi="標楷體" w:cs="標楷體"/>
              </w:rPr>
              <w:t>(</w:t>
            </w:r>
            <w:r w:rsidRPr="00491736">
              <w:rPr>
                <w:rFonts w:ascii="標楷體" w:eastAsia="標楷體" w:hAnsi="標楷體" w:cs="標楷體" w:hint="eastAsia"/>
              </w:rPr>
              <w:t>暫訂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9D7F1D" w:rsidRDefault="009D7F1D" w:rsidP="006C0EA9">
            <w:pPr>
              <w:spacing w:line="360" w:lineRule="auto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cs="標楷體" w:hint="eastAsia"/>
                <w:b/>
                <w:bCs/>
              </w:rPr>
              <w:t>報告二</w:t>
            </w:r>
            <w:r>
              <w:rPr>
                <w:rFonts w:ascii="標楷體" w:eastAsia="標楷體" w:hAnsi="標楷體" w:cs="標楷體"/>
                <w:b/>
                <w:bCs/>
              </w:rPr>
              <w:t xml:space="preserve"> </w:t>
            </w:r>
            <w:r>
              <w:rPr>
                <w:rFonts w:ascii="標楷體" w:eastAsia="標楷體" w:hAnsi="標楷體" w:cs="標楷體" w:hint="eastAsia"/>
                <w:b/>
                <w:bCs/>
              </w:rPr>
              <w:t>視多障兒童之功能性視覺評估</w:t>
            </w:r>
          </w:p>
          <w:p w:rsidR="009D7F1D" w:rsidRDefault="009D7F1D" w:rsidP="006C0EA9">
            <w:pPr>
              <w:spacing w:line="360" w:lineRule="auto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cs="標楷體" w:hint="eastAsia"/>
                <w:b/>
                <w:bCs/>
              </w:rPr>
              <w:t>報告三</w:t>
            </w:r>
            <w:r>
              <w:rPr>
                <w:rFonts w:ascii="標楷體" w:eastAsia="標楷體" w:hAnsi="標楷體" w:cs="標楷體"/>
                <w:b/>
                <w:bCs/>
              </w:rPr>
              <w:t xml:space="preserve"> </w:t>
            </w:r>
            <w:r>
              <w:rPr>
                <w:rFonts w:ascii="標楷體" w:eastAsia="標楷體" w:hAnsi="標楷體" w:cs="標楷體" w:hint="eastAsia"/>
                <w:b/>
                <w:bCs/>
              </w:rPr>
              <w:t>功能性視覺訓練模式的初探</w:t>
            </w:r>
          </w:p>
          <w:p w:rsidR="009D7F1D" w:rsidRDefault="009D7F1D" w:rsidP="006C0EA9">
            <w:pPr>
              <w:spacing w:line="360" w:lineRule="auto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cs="標楷體" w:hint="eastAsia"/>
                <w:b/>
                <w:bCs/>
              </w:rPr>
              <w:t>報告四</w:t>
            </w:r>
            <w:r>
              <w:rPr>
                <w:rFonts w:ascii="標楷體" w:eastAsia="標楷體" w:hAnsi="標楷體" w:cs="標楷體"/>
                <w:b/>
                <w:bCs/>
              </w:rPr>
              <w:t xml:space="preserve"> </w:t>
            </w:r>
            <w:r>
              <w:rPr>
                <w:rFonts w:ascii="標楷體" w:eastAsia="標楷體" w:hAnsi="標楷體" w:cs="標楷體" w:hint="eastAsia"/>
                <w:b/>
                <w:bCs/>
              </w:rPr>
              <w:t>從視覺功能看功能性視覺評估的重要性</w:t>
            </w:r>
          </w:p>
          <w:p w:rsidR="009D7F1D" w:rsidRDefault="009D7F1D" w:rsidP="006C0EA9">
            <w:pPr>
              <w:spacing w:line="360" w:lineRule="auto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cs="標楷體" w:hint="eastAsia"/>
                <w:b/>
                <w:bCs/>
              </w:rPr>
              <w:t>報告五</w:t>
            </w:r>
            <w:r>
              <w:rPr>
                <w:rFonts w:ascii="標楷體" w:eastAsia="標楷體" w:hAnsi="標楷體" w:cs="標楷體"/>
                <w:b/>
                <w:bCs/>
              </w:rPr>
              <w:t xml:space="preserve"> </w:t>
            </w:r>
            <w:r>
              <w:rPr>
                <w:rFonts w:ascii="標楷體" w:eastAsia="標楷體" w:hAnsi="標楷體" w:cs="標楷體" w:hint="eastAsia"/>
                <w:b/>
                <w:bCs/>
              </w:rPr>
              <w:t>視光學在功能性視覺訓練的應用祗園</w:t>
            </w:r>
          </w:p>
          <w:p w:rsidR="009D7F1D" w:rsidRPr="006C0EA9" w:rsidRDefault="009D7F1D" w:rsidP="00073943">
            <w:pPr>
              <w:spacing w:line="360" w:lineRule="auto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cs="標楷體" w:hint="eastAsia"/>
                <w:b/>
                <w:bCs/>
              </w:rPr>
              <w:t>報告六</w:t>
            </w:r>
            <w:r>
              <w:rPr>
                <w:rFonts w:ascii="標楷體" w:eastAsia="標楷體" w:hAnsi="標楷體" w:cs="標楷體"/>
                <w:b/>
                <w:bCs/>
              </w:rPr>
              <w:t xml:space="preserve"> </w:t>
            </w:r>
            <w:r>
              <w:rPr>
                <w:rFonts w:ascii="標楷體" w:eastAsia="標楷體" w:hAnsi="標楷體" w:cs="標楷體" w:hint="eastAsia"/>
                <w:b/>
                <w:bCs/>
              </w:rPr>
              <w:t>「ㄐ一ㄥ四聲」之視界（鏡的注音）</w:t>
            </w:r>
          </w:p>
        </w:tc>
        <w:tc>
          <w:tcPr>
            <w:tcW w:w="2775" w:type="dxa"/>
            <w:tcBorders>
              <w:right w:val="outset" w:sz="6" w:space="0" w:color="9D9DA1"/>
            </w:tcBorders>
          </w:tcPr>
          <w:p w:rsidR="009D7F1D" w:rsidRPr="00136A94" w:rsidRDefault="009D7F1D" w:rsidP="002A141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主持人</w:t>
            </w:r>
            <w:r w:rsidRPr="00136A94">
              <w:rPr>
                <w:rFonts w:ascii="標楷體" w:eastAsia="標楷體" w:hAnsi="標楷體" w:cs="標楷體"/>
                <w:sz w:val="22"/>
                <w:szCs w:val="22"/>
              </w:rPr>
              <w:t>/</w:t>
            </w: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林副教授慶仁</w:t>
            </w:r>
          </w:p>
          <w:p w:rsidR="009D7F1D" w:rsidRPr="00136A94" w:rsidRDefault="009D7F1D" w:rsidP="002A141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（臺南大學特教系）</w:t>
            </w:r>
          </w:p>
          <w:p w:rsidR="009D7F1D" w:rsidRPr="00136A94" w:rsidRDefault="009D7F1D" w:rsidP="002A141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報告人一</w:t>
            </w:r>
            <w:r w:rsidRPr="00136A94">
              <w:rPr>
                <w:rFonts w:ascii="標楷體" w:eastAsia="標楷體" w:hAnsi="標楷體" w:cs="標楷體"/>
                <w:sz w:val="22"/>
                <w:szCs w:val="22"/>
              </w:rPr>
              <w:t xml:space="preserve">/ </w:t>
            </w: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莊教授素貞</w:t>
            </w:r>
          </w:p>
          <w:p w:rsidR="009D7F1D" w:rsidRPr="00136A94" w:rsidRDefault="009D7F1D" w:rsidP="002A141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（臺中教育大學特教系）</w:t>
            </w:r>
          </w:p>
          <w:p w:rsidR="009D7F1D" w:rsidRPr="00136A94" w:rsidRDefault="009D7F1D" w:rsidP="002A141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報告人二</w:t>
            </w:r>
            <w:r w:rsidRPr="00136A94">
              <w:rPr>
                <w:rFonts w:ascii="標楷體" w:eastAsia="標楷體" w:hAnsi="標楷體" w:cs="標楷體"/>
                <w:sz w:val="22"/>
                <w:szCs w:val="22"/>
              </w:rPr>
              <w:t>/</w:t>
            </w: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張教授千惠</w:t>
            </w:r>
          </w:p>
          <w:p w:rsidR="009D7F1D" w:rsidRPr="00136A94" w:rsidRDefault="009D7F1D" w:rsidP="002A141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（臺灣師範大學特教系）</w:t>
            </w:r>
          </w:p>
          <w:p w:rsidR="009D7F1D" w:rsidRPr="00136A94" w:rsidRDefault="009D7F1D" w:rsidP="002A141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報告人三</w:t>
            </w:r>
            <w:r w:rsidRPr="00136A94">
              <w:rPr>
                <w:rFonts w:ascii="標楷體" w:eastAsia="標楷體" w:hAnsi="標楷體" w:cs="標楷體"/>
                <w:sz w:val="22"/>
                <w:szCs w:val="22"/>
              </w:rPr>
              <w:t>/</w:t>
            </w: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張弘昌教師</w:t>
            </w:r>
          </w:p>
          <w:p w:rsidR="009D7F1D" w:rsidRPr="00136A94" w:rsidRDefault="009D7F1D" w:rsidP="002A141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（彰化縣泰和國小）</w:t>
            </w:r>
          </w:p>
          <w:p w:rsidR="009D7F1D" w:rsidRPr="00136A94" w:rsidRDefault="009D7F1D" w:rsidP="002A141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報告人四</w:t>
            </w:r>
            <w:r w:rsidRPr="00136A94">
              <w:rPr>
                <w:rFonts w:ascii="標楷體" w:eastAsia="標楷體" w:hAnsi="標楷體" w:cs="標楷體"/>
                <w:sz w:val="22"/>
                <w:szCs w:val="22"/>
              </w:rPr>
              <w:t>/</w:t>
            </w: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何世芸</w:t>
            </w:r>
          </w:p>
          <w:p w:rsidR="009D7F1D" w:rsidRPr="00136A94" w:rsidRDefault="009D7F1D" w:rsidP="002A141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（臺北市立啟明學校）</w:t>
            </w:r>
          </w:p>
          <w:p w:rsidR="009D7F1D" w:rsidRPr="00136A94" w:rsidRDefault="009D7F1D" w:rsidP="002A141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報告人五</w:t>
            </w:r>
            <w:r w:rsidRPr="00136A94">
              <w:rPr>
                <w:rFonts w:ascii="標楷體" w:eastAsia="標楷體" w:hAnsi="標楷體" w:cs="標楷體"/>
                <w:sz w:val="22"/>
                <w:szCs w:val="22"/>
              </w:rPr>
              <w:t>/</w:t>
            </w: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鄭副教授靜瑩</w:t>
            </w:r>
          </w:p>
          <w:p w:rsidR="009D7F1D" w:rsidRPr="00136A94" w:rsidRDefault="009D7F1D" w:rsidP="002A141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（中山醫學大學）</w:t>
            </w:r>
          </w:p>
          <w:p w:rsidR="009D7F1D" w:rsidRPr="00136A94" w:rsidRDefault="009D7F1D" w:rsidP="002A141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報告人六</w:t>
            </w:r>
            <w:r w:rsidRPr="00136A94">
              <w:rPr>
                <w:rFonts w:ascii="標楷體" w:eastAsia="標楷體" w:hAnsi="標楷體" w:cs="標楷體"/>
                <w:sz w:val="22"/>
                <w:szCs w:val="22"/>
              </w:rPr>
              <w:t>/</w:t>
            </w: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吳宥靚教師</w:t>
            </w:r>
          </w:p>
          <w:p w:rsidR="009D7F1D" w:rsidRPr="000838E7" w:rsidRDefault="009D7F1D" w:rsidP="002A141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（台南市永福國小）</w:t>
            </w:r>
          </w:p>
        </w:tc>
      </w:tr>
      <w:tr w:rsidR="009D7F1D">
        <w:trPr>
          <w:cantSplit/>
          <w:trHeight w:val="957"/>
          <w:tblCellSpacing w:w="20" w:type="dxa"/>
        </w:trPr>
        <w:tc>
          <w:tcPr>
            <w:tcW w:w="1783" w:type="dxa"/>
            <w:vAlign w:val="center"/>
          </w:tcPr>
          <w:p w:rsidR="009D7F1D" w:rsidRDefault="009D7F1D" w:rsidP="00690BE0">
            <w:pPr>
              <w:spacing w:line="30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16</w:t>
            </w:r>
            <w:r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>30</w:t>
            </w:r>
          </w:p>
          <w:p w:rsidR="009D7F1D" w:rsidRDefault="009D7F1D" w:rsidP="00690BE0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DB3E39">
              <w:rPr>
                <w:rFonts w:ascii="標楷體" w:eastAsia="標楷體" w:hAnsi="標楷體" w:cs="標楷體" w:hint="eastAsia"/>
                <w:eastAsianLayout w:id="1254750720" w:vert="1" w:vertCompress="1"/>
              </w:rPr>
              <w:t>～</w:t>
            </w:r>
          </w:p>
          <w:p w:rsidR="009D7F1D" w:rsidRPr="009035FD" w:rsidRDefault="009D7F1D" w:rsidP="00544741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17</w:t>
            </w:r>
            <w:r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/>
              </w:rPr>
              <w:t>00</w:t>
            </w:r>
          </w:p>
        </w:tc>
        <w:tc>
          <w:tcPr>
            <w:tcW w:w="5205" w:type="dxa"/>
            <w:vAlign w:val="center"/>
          </w:tcPr>
          <w:p w:rsidR="009D7F1D" w:rsidRPr="008E6012" w:rsidRDefault="009D7F1D" w:rsidP="0034103C">
            <w:pPr>
              <w:spacing w:line="32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DD3B7A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閉</w:t>
            </w:r>
            <w:r w:rsidRPr="00DD3B7A"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  <w:t xml:space="preserve"> </w:t>
            </w:r>
            <w:r w:rsidRPr="00DD3B7A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幕</w:t>
            </w:r>
            <w:r w:rsidRPr="00DD3B7A"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  <w:t xml:space="preserve"> </w:t>
            </w:r>
            <w:r w:rsidRPr="00DD3B7A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式</w:t>
            </w:r>
          </w:p>
        </w:tc>
        <w:tc>
          <w:tcPr>
            <w:tcW w:w="2775" w:type="dxa"/>
            <w:tcBorders>
              <w:right w:val="outset" w:sz="6" w:space="0" w:color="9D9DA1"/>
            </w:tcBorders>
            <w:vAlign w:val="center"/>
          </w:tcPr>
          <w:p w:rsidR="009D7F1D" w:rsidRPr="001724DE" w:rsidRDefault="009D7F1D" w:rsidP="002A1418">
            <w:pPr>
              <w:jc w:val="both"/>
              <w:rPr>
                <w:rFonts w:ascii="標楷體" w:eastAsia="標楷體" w:hAnsi="標楷體"/>
                <w:spacing w:val="-14"/>
                <w:sz w:val="22"/>
                <w:szCs w:val="22"/>
              </w:rPr>
            </w:pPr>
            <w:r w:rsidRPr="001B4AB6">
              <w:rPr>
                <w:rFonts w:ascii="標楷體" w:eastAsia="標楷體" w:hAnsi="標楷體" w:cs="標楷體" w:hint="eastAsia"/>
                <w:sz w:val="22"/>
                <w:szCs w:val="22"/>
              </w:rPr>
              <w:t>主持人</w:t>
            </w:r>
            <w:r w:rsidRPr="001B4AB6">
              <w:rPr>
                <w:rFonts w:ascii="標楷體" w:eastAsia="標楷體" w:hAnsi="標楷體" w:cs="標楷體"/>
                <w:sz w:val="22"/>
                <w:szCs w:val="22"/>
              </w:rPr>
              <w:t>/</w:t>
            </w:r>
            <w:r w:rsidRPr="00136A94">
              <w:rPr>
                <w:rFonts w:ascii="標楷體" w:eastAsia="標楷體" w:hAnsi="標楷體" w:cs="標楷體" w:hint="eastAsia"/>
                <w:sz w:val="22"/>
                <w:szCs w:val="22"/>
              </w:rPr>
              <w:t>曾主任怡惇</w:t>
            </w:r>
          </w:p>
          <w:p w:rsidR="009D7F1D" w:rsidRPr="008E6012" w:rsidRDefault="009D7F1D" w:rsidP="002A1418">
            <w:pPr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1724DE">
              <w:rPr>
                <w:rFonts w:ascii="標楷體" w:eastAsia="標楷體" w:hAnsi="標楷體" w:cs="標楷體" w:hint="eastAsia"/>
                <w:spacing w:val="-14"/>
                <w:sz w:val="22"/>
                <w:szCs w:val="22"/>
              </w:rPr>
              <w:t>（</w:t>
            </w:r>
            <w:r>
              <w:rPr>
                <w:rFonts w:ascii="標楷體" w:eastAsia="標楷體" w:hAnsi="標楷體" w:cs="標楷體" w:hint="eastAsia"/>
                <w:spacing w:val="-14"/>
                <w:sz w:val="22"/>
                <w:szCs w:val="22"/>
              </w:rPr>
              <w:t>本校視障教育與重建中心</w:t>
            </w:r>
            <w:r w:rsidRPr="001724DE">
              <w:rPr>
                <w:rFonts w:ascii="標楷體" w:eastAsia="標楷體" w:hAnsi="標楷體" w:cs="標楷體" w:hint="eastAsia"/>
                <w:spacing w:val="-14"/>
                <w:sz w:val="22"/>
                <w:szCs w:val="22"/>
              </w:rPr>
              <w:t>）</w:t>
            </w:r>
          </w:p>
        </w:tc>
      </w:tr>
    </w:tbl>
    <w:p w:rsidR="009D7F1D" w:rsidRPr="00E54381" w:rsidRDefault="009D7F1D" w:rsidP="00292C9A">
      <w:pPr>
        <w:snapToGrid w:val="0"/>
        <w:spacing w:line="240" w:lineRule="atLeast"/>
        <w:rPr>
          <w:rFonts w:eastAsia="標楷體"/>
          <w:sz w:val="20"/>
          <w:szCs w:val="20"/>
        </w:rPr>
      </w:pPr>
    </w:p>
    <w:sectPr w:rsidR="009D7F1D" w:rsidRPr="00E54381" w:rsidSect="00231B6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F1D" w:rsidRDefault="009D7F1D" w:rsidP="0059285D">
      <w:r>
        <w:separator/>
      </w:r>
    </w:p>
  </w:endnote>
  <w:endnote w:type="continuationSeparator" w:id="0">
    <w:p w:rsidR="009D7F1D" w:rsidRDefault="009D7F1D" w:rsidP="005928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F1D" w:rsidRDefault="009D7F1D" w:rsidP="0059285D">
      <w:r>
        <w:separator/>
      </w:r>
    </w:p>
  </w:footnote>
  <w:footnote w:type="continuationSeparator" w:id="0">
    <w:p w:rsidR="009D7F1D" w:rsidRDefault="009D7F1D" w:rsidP="005928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716E1"/>
    <w:multiLevelType w:val="hybridMultilevel"/>
    <w:tmpl w:val="4CC81224"/>
    <w:lvl w:ilvl="0" w:tplc="1D78D524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">
    <w:nsid w:val="0FBE1F1D"/>
    <w:multiLevelType w:val="multilevel"/>
    <w:tmpl w:val="868A0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09F636C"/>
    <w:multiLevelType w:val="hybridMultilevel"/>
    <w:tmpl w:val="151E7E28"/>
    <w:lvl w:ilvl="0" w:tplc="38C44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1D72646E"/>
    <w:multiLevelType w:val="hybridMultilevel"/>
    <w:tmpl w:val="448E767A"/>
    <w:lvl w:ilvl="0" w:tplc="088C626C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>
    <w:nsid w:val="294E446E"/>
    <w:multiLevelType w:val="hybridMultilevel"/>
    <w:tmpl w:val="2D961EB4"/>
    <w:lvl w:ilvl="0" w:tplc="15FE177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2ADD141E"/>
    <w:multiLevelType w:val="hybridMultilevel"/>
    <w:tmpl w:val="2DC2E7D2"/>
    <w:lvl w:ilvl="0" w:tplc="4EB26864">
      <w:start w:val="2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37F4488E"/>
    <w:multiLevelType w:val="multilevel"/>
    <w:tmpl w:val="55AAD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3A64422E"/>
    <w:multiLevelType w:val="multilevel"/>
    <w:tmpl w:val="60F4D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3A9E7E94"/>
    <w:multiLevelType w:val="hybridMultilevel"/>
    <w:tmpl w:val="A78AE32C"/>
    <w:lvl w:ilvl="0" w:tplc="6AE2FD28">
      <w:start w:val="3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>
    <w:nsid w:val="4B553362"/>
    <w:multiLevelType w:val="singleLevel"/>
    <w:tmpl w:val="DB4C8506"/>
    <w:lvl w:ilvl="0">
      <w:start w:val="1"/>
      <w:numFmt w:val="bullet"/>
      <w:lvlText w:val="※"/>
      <w:lvlJc w:val="left"/>
      <w:pPr>
        <w:tabs>
          <w:tab w:val="num" w:pos="555"/>
        </w:tabs>
        <w:ind w:left="555" w:hanging="285"/>
      </w:pPr>
      <w:rPr>
        <w:rFonts w:ascii="標楷體" w:eastAsia="標楷體" w:hAnsi="Times New Roman" w:hint="eastAsia"/>
      </w:rPr>
    </w:lvl>
  </w:abstractNum>
  <w:abstractNum w:abstractNumId="10">
    <w:nsid w:val="62175B4D"/>
    <w:multiLevelType w:val="hybridMultilevel"/>
    <w:tmpl w:val="43C66AD2"/>
    <w:lvl w:ilvl="0" w:tplc="2AFECE6A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6ABA3D5A"/>
    <w:multiLevelType w:val="hybridMultilevel"/>
    <w:tmpl w:val="480C662E"/>
    <w:lvl w:ilvl="0" w:tplc="FB128686">
      <w:start w:val="4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cs="Wingdings" w:hint="default"/>
      </w:rPr>
    </w:lvl>
  </w:abstractNum>
  <w:abstractNum w:abstractNumId="12">
    <w:nsid w:val="6FAD1B45"/>
    <w:multiLevelType w:val="hybridMultilevel"/>
    <w:tmpl w:val="49A224F0"/>
    <w:lvl w:ilvl="0" w:tplc="8CE6E95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72993164"/>
    <w:multiLevelType w:val="hybridMultilevel"/>
    <w:tmpl w:val="07EE8BEC"/>
    <w:lvl w:ilvl="0" w:tplc="D94CE6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2"/>
  </w:num>
  <w:num w:numId="2">
    <w:abstractNumId w:val="5"/>
  </w:num>
  <w:num w:numId="3">
    <w:abstractNumId w:val="9"/>
  </w:num>
  <w:num w:numId="4">
    <w:abstractNumId w:val="0"/>
  </w:num>
  <w:num w:numId="5">
    <w:abstractNumId w:val="3"/>
  </w:num>
  <w:num w:numId="6">
    <w:abstractNumId w:val="10"/>
  </w:num>
  <w:num w:numId="7">
    <w:abstractNumId w:val="4"/>
  </w:num>
  <w:num w:numId="8">
    <w:abstractNumId w:val="13"/>
  </w:num>
  <w:num w:numId="9">
    <w:abstractNumId w:val="2"/>
  </w:num>
  <w:num w:numId="10">
    <w:abstractNumId w:val="11"/>
  </w:num>
  <w:num w:numId="11">
    <w:abstractNumId w:val="8"/>
  </w:num>
  <w:num w:numId="12">
    <w:abstractNumId w:val="6"/>
  </w:num>
  <w:num w:numId="13">
    <w:abstractNumId w:val="7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80"/>
  <w:doNotHyphenateCaps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242D"/>
    <w:rsid w:val="000009CA"/>
    <w:rsid w:val="00003B6B"/>
    <w:rsid w:val="00012A59"/>
    <w:rsid w:val="000221BA"/>
    <w:rsid w:val="0002337C"/>
    <w:rsid w:val="00024431"/>
    <w:rsid w:val="000250E2"/>
    <w:rsid w:val="0003062F"/>
    <w:rsid w:val="000347A0"/>
    <w:rsid w:val="00034DB3"/>
    <w:rsid w:val="00064240"/>
    <w:rsid w:val="00073943"/>
    <w:rsid w:val="000767BB"/>
    <w:rsid w:val="000838E7"/>
    <w:rsid w:val="00083F40"/>
    <w:rsid w:val="00086BA9"/>
    <w:rsid w:val="00094C79"/>
    <w:rsid w:val="000A0225"/>
    <w:rsid w:val="000B0221"/>
    <w:rsid w:val="000B3FC1"/>
    <w:rsid w:val="000D4A17"/>
    <w:rsid w:val="000F034E"/>
    <w:rsid w:val="000F2E82"/>
    <w:rsid w:val="000F4502"/>
    <w:rsid w:val="000F69B4"/>
    <w:rsid w:val="000F6C4C"/>
    <w:rsid w:val="00101527"/>
    <w:rsid w:val="00102BF6"/>
    <w:rsid w:val="00106EED"/>
    <w:rsid w:val="00113225"/>
    <w:rsid w:val="001167E9"/>
    <w:rsid w:val="00116F12"/>
    <w:rsid w:val="00125A08"/>
    <w:rsid w:val="00136A94"/>
    <w:rsid w:val="00140B25"/>
    <w:rsid w:val="00151B81"/>
    <w:rsid w:val="0015362C"/>
    <w:rsid w:val="00157918"/>
    <w:rsid w:val="00163EF0"/>
    <w:rsid w:val="00165F67"/>
    <w:rsid w:val="001722C8"/>
    <w:rsid w:val="001724DE"/>
    <w:rsid w:val="001940C6"/>
    <w:rsid w:val="00195BC6"/>
    <w:rsid w:val="00197FEC"/>
    <w:rsid w:val="001B15C6"/>
    <w:rsid w:val="001B4813"/>
    <w:rsid w:val="001B4AB6"/>
    <w:rsid w:val="001B7329"/>
    <w:rsid w:val="001F0113"/>
    <w:rsid w:val="001F3965"/>
    <w:rsid w:val="00204138"/>
    <w:rsid w:val="0021395F"/>
    <w:rsid w:val="0022088B"/>
    <w:rsid w:val="00223B1A"/>
    <w:rsid w:val="00223C21"/>
    <w:rsid w:val="002306DD"/>
    <w:rsid w:val="00231B6F"/>
    <w:rsid w:val="00244013"/>
    <w:rsid w:val="002669C9"/>
    <w:rsid w:val="00267D63"/>
    <w:rsid w:val="00270E3C"/>
    <w:rsid w:val="002869FD"/>
    <w:rsid w:val="00292C9A"/>
    <w:rsid w:val="002A1418"/>
    <w:rsid w:val="002A6C8F"/>
    <w:rsid w:val="002B11D4"/>
    <w:rsid w:val="002B38B3"/>
    <w:rsid w:val="002B4E49"/>
    <w:rsid w:val="002B62DF"/>
    <w:rsid w:val="002D4304"/>
    <w:rsid w:val="002D6988"/>
    <w:rsid w:val="002E4425"/>
    <w:rsid w:val="002F1A11"/>
    <w:rsid w:val="002F7D02"/>
    <w:rsid w:val="00310AA0"/>
    <w:rsid w:val="0034103C"/>
    <w:rsid w:val="00357A48"/>
    <w:rsid w:val="00370B16"/>
    <w:rsid w:val="003811F2"/>
    <w:rsid w:val="00385300"/>
    <w:rsid w:val="003919B0"/>
    <w:rsid w:val="003979CE"/>
    <w:rsid w:val="003A2FA1"/>
    <w:rsid w:val="003B0B10"/>
    <w:rsid w:val="003B6703"/>
    <w:rsid w:val="003C03BA"/>
    <w:rsid w:val="003C1598"/>
    <w:rsid w:val="003E6179"/>
    <w:rsid w:val="003F2FF5"/>
    <w:rsid w:val="003F5E37"/>
    <w:rsid w:val="004045E5"/>
    <w:rsid w:val="004138D2"/>
    <w:rsid w:val="004171E1"/>
    <w:rsid w:val="0042477F"/>
    <w:rsid w:val="004339A8"/>
    <w:rsid w:val="004552BB"/>
    <w:rsid w:val="0045775E"/>
    <w:rsid w:val="00463C5C"/>
    <w:rsid w:val="00467F8D"/>
    <w:rsid w:val="00471DCF"/>
    <w:rsid w:val="00474F4E"/>
    <w:rsid w:val="004806AE"/>
    <w:rsid w:val="00491736"/>
    <w:rsid w:val="004B3BB7"/>
    <w:rsid w:val="004B4F2D"/>
    <w:rsid w:val="004C3637"/>
    <w:rsid w:val="004C482F"/>
    <w:rsid w:val="004E6A52"/>
    <w:rsid w:val="004F5034"/>
    <w:rsid w:val="004F67BB"/>
    <w:rsid w:val="00504F56"/>
    <w:rsid w:val="00510014"/>
    <w:rsid w:val="00516AF4"/>
    <w:rsid w:val="00527440"/>
    <w:rsid w:val="00540557"/>
    <w:rsid w:val="00544741"/>
    <w:rsid w:val="00544AF3"/>
    <w:rsid w:val="005471C6"/>
    <w:rsid w:val="00547CF5"/>
    <w:rsid w:val="00550281"/>
    <w:rsid w:val="005607B7"/>
    <w:rsid w:val="005775BF"/>
    <w:rsid w:val="0059285D"/>
    <w:rsid w:val="005957C0"/>
    <w:rsid w:val="005A06EF"/>
    <w:rsid w:val="005A36EB"/>
    <w:rsid w:val="005B19CE"/>
    <w:rsid w:val="005B3D55"/>
    <w:rsid w:val="005B3E3A"/>
    <w:rsid w:val="005B4C8E"/>
    <w:rsid w:val="005B709C"/>
    <w:rsid w:val="005C16F4"/>
    <w:rsid w:val="005C493E"/>
    <w:rsid w:val="005D152A"/>
    <w:rsid w:val="005D2256"/>
    <w:rsid w:val="005D7C84"/>
    <w:rsid w:val="005E74B7"/>
    <w:rsid w:val="005F24A9"/>
    <w:rsid w:val="00607320"/>
    <w:rsid w:val="006134C1"/>
    <w:rsid w:val="006164A8"/>
    <w:rsid w:val="00624929"/>
    <w:rsid w:val="006401E3"/>
    <w:rsid w:val="0064306F"/>
    <w:rsid w:val="006579C7"/>
    <w:rsid w:val="0066334D"/>
    <w:rsid w:val="00672B20"/>
    <w:rsid w:val="00690BE0"/>
    <w:rsid w:val="006947EF"/>
    <w:rsid w:val="0069679E"/>
    <w:rsid w:val="006A2DCA"/>
    <w:rsid w:val="006B0CA4"/>
    <w:rsid w:val="006B569E"/>
    <w:rsid w:val="006B62E4"/>
    <w:rsid w:val="006C06EA"/>
    <w:rsid w:val="006C0EA9"/>
    <w:rsid w:val="006C6927"/>
    <w:rsid w:val="006D00BB"/>
    <w:rsid w:val="006D47A3"/>
    <w:rsid w:val="006E53EB"/>
    <w:rsid w:val="00701CDF"/>
    <w:rsid w:val="00713341"/>
    <w:rsid w:val="00737BC3"/>
    <w:rsid w:val="007419DC"/>
    <w:rsid w:val="007655C8"/>
    <w:rsid w:val="00774E93"/>
    <w:rsid w:val="00787C0F"/>
    <w:rsid w:val="0079745E"/>
    <w:rsid w:val="007A7813"/>
    <w:rsid w:val="007C3BB8"/>
    <w:rsid w:val="007D1330"/>
    <w:rsid w:val="007D6DC0"/>
    <w:rsid w:val="007D7A4C"/>
    <w:rsid w:val="007E5C9D"/>
    <w:rsid w:val="0082612C"/>
    <w:rsid w:val="0083769E"/>
    <w:rsid w:val="00855EC4"/>
    <w:rsid w:val="008564F8"/>
    <w:rsid w:val="008620B8"/>
    <w:rsid w:val="0086411D"/>
    <w:rsid w:val="00865645"/>
    <w:rsid w:val="00871A9C"/>
    <w:rsid w:val="00880CC9"/>
    <w:rsid w:val="0088469A"/>
    <w:rsid w:val="00891B05"/>
    <w:rsid w:val="008A070B"/>
    <w:rsid w:val="008A1034"/>
    <w:rsid w:val="008A1764"/>
    <w:rsid w:val="008C45C0"/>
    <w:rsid w:val="008D2AFC"/>
    <w:rsid w:val="008E0049"/>
    <w:rsid w:val="008E6012"/>
    <w:rsid w:val="008E6758"/>
    <w:rsid w:val="008F5F47"/>
    <w:rsid w:val="008F7279"/>
    <w:rsid w:val="009035FD"/>
    <w:rsid w:val="00903C3A"/>
    <w:rsid w:val="0092434B"/>
    <w:rsid w:val="009350A8"/>
    <w:rsid w:val="0094168B"/>
    <w:rsid w:val="00950672"/>
    <w:rsid w:val="0095242D"/>
    <w:rsid w:val="00957E92"/>
    <w:rsid w:val="009773D6"/>
    <w:rsid w:val="00981F52"/>
    <w:rsid w:val="0098775D"/>
    <w:rsid w:val="009A74EF"/>
    <w:rsid w:val="009C5A9B"/>
    <w:rsid w:val="009C765D"/>
    <w:rsid w:val="009D3683"/>
    <w:rsid w:val="009D7F1D"/>
    <w:rsid w:val="009E4641"/>
    <w:rsid w:val="009F005A"/>
    <w:rsid w:val="009F3767"/>
    <w:rsid w:val="00A04886"/>
    <w:rsid w:val="00A0717B"/>
    <w:rsid w:val="00A22E00"/>
    <w:rsid w:val="00A240BC"/>
    <w:rsid w:val="00A3537A"/>
    <w:rsid w:val="00A422FD"/>
    <w:rsid w:val="00A451B2"/>
    <w:rsid w:val="00A5129F"/>
    <w:rsid w:val="00A56386"/>
    <w:rsid w:val="00A56B5B"/>
    <w:rsid w:val="00A655F3"/>
    <w:rsid w:val="00A822C9"/>
    <w:rsid w:val="00A8491B"/>
    <w:rsid w:val="00A93408"/>
    <w:rsid w:val="00A94540"/>
    <w:rsid w:val="00A95EDE"/>
    <w:rsid w:val="00AA54E9"/>
    <w:rsid w:val="00AA6BDE"/>
    <w:rsid w:val="00AB39F4"/>
    <w:rsid w:val="00AC629D"/>
    <w:rsid w:val="00AD2294"/>
    <w:rsid w:val="00AD2C34"/>
    <w:rsid w:val="00AD32C5"/>
    <w:rsid w:val="00AD32D4"/>
    <w:rsid w:val="00AE7E80"/>
    <w:rsid w:val="00AF2AA1"/>
    <w:rsid w:val="00B1034D"/>
    <w:rsid w:val="00B26C8A"/>
    <w:rsid w:val="00B40869"/>
    <w:rsid w:val="00B43ADE"/>
    <w:rsid w:val="00B45CBE"/>
    <w:rsid w:val="00B4616D"/>
    <w:rsid w:val="00B5686E"/>
    <w:rsid w:val="00B62CCF"/>
    <w:rsid w:val="00B74E1F"/>
    <w:rsid w:val="00B82CBF"/>
    <w:rsid w:val="00B82E00"/>
    <w:rsid w:val="00B83194"/>
    <w:rsid w:val="00B93C35"/>
    <w:rsid w:val="00BA5BAF"/>
    <w:rsid w:val="00BB4CAA"/>
    <w:rsid w:val="00BB62BA"/>
    <w:rsid w:val="00BB71CF"/>
    <w:rsid w:val="00BC37D1"/>
    <w:rsid w:val="00BC799A"/>
    <w:rsid w:val="00BD0961"/>
    <w:rsid w:val="00BE4B64"/>
    <w:rsid w:val="00C04E45"/>
    <w:rsid w:val="00C14B9E"/>
    <w:rsid w:val="00C200A9"/>
    <w:rsid w:val="00C30ED9"/>
    <w:rsid w:val="00C54302"/>
    <w:rsid w:val="00C665BC"/>
    <w:rsid w:val="00C74EBF"/>
    <w:rsid w:val="00C86ACE"/>
    <w:rsid w:val="00CA2F5C"/>
    <w:rsid w:val="00CA76CA"/>
    <w:rsid w:val="00CB187C"/>
    <w:rsid w:val="00CC197B"/>
    <w:rsid w:val="00CC6F9A"/>
    <w:rsid w:val="00CD3970"/>
    <w:rsid w:val="00CF5893"/>
    <w:rsid w:val="00D06503"/>
    <w:rsid w:val="00D17F24"/>
    <w:rsid w:val="00D27378"/>
    <w:rsid w:val="00D3103C"/>
    <w:rsid w:val="00D50E43"/>
    <w:rsid w:val="00D710C1"/>
    <w:rsid w:val="00D74853"/>
    <w:rsid w:val="00D77AB5"/>
    <w:rsid w:val="00D83A53"/>
    <w:rsid w:val="00D90A92"/>
    <w:rsid w:val="00D910B4"/>
    <w:rsid w:val="00D9603E"/>
    <w:rsid w:val="00DA316A"/>
    <w:rsid w:val="00DA3B3D"/>
    <w:rsid w:val="00DB309A"/>
    <w:rsid w:val="00DB3E39"/>
    <w:rsid w:val="00DC6596"/>
    <w:rsid w:val="00DD043E"/>
    <w:rsid w:val="00DD3B7A"/>
    <w:rsid w:val="00DF0010"/>
    <w:rsid w:val="00DF79B3"/>
    <w:rsid w:val="00E05535"/>
    <w:rsid w:val="00E3644D"/>
    <w:rsid w:val="00E410D8"/>
    <w:rsid w:val="00E54381"/>
    <w:rsid w:val="00E656F0"/>
    <w:rsid w:val="00E82E85"/>
    <w:rsid w:val="00E83186"/>
    <w:rsid w:val="00E93193"/>
    <w:rsid w:val="00E95B2E"/>
    <w:rsid w:val="00E974F9"/>
    <w:rsid w:val="00EA2526"/>
    <w:rsid w:val="00EA2E25"/>
    <w:rsid w:val="00EB0100"/>
    <w:rsid w:val="00EC6154"/>
    <w:rsid w:val="00ED25BF"/>
    <w:rsid w:val="00ED36D8"/>
    <w:rsid w:val="00ED3AD0"/>
    <w:rsid w:val="00EE4730"/>
    <w:rsid w:val="00EF0E97"/>
    <w:rsid w:val="00F0212D"/>
    <w:rsid w:val="00F05B81"/>
    <w:rsid w:val="00F11A6A"/>
    <w:rsid w:val="00F168ED"/>
    <w:rsid w:val="00F17CE2"/>
    <w:rsid w:val="00F21CFE"/>
    <w:rsid w:val="00F46A98"/>
    <w:rsid w:val="00F53918"/>
    <w:rsid w:val="00F60BB3"/>
    <w:rsid w:val="00F65F10"/>
    <w:rsid w:val="00F730CC"/>
    <w:rsid w:val="00F75923"/>
    <w:rsid w:val="00F77302"/>
    <w:rsid w:val="00F84B67"/>
    <w:rsid w:val="00F9396C"/>
    <w:rsid w:val="00F95254"/>
    <w:rsid w:val="00F95A7E"/>
    <w:rsid w:val="00FB50DF"/>
    <w:rsid w:val="00FB7679"/>
    <w:rsid w:val="00FC273D"/>
    <w:rsid w:val="00FC4721"/>
    <w:rsid w:val="00FF3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B3D"/>
    <w:pPr>
      <w:widowControl w:val="0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Heading">
    <w:name w:val="Note Heading"/>
    <w:basedOn w:val="Normal"/>
    <w:next w:val="Normal"/>
    <w:link w:val="NoteHeadingChar"/>
    <w:uiPriority w:val="99"/>
    <w:rsid w:val="00F168ED"/>
    <w:pPr>
      <w:jc w:val="center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750F0"/>
    <w:rPr>
      <w:szCs w:val="24"/>
    </w:rPr>
  </w:style>
  <w:style w:type="paragraph" w:styleId="BodyTextIndent">
    <w:name w:val="Body Text Indent"/>
    <w:basedOn w:val="Normal"/>
    <w:link w:val="BodyTextIndentChar"/>
    <w:uiPriority w:val="99"/>
    <w:rsid w:val="00F168ED"/>
    <w:pPr>
      <w:ind w:left="806" w:hangingChars="336" w:hanging="806"/>
    </w:pPr>
    <w:rPr>
      <w:rFonts w:ascii="標楷體" w:eastAsia="標楷體" w:cs="標楷體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750F0"/>
    <w:rPr>
      <w:szCs w:val="24"/>
    </w:rPr>
  </w:style>
  <w:style w:type="character" w:styleId="Hyperlink">
    <w:name w:val="Hyperlink"/>
    <w:basedOn w:val="DefaultParagraphFont"/>
    <w:uiPriority w:val="99"/>
    <w:rsid w:val="00F168ED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uiPriority w:val="99"/>
    <w:rsid w:val="00F168ED"/>
    <w:pPr>
      <w:spacing w:line="320" w:lineRule="exact"/>
      <w:ind w:left="1344" w:hangingChars="700" w:hanging="1344"/>
      <w:jc w:val="both"/>
    </w:pPr>
    <w:rPr>
      <w:rFonts w:ascii="標楷體" w:eastAsia="標楷體" w:hAnsi="標楷體" w:cs="標楷體"/>
      <w:spacing w:val="-14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750F0"/>
    <w:rPr>
      <w:szCs w:val="24"/>
    </w:rPr>
  </w:style>
  <w:style w:type="paragraph" w:styleId="BodyText">
    <w:name w:val="Body Text"/>
    <w:basedOn w:val="Normal"/>
    <w:link w:val="BodyTextChar"/>
    <w:uiPriority w:val="99"/>
    <w:rsid w:val="00F65F1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750F0"/>
    <w:rPr>
      <w:szCs w:val="24"/>
    </w:rPr>
  </w:style>
  <w:style w:type="paragraph" w:styleId="Header">
    <w:name w:val="header"/>
    <w:basedOn w:val="Normal"/>
    <w:link w:val="HeaderChar"/>
    <w:uiPriority w:val="99"/>
    <w:rsid w:val="005928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9285D"/>
    <w:rPr>
      <w:kern w:val="2"/>
    </w:rPr>
  </w:style>
  <w:style w:type="paragraph" w:styleId="Footer">
    <w:name w:val="footer"/>
    <w:basedOn w:val="Normal"/>
    <w:link w:val="FooterChar"/>
    <w:uiPriority w:val="99"/>
    <w:rsid w:val="005928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9285D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et.edu.t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307</Words>
  <Characters>1750</Characters>
  <Application>Microsoft Office Outlook</Application>
  <DocSecurity>0</DocSecurity>
  <Lines>0</Lines>
  <Paragraphs>0</Paragraphs>
  <ScaleCrop>false</ScaleCrop>
  <Company>Ntnu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九十四年度視障教育行政與教學研討會</dc:title>
  <dc:subject/>
  <dc:creator>Rock Lin</dc:creator>
  <cp:keywords/>
  <dc:description/>
  <cp:lastModifiedBy>user</cp:lastModifiedBy>
  <cp:revision>2</cp:revision>
  <cp:lastPrinted>2016-10-11T06:08:00Z</cp:lastPrinted>
  <dcterms:created xsi:type="dcterms:W3CDTF">2016-10-24T23:58:00Z</dcterms:created>
  <dcterms:modified xsi:type="dcterms:W3CDTF">2016-10-24T23:58:00Z</dcterms:modified>
</cp:coreProperties>
</file>